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E5D6A" w14:textId="77777777" w:rsidR="00815E32" w:rsidRPr="002200AA" w:rsidRDefault="00815E32" w:rsidP="00815E32">
      <w:pPr>
        <w:tabs>
          <w:tab w:val="right" w:pos="9070"/>
        </w:tabs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2200AA">
        <w:rPr>
          <w:rFonts w:asciiTheme="minorHAnsi" w:hAnsiTheme="minorHAnsi" w:cstheme="minorHAnsi"/>
          <w:b/>
          <w:sz w:val="22"/>
          <w:szCs w:val="22"/>
        </w:rPr>
        <w:t>UMOWA NR ……….</w:t>
      </w:r>
    </w:p>
    <w:p w14:paraId="6012801A" w14:textId="40C9420F" w:rsidR="00815E32" w:rsidRPr="002200AA" w:rsidRDefault="00815E32" w:rsidP="00815E32">
      <w:pPr>
        <w:tabs>
          <w:tab w:val="right" w:pos="9070"/>
        </w:tabs>
        <w:rPr>
          <w:rFonts w:asciiTheme="minorHAnsi" w:hAnsiTheme="minorHAnsi" w:cstheme="minorHAnsi"/>
          <w:b/>
          <w:sz w:val="22"/>
          <w:szCs w:val="22"/>
        </w:rPr>
      </w:pPr>
      <w:r w:rsidRPr="002200AA">
        <w:rPr>
          <w:rFonts w:asciiTheme="minorHAnsi" w:hAnsiTheme="minorHAnsi" w:cstheme="minorHAnsi"/>
          <w:b/>
          <w:sz w:val="22"/>
          <w:szCs w:val="22"/>
        </w:rPr>
        <w:t>dalej jako „Umowa”</w:t>
      </w:r>
    </w:p>
    <w:p w14:paraId="5ADCF8C4" w14:textId="77777777" w:rsidR="00815E32" w:rsidRPr="002200AA" w:rsidRDefault="00815E32" w:rsidP="00384D9A">
      <w:pPr>
        <w:tabs>
          <w:tab w:val="left" w:pos="3402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420A124E" w14:textId="77777777" w:rsidR="00815E32" w:rsidRPr="002200AA" w:rsidRDefault="00815E32" w:rsidP="00384D9A">
      <w:pPr>
        <w:tabs>
          <w:tab w:val="left" w:pos="3402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4D24E59B" w14:textId="77777777" w:rsidR="00815E32" w:rsidRPr="002200AA" w:rsidRDefault="00815E32" w:rsidP="00384D9A">
      <w:pPr>
        <w:tabs>
          <w:tab w:val="left" w:pos="3402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785CCFE4" w14:textId="1356078B" w:rsidR="00AB07FB" w:rsidRPr="002200AA" w:rsidRDefault="007B4399" w:rsidP="00384D9A">
      <w:pPr>
        <w:tabs>
          <w:tab w:val="left" w:pos="3402"/>
        </w:tabs>
        <w:spacing w:line="276" w:lineRule="auto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 xml:space="preserve">zawarta w dniu </w:t>
      </w:r>
      <w:r w:rsidR="00815E32" w:rsidRPr="002200AA">
        <w:rPr>
          <w:rFonts w:asciiTheme="minorHAnsi" w:hAnsiTheme="minorHAnsi" w:cstheme="minorHAnsi"/>
        </w:rPr>
        <w:t>………………………………..</w:t>
      </w:r>
    </w:p>
    <w:p w14:paraId="1BA044C8" w14:textId="77777777" w:rsidR="007B4399" w:rsidRPr="002200AA" w:rsidRDefault="00AB07FB" w:rsidP="00E74DE9">
      <w:pPr>
        <w:spacing w:line="276" w:lineRule="auto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p</w:t>
      </w:r>
      <w:r w:rsidR="007B4399" w:rsidRPr="002200AA">
        <w:rPr>
          <w:rFonts w:asciiTheme="minorHAnsi" w:hAnsiTheme="minorHAnsi" w:cstheme="minorHAnsi"/>
        </w:rPr>
        <w:t>omiędzy:</w:t>
      </w:r>
    </w:p>
    <w:p w14:paraId="6E7B764F" w14:textId="77777777" w:rsidR="007B4399" w:rsidRPr="002200AA" w:rsidRDefault="007B4399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60CA8F17" w14:textId="77777777" w:rsidR="00815E32" w:rsidRPr="002200AA" w:rsidRDefault="00815E32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67F58181" w14:textId="60508B2B" w:rsidR="00815E32" w:rsidRPr="002200AA" w:rsidRDefault="00815E32" w:rsidP="00AE4B3C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spółką pod firmą „</w:t>
      </w:r>
      <w:r w:rsidR="00AE4B3C" w:rsidRPr="002200AA">
        <w:rPr>
          <w:rFonts w:asciiTheme="minorHAnsi" w:hAnsiTheme="minorHAnsi" w:cstheme="minorHAnsi"/>
        </w:rPr>
        <w:t xml:space="preserve"> </w:t>
      </w:r>
      <w:r w:rsidR="00AE4B3C" w:rsidRPr="002200AA">
        <w:rPr>
          <w:rFonts w:asciiTheme="minorHAnsi" w:hAnsiTheme="minorHAnsi" w:cstheme="minorHAnsi"/>
          <w:b/>
          <w:bCs/>
        </w:rPr>
        <w:t xml:space="preserve">ZWM WARAKSA </w:t>
      </w:r>
      <w:r w:rsidRPr="002200AA">
        <w:rPr>
          <w:rFonts w:asciiTheme="minorHAnsi" w:hAnsiTheme="minorHAnsi" w:cstheme="minorHAnsi"/>
          <w:b/>
          <w:bCs/>
        </w:rPr>
        <w:t>Sp. z o.o.</w:t>
      </w:r>
      <w:r w:rsidRPr="002200AA">
        <w:rPr>
          <w:rFonts w:asciiTheme="minorHAnsi" w:hAnsiTheme="minorHAnsi" w:cstheme="minorHAnsi"/>
        </w:rPr>
        <w:t xml:space="preserve"> ” z siedzibą w </w:t>
      </w:r>
      <w:r w:rsidR="00AE4B3C" w:rsidRPr="002200AA">
        <w:rPr>
          <w:rFonts w:asciiTheme="minorHAnsi" w:hAnsiTheme="minorHAnsi" w:cstheme="minorHAnsi"/>
        </w:rPr>
        <w:t>Suwałkach,</w:t>
      </w:r>
      <w:r w:rsidRPr="002200AA">
        <w:rPr>
          <w:rFonts w:asciiTheme="minorHAnsi" w:hAnsiTheme="minorHAnsi" w:cstheme="minorHAnsi"/>
        </w:rPr>
        <w:t xml:space="preserve"> mieszczącą się pod adresem: ul. </w:t>
      </w:r>
      <w:r w:rsidR="00AE4B3C" w:rsidRPr="002200AA">
        <w:rPr>
          <w:rFonts w:asciiTheme="minorHAnsi" w:hAnsiTheme="minorHAnsi" w:cstheme="minorHAnsi"/>
        </w:rPr>
        <w:t>Przytorowa 3, 16-400 Suwałki</w:t>
      </w:r>
      <w:r w:rsidRPr="002200AA">
        <w:rPr>
          <w:rFonts w:asciiTheme="minorHAnsi" w:hAnsiTheme="minorHAnsi" w:cstheme="minorHAnsi"/>
        </w:rPr>
        <w:t>, wpisaną do Rejestru Przedsiębiorców Krajowego Rejestru Sądowego przez Sąd Rejonowym w …………, ……….. Wydział Gospodarczy, pod numerem …………..………, o kapitale zakładowym w wysokości …… zł, posiadającą numer identyfikacji podatkowej NIP ……………………………., REGON …………. , reprezentowaną – zgodnie z aktualnym odpisem z KRS – przez: - ……………………….</w:t>
      </w:r>
      <w:r w:rsidRPr="002200AA">
        <w:rPr>
          <w:rFonts w:asciiTheme="minorHAnsi" w:hAnsiTheme="minorHAnsi" w:cstheme="minorHAnsi"/>
        </w:rPr>
        <w:tab/>
        <w:t>Prezes Zarządu, zwaną dalej jako „KUPUJĄCY”</w:t>
      </w:r>
    </w:p>
    <w:p w14:paraId="4D879F55" w14:textId="77777777" w:rsidR="00815E32" w:rsidRPr="002200AA" w:rsidRDefault="00815E32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16EAF295" w14:textId="4E68E8EA" w:rsidR="00815E32" w:rsidRPr="002200AA" w:rsidRDefault="00815E32" w:rsidP="00E74DE9">
      <w:pPr>
        <w:spacing w:line="276" w:lineRule="auto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a</w:t>
      </w:r>
    </w:p>
    <w:p w14:paraId="628AE303" w14:textId="77777777" w:rsidR="00815E32" w:rsidRPr="002200AA" w:rsidRDefault="00815E32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71222484" w14:textId="71149C65" w:rsidR="00AE4B3C" w:rsidRPr="002200AA" w:rsidRDefault="007B4399" w:rsidP="0043734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 xml:space="preserve">spółką pod firmą </w:t>
      </w:r>
      <w:r w:rsidRPr="002200AA">
        <w:rPr>
          <w:rFonts w:asciiTheme="minorHAnsi" w:hAnsiTheme="minorHAnsi" w:cstheme="minorHAnsi"/>
          <w:b/>
        </w:rPr>
        <w:t>„</w:t>
      </w:r>
      <w:r w:rsidR="002200AA" w:rsidRPr="002200AA">
        <w:rPr>
          <w:rFonts w:asciiTheme="minorHAnsi" w:hAnsiTheme="minorHAnsi" w:cstheme="minorHAnsi"/>
          <w:b/>
        </w:rPr>
        <w:t xml:space="preserve"> </w:t>
      </w:r>
      <w:r w:rsidR="00AE4B3C" w:rsidRPr="002200AA">
        <w:rPr>
          <w:rFonts w:asciiTheme="minorHAnsi" w:hAnsiTheme="minorHAnsi" w:cstheme="minorHAnsi"/>
          <w:b/>
        </w:rPr>
        <w:t>…………………………………………</w:t>
      </w:r>
      <w:r w:rsidR="002200AA" w:rsidRPr="002200AA">
        <w:rPr>
          <w:rFonts w:asciiTheme="minorHAnsi" w:hAnsiTheme="minorHAnsi" w:cstheme="minorHAnsi"/>
          <w:b/>
        </w:rPr>
        <w:t xml:space="preserve"> </w:t>
      </w:r>
      <w:r w:rsidR="00AE4B3C" w:rsidRPr="002200AA">
        <w:rPr>
          <w:rFonts w:asciiTheme="minorHAnsi" w:hAnsiTheme="minorHAnsi" w:cstheme="minorHAnsi"/>
          <w:b/>
        </w:rPr>
        <w:t>”</w:t>
      </w:r>
      <w:r w:rsidRPr="002200AA">
        <w:rPr>
          <w:rFonts w:asciiTheme="minorHAnsi" w:hAnsiTheme="minorHAnsi" w:cstheme="minorHAnsi"/>
        </w:rPr>
        <w:t xml:space="preserve"> z siedzibą w </w:t>
      </w:r>
      <w:r w:rsidR="00AE4B3C" w:rsidRPr="002200AA">
        <w:rPr>
          <w:rFonts w:asciiTheme="minorHAnsi" w:hAnsiTheme="minorHAnsi" w:cstheme="minorHAnsi"/>
        </w:rPr>
        <w:t>………………………..</w:t>
      </w:r>
      <w:r w:rsidRPr="002200AA">
        <w:rPr>
          <w:rFonts w:asciiTheme="minorHAnsi" w:hAnsiTheme="minorHAnsi" w:cstheme="minorHAnsi"/>
        </w:rPr>
        <w:t xml:space="preserve"> mieszczącą się pod adresem: ul</w:t>
      </w:r>
      <w:r w:rsidR="00AE4B3C" w:rsidRPr="002200AA">
        <w:rPr>
          <w:rFonts w:asciiTheme="minorHAnsi" w:hAnsiTheme="minorHAnsi" w:cstheme="minorHAnsi"/>
        </w:rPr>
        <w:t>……………………………………..</w:t>
      </w:r>
      <w:r w:rsidRPr="002200AA">
        <w:rPr>
          <w:rFonts w:asciiTheme="minorHAnsi" w:hAnsiTheme="minorHAnsi" w:cstheme="minorHAnsi"/>
        </w:rPr>
        <w:t xml:space="preserve">, wpisaną do rejestru przedsiębiorców </w:t>
      </w:r>
      <w:r w:rsidR="00AE4B3C" w:rsidRPr="002200AA">
        <w:rPr>
          <w:rFonts w:asciiTheme="minorHAnsi" w:hAnsiTheme="minorHAnsi" w:cstheme="minorHAnsi"/>
        </w:rPr>
        <w:t>………………………………..</w:t>
      </w:r>
      <w:r w:rsidRPr="002200AA">
        <w:rPr>
          <w:rFonts w:asciiTheme="minorHAnsi" w:hAnsiTheme="minorHAnsi" w:cstheme="minorHAnsi"/>
          <w:color w:val="000000"/>
        </w:rPr>
        <w:t xml:space="preserve">, </w:t>
      </w:r>
      <w:r w:rsidR="00AE4B3C" w:rsidRPr="002200AA">
        <w:rPr>
          <w:rFonts w:asciiTheme="minorHAnsi" w:hAnsiTheme="minorHAnsi" w:cstheme="minorHAnsi"/>
          <w:color w:val="000000"/>
        </w:rPr>
        <w:t>…………………………………….</w:t>
      </w:r>
      <w:r w:rsidRPr="002200AA">
        <w:rPr>
          <w:rFonts w:asciiTheme="minorHAnsi" w:hAnsiTheme="minorHAnsi" w:cstheme="minorHAnsi"/>
          <w:color w:val="000000"/>
        </w:rPr>
        <w:t xml:space="preserve">, posiadającą numer identyfikacji podatkowej NIP </w:t>
      </w:r>
      <w:r w:rsidR="00AE4B3C" w:rsidRPr="002200AA">
        <w:rPr>
          <w:rFonts w:asciiTheme="minorHAnsi" w:hAnsiTheme="minorHAnsi" w:cstheme="minorHAnsi"/>
          <w:color w:val="000000"/>
        </w:rPr>
        <w:t>…………………..</w:t>
      </w:r>
      <w:r w:rsidRPr="002200AA">
        <w:rPr>
          <w:rFonts w:asciiTheme="minorHAnsi" w:hAnsiTheme="minorHAnsi" w:cstheme="minorHAnsi"/>
          <w:color w:val="000000"/>
        </w:rPr>
        <w:t xml:space="preserve">, REGON </w:t>
      </w:r>
      <w:r w:rsidR="00AE4B3C" w:rsidRPr="002200AA">
        <w:rPr>
          <w:rFonts w:asciiTheme="minorHAnsi" w:hAnsiTheme="minorHAnsi" w:cstheme="minorHAnsi"/>
          <w:bCs/>
          <w:color w:val="000000"/>
        </w:rPr>
        <w:t>…………………………</w:t>
      </w:r>
      <w:r w:rsidRPr="002200AA">
        <w:rPr>
          <w:rFonts w:asciiTheme="minorHAnsi" w:hAnsiTheme="minorHAnsi" w:cstheme="minorHAnsi"/>
          <w:color w:val="000000"/>
        </w:rPr>
        <w:t xml:space="preserve">, </w:t>
      </w:r>
      <w:r w:rsidRPr="002200AA">
        <w:rPr>
          <w:rFonts w:asciiTheme="minorHAnsi" w:hAnsiTheme="minorHAnsi" w:cstheme="minorHAnsi"/>
        </w:rPr>
        <w:t>reprezentowaną przez:</w:t>
      </w:r>
    </w:p>
    <w:p w14:paraId="25541600" w14:textId="77777777" w:rsidR="00AE4B3C" w:rsidRPr="002200AA" w:rsidRDefault="00AE4B3C" w:rsidP="00AE4B3C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…………………………………...</w:t>
      </w:r>
    </w:p>
    <w:p w14:paraId="7E278917" w14:textId="77777777" w:rsidR="00AE4B3C" w:rsidRPr="002200AA" w:rsidRDefault="00AE4B3C" w:rsidP="00AE4B3C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…………………………………….</w:t>
      </w:r>
      <w:r w:rsidR="007B4399" w:rsidRPr="002200AA">
        <w:rPr>
          <w:rFonts w:asciiTheme="minorHAnsi" w:hAnsiTheme="minorHAnsi" w:cstheme="minorHAnsi"/>
        </w:rPr>
        <w:t>,</w:t>
      </w:r>
    </w:p>
    <w:p w14:paraId="1176A3BF" w14:textId="63A64EBD" w:rsidR="007B4399" w:rsidRPr="002200AA" w:rsidRDefault="007B4399" w:rsidP="00AE4B3C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  <w:color w:val="000000"/>
        </w:rPr>
        <w:t>zwaną dalej jako „</w:t>
      </w:r>
      <w:r w:rsidRPr="002200AA">
        <w:rPr>
          <w:rFonts w:asciiTheme="minorHAnsi" w:hAnsiTheme="minorHAnsi" w:cstheme="minorHAnsi"/>
          <w:b/>
          <w:color w:val="000000"/>
        </w:rPr>
        <w:t>SPRZEDAJĄCY”</w:t>
      </w:r>
      <w:r w:rsidRPr="002200AA">
        <w:rPr>
          <w:rFonts w:asciiTheme="minorHAnsi" w:hAnsiTheme="minorHAnsi" w:cstheme="minorHAnsi"/>
          <w:color w:val="000000"/>
        </w:rPr>
        <w:t>,</w:t>
      </w:r>
    </w:p>
    <w:p w14:paraId="0F74915C" w14:textId="77777777" w:rsidR="00E74DE9" w:rsidRPr="002200AA" w:rsidRDefault="00E74DE9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05F92807" w14:textId="77777777" w:rsidR="00E74DE9" w:rsidRPr="002200AA" w:rsidRDefault="00E74DE9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761EE931" w14:textId="77777777" w:rsidR="00E74DE9" w:rsidRPr="002200AA" w:rsidRDefault="00E74DE9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28F0A5BD" w14:textId="77777777" w:rsidR="00E74DE9" w:rsidRPr="002200AA" w:rsidRDefault="00E74DE9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33130466" w14:textId="77777777" w:rsidR="00AB07FB" w:rsidRPr="002200AA" w:rsidRDefault="00AB07FB" w:rsidP="00E74DE9">
      <w:pPr>
        <w:spacing w:line="276" w:lineRule="auto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zwane łącznie jako „Strony”, a każda z osobna jako „Strona”</w:t>
      </w:r>
    </w:p>
    <w:p w14:paraId="7B9C947E" w14:textId="77777777" w:rsidR="007B4399" w:rsidRPr="002200AA" w:rsidRDefault="004E4E44" w:rsidP="00E74DE9">
      <w:pPr>
        <w:spacing w:line="276" w:lineRule="auto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o następującej treści:</w:t>
      </w:r>
    </w:p>
    <w:p w14:paraId="40F9A501" w14:textId="77777777" w:rsidR="00661B3D" w:rsidRPr="002200AA" w:rsidRDefault="00661B3D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443BDB53" w14:textId="77777777" w:rsidR="00E74DE9" w:rsidRPr="002200AA" w:rsidRDefault="00E74DE9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30AF2F04" w14:textId="77777777" w:rsidR="00E74DE9" w:rsidRPr="002200AA" w:rsidRDefault="00E74DE9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4BAB895D" w14:textId="77777777" w:rsidR="007B4399" w:rsidRPr="002200AA" w:rsidRDefault="007B4399" w:rsidP="00E74DE9">
      <w:pPr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2200AA">
        <w:rPr>
          <w:rFonts w:asciiTheme="minorHAnsi" w:hAnsiTheme="minorHAnsi" w:cstheme="minorHAnsi"/>
          <w:b/>
          <w:bCs/>
          <w:color w:val="000000"/>
        </w:rPr>
        <w:t>§ 1</w:t>
      </w:r>
      <w:r w:rsidR="00661B3D" w:rsidRPr="002200AA">
        <w:rPr>
          <w:rFonts w:asciiTheme="minorHAnsi" w:hAnsiTheme="minorHAnsi" w:cstheme="minorHAnsi"/>
          <w:b/>
          <w:bCs/>
          <w:color w:val="000000"/>
        </w:rPr>
        <w:t xml:space="preserve"> PRZEDMIOT UMOWY</w:t>
      </w:r>
    </w:p>
    <w:p w14:paraId="0EC1979E" w14:textId="5B259117" w:rsidR="007B4399" w:rsidRPr="002200AA" w:rsidRDefault="007B4399" w:rsidP="004A67E7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pacing w:val="-3"/>
        </w:rPr>
      </w:pPr>
      <w:r w:rsidRPr="002200AA">
        <w:rPr>
          <w:rFonts w:asciiTheme="minorHAnsi" w:hAnsiTheme="minorHAnsi" w:cstheme="minorHAnsi"/>
          <w:color w:val="000000"/>
          <w:spacing w:val="-3"/>
        </w:rPr>
        <w:t xml:space="preserve">SPRZEDAJĄCY sprzedaje a KUPUJĄCY nabywa maszynę </w:t>
      </w:r>
      <w:r w:rsidR="004E4E44" w:rsidRPr="002200AA">
        <w:rPr>
          <w:rFonts w:asciiTheme="minorHAnsi" w:hAnsiTheme="minorHAnsi" w:cstheme="minorHAnsi"/>
          <w:b/>
          <w:bCs/>
          <w:color w:val="000000"/>
          <w:spacing w:val="-3"/>
          <w:highlight w:val="lightGray"/>
        </w:rPr>
        <w:t>…</w:t>
      </w:r>
      <w:r w:rsidR="00617332" w:rsidRPr="002200AA">
        <w:rPr>
          <w:rFonts w:asciiTheme="minorHAnsi" w:hAnsiTheme="minorHAnsi" w:cstheme="minorHAnsi"/>
          <w:b/>
          <w:bCs/>
          <w:color w:val="000000"/>
          <w:spacing w:val="-3"/>
          <w:highlight w:val="lightGray"/>
        </w:rPr>
        <w:t>…………..………..</w:t>
      </w:r>
      <w:r w:rsidR="004E4E44" w:rsidRPr="002200AA">
        <w:rPr>
          <w:rFonts w:asciiTheme="minorHAnsi" w:hAnsiTheme="minorHAnsi" w:cstheme="minorHAnsi"/>
          <w:b/>
          <w:bCs/>
          <w:color w:val="000000"/>
          <w:spacing w:val="-3"/>
          <w:highlight w:val="lightGray"/>
        </w:rPr>
        <w:t>….</w:t>
      </w:r>
      <w:r w:rsidRPr="002200AA">
        <w:rPr>
          <w:rFonts w:asciiTheme="minorHAnsi" w:hAnsiTheme="minorHAnsi" w:cstheme="minorHAnsi"/>
          <w:color w:val="000000"/>
          <w:spacing w:val="-3"/>
        </w:rPr>
        <w:t xml:space="preserve">, której szczegółowy opis i parametry są określone w </w:t>
      </w:r>
      <w:r w:rsidR="00316D44" w:rsidRPr="002200AA">
        <w:rPr>
          <w:rFonts w:asciiTheme="minorHAnsi" w:hAnsiTheme="minorHAnsi" w:cstheme="minorHAnsi"/>
          <w:color w:val="000000"/>
          <w:spacing w:val="-3"/>
        </w:rPr>
        <w:t xml:space="preserve">ofercie nr </w:t>
      </w:r>
      <w:r w:rsidR="00316D44" w:rsidRPr="002200AA">
        <w:rPr>
          <w:rFonts w:asciiTheme="minorHAnsi" w:hAnsiTheme="minorHAnsi" w:cstheme="minorHAnsi"/>
          <w:color w:val="000000"/>
          <w:spacing w:val="-3"/>
          <w:highlight w:val="lightGray"/>
        </w:rPr>
        <w:t>…</w:t>
      </w:r>
      <w:r w:rsidR="00617332" w:rsidRPr="002200AA">
        <w:rPr>
          <w:rFonts w:asciiTheme="minorHAnsi" w:hAnsiTheme="minorHAnsi" w:cstheme="minorHAnsi"/>
          <w:color w:val="000000"/>
          <w:spacing w:val="-3"/>
          <w:highlight w:val="lightGray"/>
        </w:rPr>
        <w:t>………..</w:t>
      </w:r>
      <w:r w:rsidR="00316D44" w:rsidRPr="002200AA">
        <w:rPr>
          <w:rFonts w:asciiTheme="minorHAnsi" w:hAnsiTheme="minorHAnsi" w:cstheme="minorHAnsi"/>
          <w:color w:val="000000"/>
          <w:spacing w:val="-3"/>
          <w:highlight w:val="lightGray"/>
        </w:rPr>
        <w:t>…….</w:t>
      </w:r>
      <w:r w:rsidR="004A67E7" w:rsidRPr="002200AA">
        <w:rPr>
          <w:rFonts w:asciiTheme="minorHAnsi" w:hAnsiTheme="minorHAnsi" w:cstheme="minorHAnsi"/>
          <w:color w:val="000000"/>
          <w:spacing w:val="-3"/>
        </w:rPr>
        <w:t xml:space="preserve"> </w:t>
      </w:r>
      <w:r w:rsidR="00316D44" w:rsidRPr="002200AA">
        <w:rPr>
          <w:rFonts w:asciiTheme="minorHAnsi" w:hAnsiTheme="minorHAnsi" w:cstheme="minorHAnsi"/>
          <w:color w:val="000000"/>
          <w:spacing w:val="-3"/>
        </w:rPr>
        <w:t xml:space="preserve">z dnia </w:t>
      </w:r>
      <w:r w:rsidR="00316D44" w:rsidRPr="002200AA">
        <w:rPr>
          <w:rFonts w:asciiTheme="minorHAnsi" w:hAnsiTheme="minorHAnsi" w:cstheme="minorHAnsi"/>
          <w:color w:val="000000"/>
          <w:spacing w:val="-3"/>
          <w:highlight w:val="lightGray"/>
        </w:rPr>
        <w:t>……</w:t>
      </w:r>
      <w:r w:rsidR="00617332" w:rsidRPr="002200AA">
        <w:rPr>
          <w:rFonts w:asciiTheme="minorHAnsi" w:hAnsiTheme="minorHAnsi" w:cstheme="minorHAnsi"/>
          <w:color w:val="000000"/>
          <w:spacing w:val="-3"/>
          <w:highlight w:val="lightGray"/>
        </w:rPr>
        <w:t>………</w:t>
      </w:r>
      <w:r w:rsidR="00316D44" w:rsidRPr="002200AA">
        <w:rPr>
          <w:rFonts w:asciiTheme="minorHAnsi" w:hAnsiTheme="minorHAnsi" w:cstheme="minorHAnsi"/>
          <w:color w:val="000000"/>
          <w:spacing w:val="-3"/>
          <w:highlight w:val="lightGray"/>
        </w:rPr>
        <w:t>…..</w:t>
      </w:r>
      <w:r w:rsidR="00316D44" w:rsidRPr="002200AA">
        <w:rPr>
          <w:rFonts w:asciiTheme="minorHAnsi" w:hAnsiTheme="minorHAnsi" w:cstheme="minorHAnsi"/>
          <w:color w:val="000000"/>
          <w:spacing w:val="-3"/>
        </w:rPr>
        <w:t xml:space="preserve"> będącą załącznikiem</w:t>
      </w:r>
      <w:r w:rsidRPr="002200AA">
        <w:rPr>
          <w:rFonts w:asciiTheme="minorHAnsi" w:hAnsiTheme="minorHAnsi" w:cstheme="minorHAnsi"/>
          <w:color w:val="000000"/>
          <w:spacing w:val="-3"/>
        </w:rPr>
        <w:t xml:space="preserve"> nr 1 do Umowy (dalej jako „Maszyna” lub „Przedmiot Sprzedaży”).</w:t>
      </w:r>
    </w:p>
    <w:p w14:paraId="33E25247" w14:textId="77777777" w:rsidR="007B4399" w:rsidRPr="002200AA" w:rsidRDefault="00235956" w:rsidP="004A67E7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pacing w:val="-3"/>
        </w:rPr>
      </w:pPr>
      <w:r w:rsidRPr="002200AA">
        <w:rPr>
          <w:rFonts w:asciiTheme="minorHAnsi" w:hAnsiTheme="minorHAnsi" w:cstheme="minorHAnsi"/>
          <w:spacing w:val="-3"/>
        </w:rPr>
        <w:t>KUPUJĄCY</w:t>
      </w:r>
      <w:r w:rsidR="00915B30" w:rsidRPr="002200AA">
        <w:rPr>
          <w:rFonts w:asciiTheme="minorHAnsi" w:hAnsiTheme="minorHAnsi" w:cstheme="minorHAnsi"/>
          <w:spacing w:val="-3"/>
        </w:rPr>
        <w:t xml:space="preserve"> oświadcza, że zna</w:t>
      </w:r>
      <w:r w:rsidR="007B4399" w:rsidRPr="002200AA">
        <w:rPr>
          <w:rFonts w:asciiTheme="minorHAnsi" w:hAnsiTheme="minorHAnsi" w:cstheme="minorHAnsi"/>
          <w:spacing w:val="-3"/>
        </w:rPr>
        <w:t xml:space="preserve"> parametry Maszyny, </w:t>
      </w:r>
      <w:r w:rsidR="006B4F63" w:rsidRPr="002200AA">
        <w:rPr>
          <w:rFonts w:asciiTheme="minorHAnsi" w:hAnsiTheme="minorHAnsi" w:cstheme="minorHAnsi"/>
          <w:spacing w:val="-3"/>
        </w:rPr>
        <w:t>które akceptuje i ma ich</w:t>
      </w:r>
      <w:r w:rsidR="004E4E44" w:rsidRPr="002200AA">
        <w:rPr>
          <w:rFonts w:asciiTheme="minorHAnsi" w:hAnsiTheme="minorHAnsi" w:cstheme="minorHAnsi"/>
          <w:spacing w:val="-3"/>
        </w:rPr>
        <w:t xml:space="preserve"> pełną świadomość</w:t>
      </w:r>
      <w:r w:rsidR="00E640B3" w:rsidRPr="002200AA">
        <w:rPr>
          <w:rFonts w:asciiTheme="minorHAnsi" w:hAnsiTheme="minorHAnsi" w:cstheme="minorHAnsi"/>
          <w:spacing w:val="-3"/>
        </w:rPr>
        <w:t xml:space="preserve"> oraz że zakup przedmiotu umowy ma charakter zawodowy</w:t>
      </w:r>
      <w:r w:rsidR="003751BE" w:rsidRPr="002200AA">
        <w:rPr>
          <w:rFonts w:asciiTheme="minorHAnsi" w:hAnsiTheme="minorHAnsi" w:cstheme="minorHAnsi"/>
          <w:spacing w:val="-3"/>
        </w:rPr>
        <w:t>.</w:t>
      </w:r>
    </w:p>
    <w:p w14:paraId="0C7B4B62" w14:textId="77777777" w:rsidR="00C61317" w:rsidRPr="002200AA" w:rsidRDefault="00C61317">
      <w:pPr>
        <w:spacing w:after="200" w:line="276" w:lineRule="auto"/>
        <w:rPr>
          <w:rFonts w:asciiTheme="minorHAnsi" w:hAnsiTheme="minorHAnsi" w:cstheme="minorHAnsi"/>
          <w:b/>
          <w:bCs/>
          <w:color w:val="000000"/>
        </w:rPr>
      </w:pPr>
      <w:r w:rsidRPr="002200AA">
        <w:rPr>
          <w:rFonts w:asciiTheme="minorHAnsi" w:hAnsiTheme="minorHAnsi" w:cstheme="minorHAnsi"/>
          <w:b/>
          <w:bCs/>
          <w:color w:val="000000"/>
        </w:rPr>
        <w:br w:type="page"/>
      </w:r>
    </w:p>
    <w:p w14:paraId="71079D0E" w14:textId="77777777" w:rsidR="004E4E44" w:rsidRPr="002200AA" w:rsidRDefault="004E4E44" w:rsidP="00E74DE9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2200AA">
        <w:rPr>
          <w:rFonts w:asciiTheme="minorHAnsi" w:hAnsiTheme="minorHAnsi" w:cstheme="minorHAnsi"/>
          <w:b/>
          <w:bCs/>
          <w:color w:val="000000"/>
        </w:rPr>
        <w:lastRenderedPageBreak/>
        <w:t>§ 2</w:t>
      </w:r>
      <w:r w:rsidR="00661B3D" w:rsidRPr="002200AA">
        <w:rPr>
          <w:rFonts w:asciiTheme="minorHAnsi" w:hAnsiTheme="minorHAnsi" w:cstheme="minorHAnsi"/>
          <w:b/>
          <w:bCs/>
          <w:color w:val="000000"/>
        </w:rPr>
        <w:t xml:space="preserve"> CENA SPRZEDAŻY </w:t>
      </w:r>
    </w:p>
    <w:p w14:paraId="4C21139A" w14:textId="77777777" w:rsidR="004E4E44" w:rsidRPr="002200AA" w:rsidRDefault="004E4E44" w:rsidP="004A67E7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  <w:color w:val="000000"/>
          <w:spacing w:val="-3"/>
        </w:rPr>
        <w:t>Cena Sprzedaży wynosi:</w:t>
      </w:r>
    </w:p>
    <w:p w14:paraId="2B78E847" w14:textId="532D159B" w:rsidR="007B4399" w:rsidRPr="002200AA" w:rsidRDefault="007B4399" w:rsidP="00C61317">
      <w:pPr>
        <w:spacing w:line="276" w:lineRule="auto"/>
        <w:ind w:left="2835" w:hanging="2409"/>
        <w:jc w:val="both"/>
        <w:rPr>
          <w:rFonts w:asciiTheme="minorHAnsi" w:hAnsiTheme="minorHAnsi" w:cstheme="minorHAnsi"/>
          <w:b/>
          <w:bCs/>
          <w:i/>
          <w:iCs/>
        </w:rPr>
      </w:pPr>
      <w:r w:rsidRPr="002200AA">
        <w:rPr>
          <w:rStyle w:val="TekstpodstawowyZnak"/>
          <w:rFonts w:asciiTheme="minorHAnsi" w:hAnsiTheme="minorHAnsi" w:cstheme="minorHAnsi"/>
          <w:b/>
          <w:bCs/>
          <w:i/>
          <w:iCs/>
        </w:rPr>
        <w:t>Cena całkowita netto:</w:t>
      </w:r>
      <w:r w:rsidRPr="002200AA">
        <w:rPr>
          <w:rStyle w:val="TekstpodstawowyZnak"/>
          <w:rFonts w:asciiTheme="minorHAnsi" w:hAnsiTheme="minorHAnsi" w:cstheme="minorHAnsi"/>
          <w:b/>
          <w:bCs/>
          <w:i/>
          <w:iCs/>
        </w:rPr>
        <w:tab/>
        <w:t>......</w:t>
      </w:r>
      <w:r w:rsidR="00617332" w:rsidRPr="002200AA">
        <w:rPr>
          <w:rStyle w:val="TekstpodstawowyZnak"/>
          <w:rFonts w:asciiTheme="minorHAnsi" w:hAnsiTheme="minorHAnsi" w:cstheme="minorHAnsi"/>
          <w:b/>
          <w:bCs/>
          <w:i/>
          <w:iCs/>
        </w:rPr>
        <w:t>.........</w:t>
      </w:r>
      <w:r w:rsidRPr="002200AA">
        <w:rPr>
          <w:rStyle w:val="TekstpodstawowyZnak"/>
          <w:rFonts w:asciiTheme="minorHAnsi" w:hAnsiTheme="minorHAnsi" w:cstheme="minorHAnsi"/>
          <w:b/>
          <w:bCs/>
          <w:i/>
          <w:iCs/>
        </w:rPr>
        <w:t>.....</w:t>
      </w:r>
      <w:r w:rsidR="00617332" w:rsidRPr="002200AA">
        <w:rPr>
          <w:rStyle w:val="TekstpodstawowyZnak"/>
          <w:rFonts w:asciiTheme="minorHAnsi" w:hAnsiTheme="minorHAnsi" w:cstheme="minorHAnsi"/>
          <w:b/>
          <w:bCs/>
          <w:i/>
          <w:iCs/>
        </w:rPr>
        <w:t xml:space="preserve"> </w:t>
      </w:r>
      <w:r w:rsidRPr="002200AA">
        <w:rPr>
          <w:rStyle w:val="TekstpodstawowyZnak"/>
          <w:rFonts w:asciiTheme="minorHAnsi" w:hAnsiTheme="minorHAnsi" w:cstheme="minorHAnsi"/>
          <w:b/>
          <w:bCs/>
          <w:i/>
          <w:iCs/>
        </w:rPr>
        <w:t xml:space="preserve">,- </w:t>
      </w:r>
      <w:r w:rsidR="00057CDB">
        <w:rPr>
          <w:rStyle w:val="TekstpodstawowyZnak"/>
          <w:rFonts w:asciiTheme="minorHAnsi" w:hAnsiTheme="minorHAnsi" w:cstheme="minorHAnsi"/>
          <w:b/>
          <w:bCs/>
          <w:i/>
          <w:iCs/>
        </w:rPr>
        <w:t>PL</w:t>
      </w:r>
      <w:r w:rsidR="007415D3">
        <w:rPr>
          <w:rStyle w:val="TekstpodstawowyZnak"/>
          <w:rFonts w:asciiTheme="minorHAnsi" w:hAnsiTheme="minorHAnsi" w:cstheme="minorHAnsi"/>
          <w:b/>
          <w:bCs/>
          <w:i/>
          <w:iCs/>
        </w:rPr>
        <w:t>N</w:t>
      </w:r>
      <w:r w:rsidR="00057CDB">
        <w:rPr>
          <w:rStyle w:val="TekstpodstawowyZnak"/>
          <w:rFonts w:asciiTheme="minorHAnsi" w:hAnsiTheme="minorHAnsi" w:cstheme="minorHAnsi"/>
          <w:b/>
          <w:bCs/>
          <w:i/>
          <w:iCs/>
        </w:rPr>
        <w:t xml:space="preserve"> / EUR / USD</w:t>
      </w:r>
      <w:r w:rsidRPr="002200AA">
        <w:rPr>
          <w:rStyle w:val="TekstpodstawowyZnak"/>
          <w:rFonts w:asciiTheme="minorHAnsi" w:hAnsiTheme="minorHAnsi" w:cstheme="minorHAnsi"/>
          <w:b/>
          <w:bCs/>
          <w:i/>
          <w:iCs/>
        </w:rPr>
        <w:t xml:space="preserve"> (słownie w </w:t>
      </w:r>
      <w:r w:rsidR="00057CDB">
        <w:rPr>
          <w:rStyle w:val="TekstpodstawowyZnak"/>
          <w:rFonts w:asciiTheme="minorHAnsi" w:hAnsiTheme="minorHAnsi" w:cstheme="minorHAnsi"/>
          <w:b/>
          <w:bCs/>
          <w:i/>
          <w:iCs/>
        </w:rPr>
        <w:t>PLN / EUR / USD</w:t>
      </w:r>
      <w:r w:rsidRPr="002200AA">
        <w:rPr>
          <w:rStyle w:val="TekstpodstawowyZnak"/>
          <w:rFonts w:asciiTheme="minorHAnsi" w:hAnsiTheme="minorHAnsi" w:cstheme="minorHAnsi"/>
          <w:b/>
          <w:bCs/>
          <w:i/>
          <w:iCs/>
        </w:rPr>
        <w:t>: …………</w:t>
      </w:r>
      <w:r w:rsidR="00617332" w:rsidRPr="002200AA">
        <w:rPr>
          <w:rStyle w:val="TekstpodstawowyZnak"/>
          <w:rFonts w:asciiTheme="minorHAnsi" w:hAnsiTheme="minorHAnsi" w:cstheme="minorHAnsi"/>
          <w:b/>
          <w:bCs/>
          <w:i/>
          <w:iCs/>
        </w:rPr>
        <w:t>……..</w:t>
      </w:r>
      <w:r w:rsidRPr="002200AA">
        <w:rPr>
          <w:rStyle w:val="TekstpodstawowyZnak"/>
          <w:rFonts w:asciiTheme="minorHAnsi" w:hAnsiTheme="minorHAnsi" w:cstheme="minorHAnsi"/>
          <w:b/>
          <w:bCs/>
          <w:i/>
          <w:iCs/>
        </w:rPr>
        <w:t>…………….</w:t>
      </w:r>
      <w:r w:rsidR="00CF6024" w:rsidRPr="002200AA">
        <w:rPr>
          <w:rStyle w:val="TekstpodstawowyZnak"/>
          <w:rFonts w:asciiTheme="minorHAnsi" w:hAnsiTheme="minorHAnsi" w:cstheme="minorHAnsi"/>
          <w:b/>
          <w:bCs/>
          <w:i/>
          <w:iCs/>
        </w:rPr>
        <w:t xml:space="preserve"> </w:t>
      </w:r>
      <w:r w:rsidRPr="002200AA">
        <w:rPr>
          <w:rStyle w:val="TekstpodstawowyZnak"/>
          <w:rFonts w:asciiTheme="minorHAnsi" w:hAnsiTheme="minorHAnsi" w:cstheme="minorHAnsi"/>
          <w:b/>
          <w:bCs/>
          <w:i/>
          <w:iCs/>
        </w:rPr>
        <w:t xml:space="preserve">) płatna w </w:t>
      </w:r>
      <w:r w:rsidR="00057CDB">
        <w:rPr>
          <w:rStyle w:val="TekstpodstawowyZnak"/>
          <w:rFonts w:asciiTheme="minorHAnsi" w:hAnsiTheme="minorHAnsi" w:cstheme="minorHAnsi"/>
          <w:b/>
          <w:bCs/>
          <w:i/>
          <w:iCs/>
        </w:rPr>
        <w:t>PLN / EUR / USD</w:t>
      </w:r>
      <w:r w:rsidRPr="002200AA">
        <w:rPr>
          <w:rStyle w:val="TekstpodstawowyZnak"/>
          <w:rFonts w:asciiTheme="minorHAnsi" w:hAnsiTheme="minorHAnsi" w:cstheme="minorHAnsi"/>
          <w:b/>
          <w:bCs/>
          <w:i/>
          <w:iCs/>
        </w:rPr>
        <w:t xml:space="preserve">, zgodnie z postanowieniami </w:t>
      </w:r>
      <w:r w:rsidRPr="002200AA">
        <w:rPr>
          <w:rFonts w:asciiTheme="minorHAnsi" w:hAnsiTheme="minorHAnsi" w:cstheme="minorHAnsi"/>
          <w:b/>
          <w:i/>
          <w:iCs/>
        </w:rPr>
        <w:sym w:font="Arial" w:char="00A7"/>
      </w:r>
      <w:r w:rsidRPr="002200AA">
        <w:rPr>
          <w:rFonts w:asciiTheme="minorHAnsi" w:hAnsiTheme="minorHAnsi" w:cstheme="minorHAnsi"/>
          <w:b/>
          <w:bCs/>
          <w:i/>
          <w:iCs/>
        </w:rPr>
        <w:t>5 niniejszej umowy, powiększona o należny podatek VAT.</w:t>
      </w:r>
    </w:p>
    <w:p w14:paraId="5BE0A61B" w14:textId="77777777" w:rsidR="007B4399" w:rsidRPr="002200AA" w:rsidRDefault="007B4399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54512EB4" w14:textId="17085859" w:rsidR="004105A3" w:rsidRPr="002200AA" w:rsidRDefault="007B4399" w:rsidP="004105A3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pacing w:val="-3"/>
        </w:rPr>
      </w:pPr>
      <w:r w:rsidRPr="002200AA">
        <w:rPr>
          <w:rFonts w:asciiTheme="minorHAnsi" w:hAnsiTheme="minorHAnsi" w:cstheme="minorHAnsi"/>
          <w:color w:val="000000"/>
          <w:spacing w:val="-3"/>
        </w:rPr>
        <w:t xml:space="preserve">Cena </w:t>
      </w:r>
      <w:r w:rsidR="004E4E44" w:rsidRPr="002200AA">
        <w:rPr>
          <w:rFonts w:asciiTheme="minorHAnsi" w:hAnsiTheme="minorHAnsi" w:cstheme="minorHAnsi"/>
          <w:color w:val="000000"/>
          <w:spacing w:val="-3"/>
        </w:rPr>
        <w:t xml:space="preserve">Sprzedaży </w:t>
      </w:r>
      <w:r w:rsidRPr="002200AA">
        <w:rPr>
          <w:rFonts w:asciiTheme="minorHAnsi" w:hAnsiTheme="minorHAnsi" w:cstheme="minorHAnsi"/>
          <w:color w:val="000000"/>
          <w:spacing w:val="-3"/>
        </w:rPr>
        <w:t>obejmuje</w:t>
      </w:r>
      <w:r w:rsidR="00446DB6" w:rsidRPr="002200AA">
        <w:rPr>
          <w:rFonts w:asciiTheme="minorHAnsi" w:hAnsiTheme="minorHAnsi" w:cstheme="minorHAnsi"/>
          <w:color w:val="000000"/>
          <w:spacing w:val="-3"/>
        </w:rPr>
        <w:t>:</w:t>
      </w:r>
      <w:r w:rsidRPr="002200AA">
        <w:rPr>
          <w:rFonts w:asciiTheme="minorHAnsi" w:hAnsiTheme="minorHAnsi" w:cstheme="minorHAnsi"/>
          <w:color w:val="000000"/>
          <w:spacing w:val="-3"/>
        </w:rPr>
        <w:t xml:space="preserve"> Przedmiot Sprzedaży</w:t>
      </w:r>
      <w:r w:rsidR="004337AC" w:rsidRPr="002200AA">
        <w:rPr>
          <w:rFonts w:asciiTheme="minorHAnsi" w:hAnsiTheme="minorHAnsi" w:cstheme="minorHAnsi"/>
          <w:color w:val="000000"/>
          <w:spacing w:val="-3"/>
        </w:rPr>
        <w:t xml:space="preserve"> </w:t>
      </w:r>
      <w:r w:rsidR="004337AC" w:rsidRPr="002200AA">
        <w:rPr>
          <w:rFonts w:asciiTheme="minorHAnsi" w:hAnsiTheme="minorHAnsi" w:cstheme="minorHAnsi"/>
          <w:spacing w:val="-3"/>
        </w:rPr>
        <w:t>oraz</w:t>
      </w:r>
      <w:r w:rsidRPr="002200AA">
        <w:rPr>
          <w:rFonts w:asciiTheme="minorHAnsi" w:hAnsiTheme="minorHAnsi" w:cstheme="minorHAnsi"/>
          <w:spacing w:val="-3"/>
        </w:rPr>
        <w:t xml:space="preserve"> </w:t>
      </w:r>
      <w:r w:rsidR="004337AC" w:rsidRPr="002200AA">
        <w:rPr>
          <w:rFonts w:asciiTheme="minorHAnsi" w:hAnsiTheme="minorHAnsi" w:cstheme="minorHAnsi"/>
          <w:spacing w:val="-3"/>
        </w:rPr>
        <w:t>jego dostarczenie</w:t>
      </w:r>
      <w:r w:rsidR="00661B3D" w:rsidRPr="002200AA">
        <w:rPr>
          <w:rFonts w:asciiTheme="minorHAnsi" w:hAnsiTheme="minorHAnsi" w:cstheme="minorHAnsi"/>
          <w:spacing w:val="-3"/>
        </w:rPr>
        <w:t xml:space="preserve"> pod adres:</w:t>
      </w:r>
      <w:r w:rsidR="00446DB6" w:rsidRPr="002200AA">
        <w:rPr>
          <w:rFonts w:asciiTheme="minorHAnsi" w:hAnsiTheme="minorHAnsi" w:cstheme="minorHAnsi"/>
          <w:spacing w:val="-3"/>
        </w:rPr>
        <w:t xml:space="preserve"> ………………………</w:t>
      </w:r>
      <w:r w:rsidRPr="002200AA">
        <w:rPr>
          <w:rFonts w:asciiTheme="minorHAnsi" w:hAnsiTheme="minorHAnsi" w:cstheme="minorHAnsi"/>
          <w:spacing w:val="-3"/>
        </w:rPr>
        <w:t xml:space="preserve"> na warunkach </w:t>
      </w:r>
      <w:r w:rsidR="002B69FE" w:rsidRPr="002200AA">
        <w:rPr>
          <w:rFonts w:asciiTheme="minorHAnsi" w:hAnsiTheme="minorHAnsi" w:cstheme="minorHAnsi"/>
          <w:spacing w:val="-3"/>
        </w:rPr>
        <w:t>niniejszego paragrafu</w:t>
      </w:r>
      <w:r w:rsidR="00C81E3E" w:rsidRPr="002200AA">
        <w:rPr>
          <w:rFonts w:asciiTheme="minorHAnsi" w:hAnsiTheme="minorHAnsi" w:cstheme="minorHAnsi"/>
          <w:spacing w:val="-3"/>
        </w:rPr>
        <w:t>.</w:t>
      </w:r>
      <w:r w:rsidR="00446DB6" w:rsidRPr="002200AA">
        <w:rPr>
          <w:rFonts w:asciiTheme="minorHAnsi" w:hAnsiTheme="minorHAnsi" w:cstheme="minorHAnsi"/>
          <w:spacing w:val="-3"/>
        </w:rPr>
        <w:t xml:space="preserve"> </w:t>
      </w:r>
      <w:r w:rsidR="00C81E3E" w:rsidRPr="002200AA">
        <w:rPr>
          <w:rFonts w:asciiTheme="minorHAnsi" w:hAnsiTheme="minorHAnsi" w:cstheme="minorHAnsi"/>
          <w:color w:val="000000"/>
          <w:spacing w:val="-3"/>
        </w:rPr>
        <w:t xml:space="preserve">Cena obejmuje również </w:t>
      </w:r>
      <w:r w:rsidRPr="002200AA">
        <w:rPr>
          <w:rFonts w:asciiTheme="minorHAnsi" w:hAnsiTheme="minorHAnsi" w:cstheme="minorHAnsi"/>
          <w:color w:val="000000"/>
          <w:spacing w:val="-3"/>
        </w:rPr>
        <w:t xml:space="preserve">koszty dokumentacji technicznej, koszty montażu, </w:t>
      </w:r>
      <w:r w:rsidR="007C3A17" w:rsidRPr="002200AA">
        <w:rPr>
          <w:rFonts w:asciiTheme="minorHAnsi" w:hAnsiTheme="minorHAnsi" w:cstheme="minorHAnsi"/>
          <w:spacing w:val="-3"/>
        </w:rPr>
        <w:t xml:space="preserve">uruchomienia </w:t>
      </w:r>
      <w:r w:rsidRPr="002200AA">
        <w:rPr>
          <w:rFonts w:asciiTheme="minorHAnsi" w:hAnsiTheme="minorHAnsi" w:cstheme="minorHAnsi"/>
          <w:spacing w:val="-3"/>
        </w:rPr>
        <w:t>oraz kurs obsługi maszyny i oprogramowania.</w:t>
      </w:r>
    </w:p>
    <w:p w14:paraId="49798183" w14:textId="77777777" w:rsidR="004105A3" w:rsidRPr="002200AA" w:rsidRDefault="007B4399" w:rsidP="004105A3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pacing w:val="-3"/>
        </w:rPr>
      </w:pPr>
      <w:r w:rsidRPr="002200AA">
        <w:rPr>
          <w:rFonts w:asciiTheme="minorHAnsi" w:hAnsiTheme="minorHAnsi" w:cstheme="minorHAnsi"/>
          <w:color w:val="000000"/>
          <w:spacing w:val="-3"/>
        </w:rPr>
        <w:t xml:space="preserve">Cena nie obejmuje kosztów rozładunku Maszyny </w:t>
      </w:r>
      <w:r w:rsidR="00446DB6" w:rsidRPr="002200AA">
        <w:rPr>
          <w:rFonts w:asciiTheme="minorHAnsi" w:hAnsiTheme="minorHAnsi" w:cstheme="minorHAnsi"/>
          <w:color w:val="000000"/>
          <w:spacing w:val="-3"/>
        </w:rPr>
        <w:t xml:space="preserve">u KUPUJĄCEGO </w:t>
      </w:r>
      <w:r w:rsidRPr="002200AA">
        <w:rPr>
          <w:rFonts w:asciiTheme="minorHAnsi" w:hAnsiTheme="minorHAnsi" w:cstheme="minorHAnsi"/>
          <w:color w:val="000000"/>
          <w:spacing w:val="-3"/>
        </w:rPr>
        <w:t>oraz nie obejmuje kosztów</w:t>
      </w:r>
      <w:r w:rsidRPr="002200AA">
        <w:rPr>
          <w:rFonts w:asciiTheme="minorHAnsi" w:hAnsiTheme="minorHAnsi" w:cstheme="minorHAnsi"/>
        </w:rPr>
        <w:t xml:space="preserve"> transportu wewnątrzzakładowego Maszyny. Czynności te są w gestii K</w:t>
      </w:r>
      <w:r w:rsidR="00446DB6" w:rsidRPr="002200AA">
        <w:rPr>
          <w:rFonts w:asciiTheme="minorHAnsi" w:hAnsiTheme="minorHAnsi" w:cstheme="minorHAnsi"/>
        </w:rPr>
        <w:t>UPUJĄCEGO</w:t>
      </w:r>
      <w:r w:rsidRPr="002200AA">
        <w:rPr>
          <w:rFonts w:asciiTheme="minorHAnsi" w:hAnsiTheme="minorHAnsi" w:cstheme="minorHAnsi"/>
        </w:rPr>
        <w:t>. Cena nie obejmuje również ubezpieczenia tych czynności.</w:t>
      </w:r>
    </w:p>
    <w:p w14:paraId="556A5B6D" w14:textId="77777777" w:rsidR="007B4399" w:rsidRPr="002200AA" w:rsidRDefault="007B4399" w:rsidP="004105A3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pacing w:val="-3"/>
        </w:rPr>
      </w:pPr>
      <w:r w:rsidRPr="002200AA">
        <w:rPr>
          <w:rFonts w:asciiTheme="minorHAnsi" w:hAnsiTheme="minorHAnsi" w:cstheme="minorHAnsi"/>
          <w:color w:val="000000"/>
          <w:spacing w:val="-3"/>
        </w:rPr>
        <w:t>KUPUJĄCY ubezpieczy we własnym zakresie i na własny koszt Maszynę na czas rozładunku,</w:t>
      </w:r>
      <w:r w:rsidRPr="002200AA">
        <w:rPr>
          <w:rFonts w:asciiTheme="minorHAnsi" w:hAnsiTheme="minorHAnsi" w:cstheme="minorHAnsi"/>
        </w:rPr>
        <w:t xml:space="preserve"> transportu wewnątrzzakładowego oraz na czas</w:t>
      </w:r>
      <w:r w:rsidR="00446DB6" w:rsidRPr="002200AA">
        <w:rPr>
          <w:rFonts w:asciiTheme="minorHAnsi" w:hAnsiTheme="minorHAnsi" w:cstheme="minorHAnsi"/>
        </w:rPr>
        <w:t xml:space="preserve"> montażu, przed jej dostawą pod rygorem ponoszenia pełnej odpowiedzialności za jej utratę bądź uszkodzenie podczas ww. czynności.</w:t>
      </w:r>
    </w:p>
    <w:p w14:paraId="44AFBCDE" w14:textId="77777777" w:rsidR="00E74DE9" w:rsidRPr="002200AA" w:rsidRDefault="00E74DE9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24ED6DF0" w14:textId="77777777" w:rsidR="007B4399" w:rsidRPr="002200AA" w:rsidRDefault="007B4399" w:rsidP="00E74DE9">
      <w:pPr>
        <w:tabs>
          <w:tab w:val="left" w:pos="3969"/>
        </w:tabs>
        <w:spacing w:line="276" w:lineRule="auto"/>
        <w:ind w:left="3969" w:hanging="3969"/>
        <w:jc w:val="both"/>
        <w:rPr>
          <w:rFonts w:asciiTheme="minorHAnsi" w:hAnsiTheme="minorHAnsi" w:cstheme="minorHAnsi"/>
          <w:b/>
        </w:rPr>
      </w:pPr>
      <w:r w:rsidRPr="002200AA">
        <w:rPr>
          <w:rFonts w:asciiTheme="minorHAnsi" w:hAnsiTheme="minorHAnsi" w:cstheme="minorHAnsi"/>
          <w:b/>
        </w:rPr>
        <w:t>§ 3. TERMIN I WARUNKI DOSTAWY</w:t>
      </w:r>
    </w:p>
    <w:p w14:paraId="50C578FD" w14:textId="4958E696" w:rsidR="0023230C" w:rsidRPr="00150395" w:rsidRDefault="0023230C" w:rsidP="0023230C">
      <w:pPr>
        <w:pStyle w:val="Akapitzlist"/>
        <w:numPr>
          <w:ilvl w:val="0"/>
          <w:numId w:val="41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150395">
        <w:rPr>
          <w:rFonts w:asciiTheme="minorHAnsi" w:hAnsiTheme="minorHAnsi" w:cstheme="minorHAnsi"/>
        </w:rPr>
        <w:t xml:space="preserve">Dostawa Maszyny nastąpi pomiędzy </w:t>
      </w:r>
      <w:r w:rsidR="00E24A0D" w:rsidRPr="00150395">
        <w:rPr>
          <w:rFonts w:asciiTheme="minorHAnsi" w:hAnsiTheme="minorHAnsi" w:cstheme="minorHAnsi"/>
        </w:rPr>
        <w:t xml:space="preserve">dniem </w:t>
      </w:r>
      <w:r w:rsidRPr="00150395">
        <w:rPr>
          <w:rFonts w:asciiTheme="minorHAnsi" w:hAnsiTheme="minorHAnsi" w:cstheme="minorHAnsi"/>
        </w:rPr>
        <w:t>…</w:t>
      </w:r>
      <w:r w:rsidR="002200AA" w:rsidRPr="00150395">
        <w:rPr>
          <w:rFonts w:asciiTheme="minorHAnsi" w:hAnsiTheme="minorHAnsi" w:cstheme="minorHAnsi"/>
        </w:rPr>
        <w:t>…………</w:t>
      </w:r>
      <w:r w:rsidRPr="00150395">
        <w:rPr>
          <w:rFonts w:asciiTheme="minorHAnsi" w:hAnsiTheme="minorHAnsi" w:cstheme="minorHAnsi"/>
        </w:rPr>
        <w:t>…… r.</w:t>
      </w:r>
      <w:r w:rsidR="00E24A0D" w:rsidRPr="00150395">
        <w:rPr>
          <w:rFonts w:asciiTheme="minorHAnsi" w:hAnsiTheme="minorHAnsi" w:cstheme="minorHAnsi"/>
        </w:rPr>
        <w:t xml:space="preserve"> a dniem .....</w:t>
      </w:r>
      <w:r w:rsidR="002200AA" w:rsidRPr="00150395">
        <w:rPr>
          <w:rFonts w:asciiTheme="minorHAnsi" w:hAnsiTheme="minorHAnsi" w:cstheme="minorHAnsi"/>
        </w:rPr>
        <w:t>......</w:t>
      </w:r>
      <w:r w:rsidR="00E24A0D" w:rsidRPr="00150395">
        <w:rPr>
          <w:rFonts w:asciiTheme="minorHAnsi" w:hAnsiTheme="minorHAnsi" w:cstheme="minorHAnsi"/>
        </w:rPr>
        <w:t xml:space="preserve">.... </w:t>
      </w:r>
      <w:r w:rsidR="002200AA" w:rsidRPr="00150395">
        <w:rPr>
          <w:rFonts w:asciiTheme="minorHAnsi" w:hAnsiTheme="minorHAnsi" w:cstheme="minorHAnsi"/>
        </w:rPr>
        <w:t xml:space="preserve">r. </w:t>
      </w:r>
      <w:r w:rsidR="00E24A0D" w:rsidRPr="00150395">
        <w:rPr>
          <w:rFonts w:asciiTheme="minorHAnsi" w:hAnsiTheme="minorHAnsi" w:cstheme="minorHAnsi"/>
        </w:rPr>
        <w:t xml:space="preserve">pod warunkiem </w:t>
      </w:r>
      <w:r w:rsidRPr="00150395">
        <w:rPr>
          <w:rFonts w:asciiTheme="minorHAnsi" w:hAnsiTheme="minorHAnsi" w:cstheme="minorHAnsi"/>
        </w:rPr>
        <w:t>podpisani</w:t>
      </w:r>
      <w:r w:rsidR="00E24A0D" w:rsidRPr="00150395">
        <w:rPr>
          <w:rFonts w:asciiTheme="minorHAnsi" w:hAnsiTheme="minorHAnsi" w:cstheme="minorHAnsi"/>
        </w:rPr>
        <w:t>a</w:t>
      </w:r>
      <w:r w:rsidRPr="00150395">
        <w:rPr>
          <w:rFonts w:asciiTheme="minorHAnsi" w:hAnsiTheme="minorHAnsi" w:cstheme="minorHAnsi"/>
        </w:rPr>
        <w:t xml:space="preserve"> Umowy przez obie Strony</w:t>
      </w:r>
      <w:r w:rsidR="00E24A0D" w:rsidRPr="00150395">
        <w:rPr>
          <w:rFonts w:asciiTheme="minorHAnsi" w:hAnsiTheme="minorHAnsi" w:cstheme="minorHAnsi"/>
        </w:rPr>
        <w:t xml:space="preserve"> do dnia .....</w:t>
      </w:r>
      <w:r w:rsidR="002200AA" w:rsidRPr="00150395">
        <w:rPr>
          <w:rFonts w:asciiTheme="minorHAnsi" w:hAnsiTheme="minorHAnsi" w:cstheme="minorHAnsi"/>
        </w:rPr>
        <w:t>.......</w:t>
      </w:r>
      <w:r w:rsidR="00E24A0D" w:rsidRPr="00150395">
        <w:rPr>
          <w:rFonts w:asciiTheme="minorHAnsi" w:hAnsiTheme="minorHAnsi" w:cstheme="minorHAnsi"/>
        </w:rPr>
        <w:t xml:space="preserve">. </w:t>
      </w:r>
      <w:r w:rsidRPr="00150395">
        <w:rPr>
          <w:rFonts w:asciiTheme="minorHAnsi" w:hAnsiTheme="minorHAnsi" w:cstheme="minorHAnsi"/>
        </w:rPr>
        <w:t>i terminowej wpł</w:t>
      </w:r>
      <w:r w:rsidR="002B69FE" w:rsidRPr="00150395">
        <w:rPr>
          <w:rFonts w:asciiTheme="minorHAnsi" w:hAnsiTheme="minorHAnsi" w:cstheme="minorHAnsi"/>
        </w:rPr>
        <w:t>a</w:t>
      </w:r>
      <w:r w:rsidR="00E24A0D" w:rsidRPr="00150395">
        <w:rPr>
          <w:rFonts w:asciiTheme="minorHAnsi" w:hAnsiTheme="minorHAnsi" w:cstheme="minorHAnsi"/>
        </w:rPr>
        <w:t>ty</w:t>
      </w:r>
      <w:r w:rsidRPr="00150395">
        <w:rPr>
          <w:rFonts w:asciiTheme="minorHAnsi" w:hAnsiTheme="minorHAnsi" w:cstheme="minorHAnsi"/>
        </w:rPr>
        <w:t xml:space="preserve"> przez KUPUJĄCEGO zaliczki zgodnie z § 5 ust. 1 lit. a i b, z zastrzeżeniem </w:t>
      </w:r>
      <w:r w:rsidR="00E24A0D" w:rsidRPr="00150395">
        <w:rPr>
          <w:rFonts w:asciiTheme="minorHAnsi" w:hAnsiTheme="minorHAnsi" w:cstheme="minorHAnsi"/>
        </w:rPr>
        <w:t>ust. 2) poniżej.</w:t>
      </w:r>
    </w:p>
    <w:p w14:paraId="025A7FBE" w14:textId="4665DB7F" w:rsidR="004A67E7" w:rsidRPr="002200AA" w:rsidRDefault="007B4399" w:rsidP="002200AA">
      <w:pPr>
        <w:pStyle w:val="Akapitzlist"/>
        <w:numPr>
          <w:ilvl w:val="0"/>
          <w:numId w:val="41"/>
        </w:numPr>
        <w:tabs>
          <w:tab w:val="left" w:pos="0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Dostawa nastąpi w dniu roboczym.</w:t>
      </w:r>
    </w:p>
    <w:p w14:paraId="64E34994" w14:textId="77777777" w:rsidR="004A67E7" w:rsidRPr="002200AA" w:rsidRDefault="00661B3D" w:rsidP="002200AA">
      <w:pPr>
        <w:pStyle w:val="Akapitzlist"/>
        <w:numPr>
          <w:ilvl w:val="0"/>
          <w:numId w:val="41"/>
        </w:numPr>
        <w:tabs>
          <w:tab w:val="left" w:pos="0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 xml:space="preserve">SPRZEDAJĄCY </w:t>
      </w:r>
      <w:r w:rsidR="007B4399" w:rsidRPr="002200AA">
        <w:rPr>
          <w:rFonts w:asciiTheme="minorHAnsi" w:hAnsiTheme="minorHAnsi" w:cstheme="minorHAnsi"/>
        </w:rPr>
        <w:t xml:space="preserve">w dniu </w:t>
      </w:r>
      <w:r w:rsidR="00235956" w:rsidRPr="002200AA">
        <w:rPr>
          <w:rFonts w:asciiTheme="minorHAnsi" w:hAnsiTheme="minorHAnsi" w:cstheme="minorHAnsi"/>
        </w:rPr>
        <w:t>wydania Maszyny</w:t>
      </w:r>
      <w:r w:rsidR="007B4399" w:rsidRPr="002200AA">
        <w:rPr>
          <w:rFonts w:asciiTheme="minorHAnsi" w:hAnsiTheme="minorHAnsi" w:cstheme="minorHAnsi"/>
        </w:rPr>
        <w:t xml:space="preserve"> wyda </w:t>
      </w:r>
      <w:r w:rsidRPr="002200AA">
        <w:rPr>
          <w:rFonts w:asciiTheme="minorHAnsi" w:hAnsiTheme="minorHAnsi" w:cstheme="minorHAnsi"/>
        </w:rPr>
        <w:t xml:space="preserve">KUPUJĄCEMU </w:t>
      </w:r>
      <w:r w:rsidR="00235956" w:rsidRPr="002200AA">
        <w:rPr>
          <w:rFonts w:asciiTheme="minorHAnsi" w:hAnsiTheme="minorHAnsi" w:cstheme="minorHAnsi"/>
        </w:rPr>
        <w:t>instrukcję obsługi</w:t>
      </w:r>
      <w:r w:rsidR="007B4399" w:rsidRPr="002200AA">
        <w:rPr>
          <w:rFonts w:asciiTheme="minorHAnsi" w:hAnsiTheme="minorHAnsi" w:cstheme="minorHAnsi"/>
        </w:rPr>
        <w:t xml:space="preserve"> Maszyny.</w:t>
      </w:r>
    </w:p>
    <w:p w14:paraId="7E8A9D63" w14:textId="77777777" w:rsidR="004A67E7" w:rsidRPr="002200AA" w:rsidRDefault="007B4399" w:rsidP="002200AA">
      <w:pPr>
        <w:pStyle w:val="Akapitzlist"/>
        <w:numPr>
          <w:ilvl w:val="0"/>
          <w:numId w:val="41"/>
        </w:numPr>
        <w:tabs>
          <w:tab w:val="left" w:pos="0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KUPUJĄCY jest zobowiązany przeprowadzić na własny koszt i ryzyko prace rozładunkowe oraz przewieźć Maszynę do miejsca jej ostatecznego ustawienia bezpośrednio po dostawie, jednak nie później niż w ciągu jednego dnia roboczego od dnia dostawy.</w:t>
      </w:r>
    </w:p>
    <w:p w14:paraId="4134DF82" w14:textId="1C8740C0" w:rsidR="00626BDC" w:rsidRPr="002200AA" w:rsidRDefault="007B4399" w:rsidP="002200AA">
      <w:pPr>
        <w:pStyle w:val="Akapitzlist"/>
        <w:numPr>
          <w:ilvl w:val="0"/>
          <w:numId w:val="41"/>
        </w:numPr>
        <w:tabs>
          <w:tab w:val="left" w:pos="0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SPRZEDAJĄCY udostępnia KUPUJĄCEMU opracowane warunki ustawienia Maszyny, które KUPUJĄCY uwzględni również pr</w:t>
      </w:r>
      <w:r w:rsidR="00661B3D" w:rsidRPr="002200AA">
        <w:rPr>
          <w:rFonts w:asciiTheme="minorHAnsi" w:hAnsiTheme="minorHAnsi" w:cstheme="minorHAnsi"/>
        </w:rPr>
        <w:t>zy rozładunku Maszyny, o którym mowa w § 4 Umowy</w:t>
      </w:r>
      <w:r w:rsidRPr="002200AA">
        <w:rPr>
          <w:rFonts w:asciiTheme="minorHAnsi" w:hAnsiTheme="minorHAnsi" w:cstheme="minorHAnsi"/>
        </w:rPr>
        <w:t>.</w:t>
      </w:r>
    </w:p>
    <w:p w14:paraId="579AC562" w14:textId="2C16365C" w:rsidR="00626BDC" w:rsidRDefault="00626BDC" w:rsidP="002200AA">
      <w:pPr>
        <w:pStyle w:val="Akapitzlist"/>
        <w:numPr>
          <w:ilvl w:val="0"/>
          <w:numId w:val="41"/>
        </w:numPr>
        <w:tabs>
          <w:tab w:val="left" w:pos="0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 xml:space="preserve">W przypadku, gdy z przyczyn leżących po stronie Kupującego, nie będzie </w:t>
      </w:r>
      <w:r w:rsidR="00945546" w:rsidRPr="002200AA">
        <w:rPr>
          <w:rFonts w:asciiTheme="minorHAnsi" w:hAnsiTheme="minorHAnsi" w:cstheme="minorHAnsi"/>
        </w:rPr>
        <w:t xml:space="preserve">on </w:t>
      </w:r>
      <w:r w:rsidRPr="002200AA">
        <w:rPr>
          <w:rFonts w:asciiTheme="minorHAnsi" w:hAnsiTheme="minorHAnsi" w:cstheme="minorHAnsi"/>
        </w:rPr>
        <w:t xml:space="preserve">gotowy do przyjęcia dostawy Maszyny </w:t>
      </w:r>
      <w:r w:rsidR="00945546" w:rsidRPr="002200AA">
        <w:rPr>
          <w:rFonts w:asciiTheme="minorHAnsi" w:hAnsiTheme="minorHAnsi" w:cstheme="minorHAnsi"/>
        </w:rPr>
        <w:t>w terminie określonym w §3 ust.1., Maszyna zostaje zmagazynowana przez Sprzedającego</w:t>
      </w:r>
      <w:r w:rsidR="00AA17B7" w:rsidRPr="002200AA">
        <w:rPr>
          <w:rFonts w:asciiTheme="minorHAnsi" w:hAnsiTheme="minorHAnsi" w:cstheme="minorHAnsi"/>
        </w:rPr>
        <w:t xml:space="preserve"> a</w:t>
      </w:r>
      <w:r w:rsidR="00945546" w:rsidRPr="002200AA">
        <w:rPr>
          <w:rFonts w:asciiTheme="minorHAnsi" w:hAnsiTheme="minorHAnsi" w:cstheme="minorHAnsi"/>
        </w:rPr>
        <w:t xml:space="preserve"> koszty magazynowania pokryje Kupujący</w:t>
      </w:r>
      <w:r w:rsidRPr="002200AA">
        <w:rPr>
          <w:rFonts w:asciiTheme="minorHAnsi" w:hAnsiTheme="minorHAnsi" w:cstheme="minorHAnsi"/>
        </w:rPr>
        <w:t>.</w:t>
      </w:r>
    </w:p>
    <w:p w14:paraId="6B303711" w14:textId="7C9713FE" w:rsidR="00057CDB" w:rsidRPr="00C1386C" w:rsidRDefault="00057CDB" w:rsidP="007415D3">
      <w:pPr>
        <w:pStyle w:val="Akapitzlist"/>
        <w:numPr>
          <w:ilvl w:val="0"/>
          <w:numId w:val="41"/>
        </w:numPr>
        <w:tabs>
          <w:tab w:val="left" w:pos="0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C1386C">
        <w:rPr>
          <w:rFonts w:asciiTheme="minorHAnsi" w:hAnsiTheme="minorHAnsi" w:cstheme="minorHAnsi"/>
        </w:rPr>
        <w:t xml:space="preserve">Za każdy dzień opóźnienia dostawy maszyny ,Sprzedający zapłaci Kupującemu karę w wysokości 1% wartości maszyny podanej w  </w:t>
      </w:r>
      <w:r w:rsidR="007415D3" w:rsidRPr="00C1386C">
        <w:rPr>
          <w:rFonts w:asciiTheme="minorHAnsi" w:hAnsiTheme="minorHAnsi" w:cstheme="minorHAnsi"/>
        </w:rPr>
        <w:t>§ 2 ust. 1</w:t>
      </w:r>
      <w:r w:rsidR="00F95DB9" w:rsidRPr="00C1386C">
        <w:rPr>
          <w:rFonts w:asciiTheme="minorHAnsi" w:hAnsiTheme="minorHAnsi" w:cstheme="minorHAnsi"/>
        </w:rPr>
        <w:t>.</w:t>
      </w:r>
      <w:r w:rsidR="0065285A" w:rsidRPr="00C1386C">
        <w:rPr>
          <w:rFonts w:asciiTheme="minorHAnsi" w:hAnsiTheme="minorHAnsi" w:cstheme="minorHAnsi"/>
        </w:rPr>
        <w:t xml:space="preserve"> Łączna wysokość kar umownych z tytułu opóźnienia w dostawie przedmiotu umowy to 10% ceny sprzedaży netto.</w:t>
      </w:r>
    </w:p>
    <w:p w14:paraId="55B61C5A" w14:textId="77777777" w:rsidR="00E74DE9" w:rsidRPr="002200AA" w:rsidRDefault="00E74DE9" w:rsidP="00E74DE9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466A8109" w14:textId="77777777" w:rsidR="007B4399" w:rsidRPr="002200AA" w:rsidRDefault="007B4399" w:rsidP="00E74DE9">
      <w:pPr>
        <w:spacing w:line="276" w:lineRule="auto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  <w:b/>
        </w:rPr>
        <w:t>§ 4. WARUNKI MONTAŻU I URUCHOMIENIA</w:t>
      </w:r>
    </w:p>
    <w:p w14:paraId="7EE51606" w14:textId="1E9F85C5" w:rsidR="007B4399" w:rsidRPr="002200AA" w:rsidRDefault="007B4399" w:rsidP="001B76CB">
      <w:pPr>
        <w:pStyle w:val="Akapitzlist"/>
        <w:numPr>
          <w:ilvl w:val="0"/>
          <w:numId w:val="3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 xml:space="preserve">Rozpoczęcie montażu Maszyny nastąpi w </w:t>
      </w:r>
      <w:r w:rsidR="00150395">
        <w:rPr>
          <w:rFonts w:asciiTheme="minorHAnsi" w:hAnsiTheme="minorHAnsi" w:cstheme="minorHAnsi"/>
        </w:rPr>
        <w:t xml:space="preserve">dniu dostawy, </w:t>
      </w:r>
      <w:r w:rsidRPr="002200AA">
        <w:rPr>
          <w:rFonts w:asciiTheme="minorHAnsi" w:hAnsiTheme="minorHAnsi" w:cstheme="minorHAnsi"/>
        </w:rPr>
        <w:t>po pisemnym zgłoszeniu przez KUPUJĄCEGO gotowości Maszyny do montażu</w:t>
      </w:r>
      <w:r w:rsidR="000E5236" w:rsidRPr="002200AA">
        <w:rPr>
          <w:rFonts w:asciiTheme="minorHAnsi" w:hAnsiTheme="minorHAnsi" w:cstheme="minorHAnsi"/>
        </w:rPr>
        <w:t xml:space="preserve"> i uruchomienia</w:t>
      </w:r>
      <w:r w:rsidRPr="002200AA">
        <w:rPr>
          <w:rFonts w:asciiTheme="minorHAnsi" w:hAnsiTheme="minorHAnsi" w:cstheme="minorHAnsi"/>
        </w:rPr>
        <w:t>.</w:t>
      </w:r>
    </w:p>
    <w:p w14:paraId="358AE9A1" w14:textId="02486048" w:rsidR="007B4399" w:rsidRPr="002200AA" w:rsidRDefault="007B4399" w:rsidP="001B76CB">
      <w:pPr>
        <w:pStyle w:val="Akapitzlist"/>
        <w:numPr>
          <w:ilvl w:val="0"/>
          <w:numId w:val="3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Czas trwania montażu, uruchomienia i szkolenia</w:t>
      </w:r>
      <w:r w:rsidR="002200AA">
        <w:rPr>
          <w:rFonts w:asciiTheme="minorHAnsi" w:hAnsiTheme="minorHAnsi" w:cstheme="minorHAnsi"/>
        </w:rPr>
        <w:t xml:space="preserve"> </w:t>
      </w:r>
      <w:r w:rsidRPr="002200AA">
        <w:rPr>
          <w:rFonts w:asciiTheme="minorHAnsi" w:hAnsiTheme="minorHAnsi" w:cstheme="minorHAnsi"/>
        </w:rPr>
        <w:t xml:space="preserve">– do </w:t>
      </w:r>
      <w:r w:rsidR="002200AA">
        <w:rPr>
          <w:rFonts w:asciiTheme="minorHAnsi" w:hAnsiTheme="minorHAnsi" w:cstheme="minorHAnsi"/>
        </w:rPr>
        <w:t>15</w:t>
      </w:r>
      <w:r w:rsidR="00A24027" w:rsidRPr="002200AA">
        <w:rPr>
          <w:rFonts w:asciiTheme="minorHAnsi" w:hAnsiTheme="minorHAnsi" w:cstheme="minorHAnsi"/>
        </w:rPr>
        <w:t xml:space="preserve"> </w:t>
      </w:r>
      <w:r w:rsidRPr="002200AA">
        <w:rPr>
          <w:rFonts w:asciiTheme="minorHAnsi" w:hAnsiTheme="minorHAnsi" w:cstheme="minorHAnsi"/>
        </w:rPr>
        <w:t xml:space="preserve">dni roboczych w tym </w:t>
      </w:r>
      <w:r w:rsidR="002200AA">
        <w:rPr>
          <w:rFonts w:asciiTheme="minorHAnsi" w:hAnsiTheme="minorHAnsi" w:cstheme="minorHAnsi"/>
        </w:rPr>
        <w:t>4</w:t>
      </w:r>
      <w:r w:rsidRPr="002200AA">
        <w:rPr>
          <w:rFonts w:asciiTheme="minorHAnsi" w:hAnsiTheme="minorHAnsi" w:cstheme="minorHAnsi"/>
        </w:rPr>
        <w:t xml:space="preserve"> dni </w:t>
      </w:r>
      <w:r w:rsidR="00DF6B37" w:rsidRPr="002200AA">
        <w:rPr>
          <w:rFonts w:asciiTheme="minorHAnsi" w:hAnsiTheme="minorHAnsi" w:cstheme="minorHAnsi"/>
        </w:rPr>
        <w:t>szkolenia z obsługi maszyny</w:t>
      </w:r>
      <w:r w:rsidRPr="002200AA">
        <w:rPr>
          <w:rFonts w:asciiTheme="minorHAnsi" w:hAnsiTheme="minorHAnsi" w:cstheme="minorHAnsi"/>
        </w:rPr>
        <w:t>.</w:t>
      </w:r>
    </w:p>
    <w:p w14:paraId="2D318C4C" w14:textId="714FDD3A" w:rsidR="007939AC" w:rsidRPr="002200AA" w:rsidRDefault="007B4399" w:rsidP="007939AC">
      <w:pPr>
        <w:pStyle w:val="Akapitzlist"/>
        <w:numPr>
          <w:ilvl w:val="0"/>
          <w:numId w:val="3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 xml:space="preserve">Warunkiem rozpoczęcia montażu i uruchomienia Maszyny jest uprzednie spełnienie przez KUPUJĄCEGO wszystkich założeń warunków ustawienia Maszyny jak i planu ustawienia Maszyny oraz </w:t>
      </w:r>
      <w:r w:rsidR="00215853" w:rsidRPr="002200AA">
        <w:rPr>
          <w:rFonts w:asciiTheme="minorHAnsi" w:hAnsiTheme="minorHAnsi" w:cstheme="minorHAnsi"/>
        </w:rPr>
        <w:t>wytycznych</w:t>
      </w:r>
      <w:r w:rsidR="00235956" w:rsidRPr="002200AA">
        <w:rPr>
          <w:rFonts w:asciiTheme="minorHAnsi" w:hAnsiTheme="minorHAnsi" w:cstheme="minorHAnsi"/>
        </w:rPr>
        <w:t xml:space="preserve"> odnośnie</w:t>
      </w:r>
      <w:r w:rsidRPr="002200AA">
        <w:rPr>
          <w:rFonts w:asciiTheme="minorHAnsi" w:hAnsiTheme="minorHAnsi" w:cstheme="minorHAnsi"/>
        </w:rPr>
        <w:t xml:space="preserve"> fundamentu. Na ich podstawie KUPUJĄCY jest zobowiązany przygotować pomieszczenie, przyłącza oraz </w:t>
      </w:r>
      <w:r w:rsidR="009C7A2C" w:rsidRPr="002200AA">
        <w:rPr>
          <w:rFonts w:asciiTheme="minorHAnsi" w:hAnsiTheme="minorHAnsi" w:cstheme="minorHAnsi"/>
        </w:rPr>
        <w:t xml:space="preserve">- </w:t>
      </w:r>
      <w:r w:rsidRPr="002200AA">
        <w:rPr>
          <w:rFonts w:asciiTheme="minorHAnsi" w:hAnsiTheme="minorHAnsi" w:cstheme="minorHAnsi"/>
        </w:rPr>
        <w:t xml:space="preserve">o ile jest to konieczne </w:t>
      </w:r>
      <w:r w:rsidR="009C7A2C" w:rsidRPr="002200AA">
        <w:rPr>
          <w:rFonts w:asciiTheme="minorHAnsi" w:hAnsiTheme="minorHAnsi" w:cstheme="minorHAnsi"/>
        </w:rPr>
        <w:t xml:space="preserve">- </w:t>
      </w:r>
      <w:r w:rsidRPr="002200AA">
        <w:rPr>
          <w:rFonts w:asciiTheme="minorHAnsi" w:hAnsiTheme="minorHAnsi" w:cstheme="minorHAnsi"/>
        </w:rPr>
        <w:t>odpowiedni fundament.</w:t>
      </w:r>
      <w:r w:rsidR="007939AC" w:rsidRPr="002200AA">
        <w:rPr>
          <w:rFonts w:asciiTheme="minorHAnsi" w:hAnsiTheme="minorHAnsi" w:cstheme="minorHAnsi"/>
        </w:rPr>
        <w:t xml:space="preserve"> Czynności te KUPUJĄCY wykona przed planowanym terminem dostawy Maszyny określonym w </w:t>
      </w:r>
      <w:r w:rsidR="0039228A" w:rsidRPr="002200AA">
        <w:rPr>
          <w:rFonts w:asciiTheme="minorHAnsi" w:hAnsiTheme="minorHAnsi" w:cstheme="minorHAnsi"/>
        </w:rPr>
        <w:t>§3 ust.1.</w:t>
      </w:r>
    </w:p>
    <w:p w14:paraId="60E00C09" w14:textId="03A9223A" w:rsidR="007B4399" w:rsidRPr="002200AA" w:rsidRDefault="007B4399" w:rsidP="001B76CB">
      <w:pPr>
        <w:pStyle w:val="Akapitzlist"/>
        <w:numPr>
          <w:ilvl w:val="0"/>
          <w:numId w:val="3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lastRenderedPageBreak/>
        <w:t xml:space="preserve">SPRZEDAJĄCY dostarczy KUPUJĄCEMU warunki ustawienia Maszyny jak i plan ustawienia Maszyny oraz </w:t>
      </w:r>
      <w:r w:rsidR="00235956" w:rsidRPr="002200AA">
        <w:rPr>
          <w:rFonts w:asciiTheme="minorHAnsi" w:hAnsiTheme="minorHAnsi" w:cstheme="minorHAnsi"/>
        </w:rPr>
        <w:t xml:space="preserve">wytyczne odnośnie </w:t>
      </w:r>
      <w:r w:rsidRPr="002200AA">
        <w:rPr>
          <w:rFonts w:asciiTheme="minorHAnsi" w:hAnsiTheme="minorHAnsi" w:cstheme="minorHAnsi"/>
        </w:rPr>
        <w:t>fundamentu</w:t>
      </w:r>
      <w:r w:rsidR="00A24027" w:rsidRPr="002200AA">
        <w:rPr>
          <w:rFonts w:asciiTheme="minorHAnsi" w:hAnsiTheme="minorHAnsi" w:cstheme="minorHAnsi"/>
        </w:rPr>
        <w:t xml:space="preserve"> w ciągu </w:t>
      </w:r>
      <w:r w:rsidR="00150395">
        <w:rPr>
          <w:rFonts w:asciiTheme="minorHAnsi" w:hAnsiTheme="minorHAnsi" w:cstheme="minorHAnsi"/>
        </w:rPr>
        <w:t>14</w:t>
      </w:r>
      <w:r w:rsidR="00A24027" w:rsidRPr="002200AA">
        <w:rPr>
          <w:rFonts w:asciiTheme="minorHAnsi" w:hAnsiTheme="minorHAnsi" w:cstheme="minorHAnsi"/>
        </w:rPr>
        <w:t xml:space="preserve"> dni od dnia podpisania Umowy</w:t>
      </w:r>
      <w:r w:rsidRPr="002200AA">
        <w:rPr>
          <w:rFonts w:asciiTheme="minorHAnsi" w:hAnsiTheme="minorHAnsi" w:cstheme="minorHAnsi"/>
        </w:rPr>
        <w:t>.</w:t>
      </w:r>
    </w:p>
    <w:p w14:paraId="0E3A999A" w14:textId="77777777" w:rsidR="007B4399" w:rsidRPr="002200AA" w:rsidRDefault="007B4399" w:rsidP="001B76CB">
      <w:pPr>
        <w:pStyle w:val="Akapitzlist"/>
        <w:numPr>
          <w:ilvl w:val="0"/>
          <w:numId w:val="3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Montażu i uruchomienia M</w:t>
      </w:r>
      <w:r w:rsidR="009C7A2C" w:rsidRPr="002200AA">
        <w:rPr>
          <w:rFonts w:asciiTheme="minorHAnsi" w:hAnsiTheme="minorHAnsi" w:cstheme="minorHAnsi"/>
        </w:rPr>
        <w:t xml:space="preserve">aszyny dokonuje </w:t>
      </w:r>
      <w:r w:rsidR="00A24027" w:rsidRPr="002200AA">
        <w:rPr>
          <w:rFonts w:asciiTheme="minorHAnsi" w:hAnsiTheme="minorHAnsi" w:cstheme="minorHAnsi"/>
        </w:rPr>
        <w:t>serwis</w:t>
      </w:r>
      <w:r w:rsidRPr="002200AA">
        <w:rPr>
          <w:rFonts w:asciiTheme="minorHAnsi" w:hAnsiTheme="minorHAnsi" w:cstheme="minorHAnsi"/>
        </w:rPr>
        <w:t xml:space="preserve"> SPRZEDAJĄCEGO. W celu dokonania montażu Maszyny KUPUJĄCY zapewni personel i sprzęt pomocniczy.</w:t>
      </w:r>
    </w:p>
    <w:p w14:paraId="792364BC" w14:textId="77777777" w:rsidR="007B4399" w:rsidRPr="002200AA" w:rsidRDefault="007B4399" w:rsidP="001B76CB">
      <w:pPr>
        <w:pStyle w:val="Akapitzlist"/>
        <w:numPr>
          <w:ilvl w:val="0"/>
          <w:numId w:val="3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 xml:space="preserve">Warunkiem rozpoczęcia montażu i uruchomienia Maszyny jest również terminowe uregulowanie zaliczek wynikających z </w:t>
      </w:r>
      <w:r w:rsidR="009C7A2C" w:rsidRPr="002200AA">
        <w:rPr>
          <w:rFonts w:asciiTheme="minorHAnsi" w:hAnsiTheme="minorHAnsi" w:cstheme="minorHAnsi"/>
        </w:rPr>
        <w:t>§ 5 Umowy.</w:t>
      </w:r>
    </w:p>
    <w:p w14:paraId="34EEF213" w14:textId="77777777" w:rsidR="00D40499" w:rsidRPr="002200AA" w:rsidRDefault="007B4399" w:rsidP="00D40499">
      <w:pPr>
        <w:pStyle w:val="Akapitzlist"/>
        <w:numPr>
          <w:ilvl w:val="0"/>
          <w:numId w:val="3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Odbiór Maszyny nastąpi po jej montażu i uruchomieniu co potwierdzone zostanie poprzez podpisanie przez Strony protokołu zdawczo-odbiorczego, lub niezależnie od podpisania lub braku podpisania ww. protokołu – najpóźniej w dniu f</w:t>
      </w:r>
      <w:r w:rsidR="008825FD" w:rsidRPr="002200AA">
        <w:rPr>
          <w:rFonts w:asciiTheme="minorHAnsi" w:hAnsiTheme="minorHAnsi" w:cstheme="minorHAnsi"/>
        </w:rPr>
        <w:t>aktycznego rozpoczęcia przez KUPUJĄCEGO</w:t>
      </w:r>
      <w:r w:rsidRPr="002200AA">
        <w:rPr>
          <w:rFonts w:asciiTheme="minorHAnsi" w:hAnsiTheme="minorHAnsi" w:cstheme="minorHAnsi"/>
        </w:rPr>
        <w:t xml:space="preserve"> eksploatacji maszyny.</w:t>
      </w:r>
    </w:p>
    <w:p w14:paraId="77B0BA13" w14:textId="77777777" w:rsidR="00C40A10" w:rsidRPr="002200AA" w:rsidRDefault="00D40499" w:rsidP="00C40A10">
      <w:pPr>
        <w:pStyle w:val="Akapitzlist"/>
        <w:numPr>
          <w:ilvl w:val="0"/>
          <w:numId w:val="3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 xml:space="preserve">W przypadku, gdy z przyczyn leżących po stronie </w:t>
      </w:r>
      <w:r w:rsidR="00626BDC" w:rsidRPr="002200AA">
        <w:rPr>
          <w:rFonts w:asciiTheme="minorHAnsi" w:hAnsiTheme="minorHAnsi" w:cstheme="minorHAnsi"/>
        </w:rPr>
        <w:t>Kupującego</w:t>
      </w:r>
      <w:r w:rsidRPr="002200AA">
        <w:rPr>
          <w:rFonts w:asciiTheme="minorHAnsi" w:hAnsiTheme="minorHAnsi" w:cstheme="minorHAnsi"/>
        </w:rPr>
        <w:t xml:space="preserve"> obowiązki opisane w ust. </w:t>
      </w:r>
      <w:r w:rsidR="00626BDC" w:rsidRPr="002200AA">
        <w:rPr>
          <w:rFonts w:asciiTheme="minorHAnsi" w:hAnsiTheme="minorHAnsi" w:cstheme="minorHAnsi"/>
        </w:rPr>
        <w:t>3</w:t>
      </w:r>
      <w:r w:rsidRPr="002200AA">
        <w:rPr>
          <w:rFonts w:asciiTheme="minorHAnsi" w:hAnsiTheme="minorHAnsi" w:cstheme="minorHAnsi"/>
        </w:rPr>
        <w:t xml:space="preserve"> powyżej nie zostaną wykonane we wskazanym terminie, odpowiedniemu przesunięciu ulega termin wykonania przez Sprzedającego obowiązków związanych z montażem i uruchomieniem Przedmiotu Sprzedaży</w:t>
      </w:r>
      <w:r w:rsidR="00626BDC" w:rsidRPr="002200AA">
        <w:rPr>
          <w:rFonts w:asciiTheme="minorHAnsi" w:hAnsiTheme="minorHAnsi" w:cstheme="minorHAnsi"/>
        </w:rPr>
        <w:t>.</w:t>
      </w:r>
    </w:p>
    <w:p w14:paraId="34307CB8" w14:textId="3753BB93" w:rsidR="00C40A10" w:rsidRPr="00150395" w:rsidRDefault="00C40A10" w:rsidP="00C40A10">
      <w:pPr>
        <w:pStyle w:val="Akapitzlist"/>
        <w:numPr>
          <w:ilvl w:val="0"/>
          <w:numId w:val="3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150395">
        <w:rPr>
          <w:rFonts w:asciiTheme="minorHAnsi" w:hAnsiTheme="minorHAnsi" w:cstheme="minorHAnsi"/>
        </w:rPr>
        <w:t xml:space="preserve">W przypadku braku możliwości dostarczenia Maszyny z winy KUPUJĄCEGO (miejsce, fundament, infrastruktura), Maszyna zostanie przetransportowana do magazynu zewnętrznego. Wszelkie koszty związane z transportem, rozładunkiem, magazynowaniem i załadunkiem zostaną refakturowane na KUPUJĄCEGO. KUPUJĄCY może wskazać własny magazyn spełniający wymogi techniczne opisane w </w:t>
      </w:r>
      <w:r w:rsidR="002E107B" w:rsidRPr="00150395">
        <w:rPr>
          <w:rFonts w:asciiTheme="minorHAnsi" w:hAnsiTheme="minorHAnsi" w:cstheme="minorHAnsi"/>
        </w:rPr>
        <w:t>„W</w:t>
      </w:r>
      <w:r w:rsidRPr="00150395">
        <w:rPr>
          <w:rFonts w:asciiTheme="minorHAnsi" w:hAnsiTheme="minorHAnsi" w:cstheme="minorHAnsi"/>
        </w:rPr>
        <w:t xml:space="preserve">arunkach </w:t>
      </w:r>
      <w:r w:rsidR="002E107B" w:rsidRPr="00150395">
        <w:rPr>
          <w:rFonts w:asciiTheme="minorHAnsi" w:hAnsiTheme="minorHAnsi" w:cstheme="minorHAnsi"/>
        </w:rPr>
        <w:t>U</w:t>
      </w:r>
      <w:r w:rsidRPr="00150395">
        <w:rPr>
          <w:rFonts w:asciiTheme="minorHAnsi" w:hAnsiTheme="minorHAnsi" w:cstheme="minorHAnsi"/>
        </w:rPr>
        <w:t>stawienia Maszyny.”</w:t>
      </w:r>
    </w:p>
    <w:p w14:paraId="34F7986E" w14:textId="4DC9A489" w:rsidR="00D40499" w:rsidRPr="002200AA" w:rsidRDefault="00D40499" w:rsidP="00E74DE9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4BB9E93F" w14:textId="77777777" w:rsidR="00D40499" w:rsidRPr="002200AA" w:rsidRDefault="00D40499" w:rsidP="00E74DE9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200327E2" w14:textId="77777777" w:rsidR="007B4399" w:rsidRPr="002200AA" w:rsidRDefault="007B4399" w:rsidP="00E74DE9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2200AA">
        <w:rPr>
          <w:rFonts w:asciiTheme="minorHAnsi" w:hAnsiTheme="minorHAnsi" w:cstheme="minorHAnsi"/>
          <w:b/>
        </w:rPr>
        <w:t>§ 5. WARUNKI PŁATNOŚCI</w:t>
      </w:r>
    </w:p>
    <w:p w14:paraId="77D79D65" w14:textId="7F0FD0A3" w:rsidR="00DF6240" w:rsidRPr="00150395" w:rsidRDefault="00DF6240" w:rsidP="00DF6240">
      <w:pPr>
        <w:tabs>
          <w:tab w:val="left" w:pos="426"/>
        </w:tabs>
        <w:spacing w:line="280" w:lineRule="atLeast"/>
        <w:ind w:left="426" w:hanging="426"/>
        <w:jc w:val="both"/>
        <w:rPr>
          <w:rFonts w:asciiTheme="minorHAnsi" w:hAnsiTheme="minorHAnsi" w:cstheme="minorHAnsi"/>
          <w:bCs/>
        </w:rPr>
      </w:pPr>
      <w:r w:rsidRPr="00150395">
        <w:rPr>
          <w:rStyle w:val="TekstpodstawowyZnak"/>
          <w:rFonts w:asciiTheme="minorHAnsi" w:hAnsiTheme="minorHAnsi" w:cstheme="minorHAnsi"/>
          <w:bCs/>
        </w:rPr>
        <w:t>1.</w:t>
      </w:r>
      <w:r w:rsidRPr="00150395">
        <w:rPr>
          <w:rStyle w:val="TekstpodstawowyZnak"/>
          <w:rFonts w:asciiTheme="minorHAnsi" w:hAnsiTheme="minorHAnsi" w:cstheme="minorHAnsi"/>
          <w:bCs/>
        </w:rPr>
        <w:tab/>
        <w:t xml:space="preserve">Cena całkowita netto </w:t>
      </w:r>
      <w:r w:rsidRPr="00150395">
        <w:rPr>
          <w:rStyle w:val="TekstpodstawowyZnak"/>
          <w:rFonts w:asciiTheme="minorHAnsi" w:hAnsiTheme="minorHAnsi" w:cstheme="minorHAnsi"/>
          <w:b/>
        </w:rPr>
        <w:t>……</w:t>
      </w:r>
      <w:r w:rsidR="00A24027" w:rsidRPr="00150395">
        <w:rPr>
          <w:rStyle w:val="TekstpodstawowyZnak"/>
          <w:rFonts w:asciiTheme="minorHAnsi" w:hAnsiTheme="minorHAnsi" w:cstheme="minorHAnsi"/>
          <w:b/>
        </w:rPr>
        <w:t>…</w:t>
      </w:r>
      <w:r w:rsidRPr="00150395">
        <w:rPr>
          <w:rStyle w:val="TekstpodstawowyZnak"/>
          <w:rFonts w:asciiTheme="minorHAnsi" w:hAnsiTheme="minorHAnsi" w:cstheme="minorHAnsi"/>
          <w:b/>
        </w:rPr>
        <w:t>…</w:t>
      </w:r>
      <w:r w:rsidR="00150395" w:rsidRPr="00150395">
        <w:rPr>
          <w:rStyle w:val="TekstpodstawowyZnak"/>
          <w:rFonts w:asciiTheme="minorHAnsi" w:hAnsiTheme="minorHAnsi" w:cstheme="minorHAnsi"/>
          <w:b/>
        </w:rPr>
        <w:t>……………</w:t>
      </w:r>
      <w:r w:rsidRPr="00150395">
        <w:rPr>
          <w:rStyle w:val="TekstpodstawowyZnak"/>
          <w:rFonts w:asciiTheme="minorHAnsi" w:hAnsiTheme="minorHAnsi" w:cstheme="minorHAnsi"/>
          <w:b/>
        </w:rPr>
        <w:t>…. ,-</w:t>
      </w:r>
      <w:r w:rsidR="00057CDB">
        <w:rPr>
          <w:rStyle w:val="TekstpodstawowyZnak"/>
          <w:rFonts w:asciiTheme="minorHAnsi" w:hAnsiTheme="minorHAnsi" w:cstheme="minorHAnsi"/>
          <w:b/>
        </w:rPr>
        <w:t>PLN / EUR / USD</w:t>
      </w:r>
      <w:r w:rsidRPr="00150395">
        <w:rPr>
          <w:rStyle w:val="TekstpodstawowyZnak"/>
          <w:rFonts w:asciiTheme="minorHAnsi" w:hAnsiTheme="minorHAnsi" w:cstheme="minorHAnsi"/>
          <w:bCs/>
        </w:rPr>
        <w:t xml:space="preserve"> powiększona o</w:t>
      </w:r>
      <w:r w:rsidRPr="00150395">
        <w:rPr>
          <w:rFonts w:asciiTheme="minorHAnsi" w:hAnsiTheme="minorHAnsi" w:cstheme="minorHAnsi"/>
          <w:bCs/>
        </w:rPr>
        <w:t xml:space="preserve"> należny podatek VAT 23% zostanie zapłacona </w:t>
      </w:r>
      <w:r w:rsidR="00713B38" w:rsidRPr="00150395">
        <w:rPr>
          <w:rFonts w:asciiTheme="minorHAnsi" w:hAnsiTheme="minorHAnsi" w:cstheme="minorHAnsi"/>
          <w:bCs/>
        </w:rPr>
        <w:t xml:space="preserve">bezwarunkowo </w:t>
      </w:r>
      <w:r w:rsidRPr="00150395">
        <w:rPr>
          <w:rFonts w:asciiTheme="minorHAnsi" w:hAnsiTheme="minorHAnsi" w:cstheme="minorHAnsi"/>
          <w:bCs/>
        </w:rPr>
        <w:t>w następujący sposób:</w:t>
      </w:r>
    </w:p>
    <w:p w14:paraId="25BE2228" w14:textId="77777777" w:rsidR="00DF6240" w:rsidRPr="00150395" w:rsidRDefault="00DF6240" w:rsidP="00DF6240">
      <w:pPr>
        <w:spacing w:line="280" w:lineRule="atLeast"/>
        <w:jc w:val="both"/>
        <w:rPr>
          <w:rFonts w:asciiTheme="minorHAnsi" w:hAnsiTheme="minorHAnsi" w:cstheme="minorHAnsi"/>
        </w:rPr>
      </w:pPr>
    </w:p>
    <w:p w14:paraId="0A3112C1" w14:textId="6020270A" w:rsidR="00DF6240" w:rsidRPr="00150395" w:rsidRDefault="00DF6240" w:rsidP="00DF6240">
      <w:pPr>
        <w:pStyle w:val="Akapitzlist"/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</w:rPr>
      </w:pPr>
      <w:r w:rsidRPr="00150395">
        <w:rPr>
          <w:rFonts w:asciiTheme="minorHAnsi" w:hAnsiTheme="minorHAnsi" w:cstheme="minorHAnsi"/>
          <w:b/>
        </w:rPr>
        <w:t>20 % ceny całkowitej, tj. ...</w:t>
      </w:r>
      <w:r w:rsidR="00617332" w:rsidRPr="00150395">
        <w:rPr>
          <w:rFonts w:asciiTheme="minorHAnsi" w:hAnsiTheme="minorHAnsi" w:cstheme="minorHAnsi"/>
          <w:b/>
        </w:rPr>
        <w:t>.....</w:t>
      </w:r>
      <w:r w:rsidR="00150395" w:rsidRPr="00150395">
        <w:rPr>
          <w:rFonts w:asciiTheme="minorHAnsi" w:hAnsiTheme="minorHAnsi" w:cstheme="minorHAnsi"/>
          <w:b/>
        </w:rPr>
        <w:t>......</w:t>
      </w:r>
      <w:r w:rsidR="00617332" w:rsidRPr="00150395">
        <w:rPr>
          <w:rFonts w:asciiTheme="minorHAnsi" w:hAnsiTheme="minorHAnsi" w:cstheme="minorHAnsi"/>
          <w:b/>
        </w:rPr>
        <w:t>....</w:t>
      </w:r>
      <w:r w:rsidRPr="00150395">
        <w:rPr>
          <w:rFonts w:asciiTheme="minorHAnsi" w:hAnsiTheme="minorHAnsi" w:cstheme="minorHAnsi"/>
          <w:b/>
        </w:rPr>
        <w:t>..... ,-</w:t>
      </w:r>
      <w:r w:rsidR="00057CDB">
        <w:rPr>
          <w:rFonts w:asciiTheme="minorHAnsi" w:hAnsiTheme="minorHAnsi" w:cstheme="minorHAnsi"/>
          <w:b/>
        </w:rPr>
        <w:t>PLN / EUR / USD</w:t>
      </w:r>
      <w:r w:rsidRPr="00150395">
        <w:rPr>
          <w:rFonts w:asciiTheme="minorHAnsi" w:hAnsiTheme="minorHAnsi" w:cstheme="minorHAnsi"/>
        </w:rPr>
        <w:t xml:space="preserve">, plus należny podatek VAT, płatne przelewem w </w:t>
      </w:r>
      <w:r w:rsidR="00057CDB">
        <w:rPr>
          <w:rFonts w:asciiTheme="minorHAnsi" w:hAnsiTheme="minorHAnsi" w:cstheme="minorHAnsi"/>
        </w:rPr>
        <w:t>PLN / EUR / USD</w:t>
      </w:r>
      <w:r w:rsidRPr="00150395">
        <w:rPr>
          <w:rFonts w:asciiTheme="minorHAnsi" w:hAnsiTheme="minorHAnsi" w:cstheme="minorHAnsi"/>
        </w:rPr>
        <w:t xml:space="preserve">, na podstawie </w:t>
      </w:r>
      <w:r w:rsidR="00B319A0" w:rsidRPr="00150395">
        <w:rPr>
          <w:rFonts w:asciiTheme="minorHAnsi" w:hAnsiTheme="minorHAnsi" w:cstheme="minorHAnsi"/>
        </w:rPr>
        <w:t>dokumentu pro forma</w:t>
      </w:r>
      <w:r w:rsidRPr="00150395">
        <w:rPr>
          <w:rFonts w:asciiTheme="minorHAnsi" w:hAnsiTheme="minorHAnsi" w:cstheme="minorHAnsi"/>
        </w:rPr>
        <w:t>, w ciągu 5 dni po podpisaniu umowy.</w:t>
      </w:r>
    </w:p>
    <w:p w14:paraId="17A92EC3" w14:textId="77777777" w:rsidR="00DF6240" w:rsidRPr="00150395" w:rsidRDefault="00DF6240" w:rsidP="00DF6240">
      <w:pPr>
        <w:spacing w:line="280" w:lineRule="atLeast"/>
        <w:jc w:val="both"/>
        <w:rPr>
          <w:rFonts w:asciiTheme="minorHAnsi" w:hAnsiTheme="minorHAnsi" w:cstheme="minorHAnsi"/>
        </w:rPr>
      </w:pPr>
    </w:p>
    <w:p w14:paraId="5073AE9A" w14:textId="22543F42" w:rsidR="00DF6240" w:rsidRPr="00150395" w:rsidRDefault="00DF6240" w:rsidP="00DF6240">
      <w:pPr>
        <w:pStyle w:val="Akapitzlist"/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</w:rPr>
      </w:pPr>
      <w:r w:rsidRPr="00150395">
        <w:rPr>
          <w:rFonts w:asciiTheme="minorHAnsi" w:hAnsiTheme="minorHAnsi" w:cstheme="minorHAnsi"/>
          <w:b/>
        </w:rPr>
        <w:t>70 % ceny całkowitej, tj. ....</w:t>
      </w:r>
      <w:r w:rsidR="00617332" w:rsidRPr="00150395">
        <w:rPr>
          <w:rFonts w:asciiTheme="minorHAnsi" w:hAnsiTheme="minorHAnsi" w:cstheme="minorHAnsi"/>
          <w:b/>
        </w:rPr>
        <w:t>......</w:t>
      </w:r>
      <w:r w:rsidR="00150395" w:rsidRPr="00150395">
        <w:rPr>
          <w:rFonts w:asciiTheme="minorHAnsi" w:hAnsiTheme="minorHAnsi" w:cstheme="minorHAnsi"/>
          <w:b/>
        </w:rPr>
        <w:t>......</w:t>
      </w:r>
      <w:r w:rsidR="00617332" w:rsidRPr="00150395">
        <w:rPr>
          <w:rFonts w:asciiTheme="minorHAnsi" w:hAnsiTheme="minorHAnsi" w:cstheme="minorHAnsi"/>
          <w:b/>
        </w:rPr>
        <w:t>...</w:t>
      </w:r>
      <w:r w:rsidRPr="00150395">
        <w:rPr>
          <w:rFonts w:asciiTheme="minorHAnsi" w:hAnsiTheme="minorHAnsi" w:cstheme="minorHAnsi"/>
          <w:b/>
        </w:rPr>
        <w:t>......</w:t>
      </w:r>
      <w:r w:rsidR="00617332" w:rsidRPr="00150395">
        <w:rPr>
          <w:rFonts w:asciiTheme="minorHAnsi" w:hAnsiTheme="minorHAnsi" w:cstheme="minorHAnsi"/>
          <w:b/>
        </w:rPr>
        <w:t xml:space="preserve"> </w:t>
      </w:r>
      <w:r w:rsidRPr="00150395">
        <w:rPr>
          <w:rFonts w:asciiTheme="minorHAnsi" w:hAnsiTheme="minorHAnsi" w:cstheme="minorHAnsi"/>
          <w:b/>
        </w:rPr>
        <w:t>, -</w:t>
      </w:r>
      <w:r w:rsidR="00057CDB">
        <w:rPr>
          <w:rFonts w:asciiTheme="minorHAnsi" w:hAnsiTheme="minorHAnsi" w:cstheme="minorHAnsi"/>
          <w:b/>
        </w:rPr>
        <w:t>PLN / EUR / USD</w:t>
      </w:r>
      <w:r w:rsidRPr="00150395">
        <w:rPr>
          <w:rFonts w:asciiTheme="minorHAnsi" w:hAnsiTheme="minorHAnsi" w:cstheme="minorHAnsi"/>
        </w:rPr>
        <w:t xml:space="preserve">, plus należny podatek VAT, płatne przelewem w </w:t>
      </w:r>
      <w:r w:rsidR="00057CDB">
        <w:rPr>
          <w:rFonts w:asciiTheme="minorHAnsi" w:hAnsiTheme="minorHAnsi" w:cstheme="minorHAnsi"/>
        </w:rPr>
        <w:t>PLN / EUR / USD</w:t>
      </w:r>
      <w:r w:rsidRPr="00150395">
        <w:rPr>
          <w:rFonts w:asciiTheme="minorHAnsi" w:hAnsiTheme="minorHAnsi" w:cstheme="minorHAnsi"/>
        </w:rPr>
        <w:t xml:space="preserve">, na podstawie </w:t>
      </w:r>
      <w:r w:rsidR="00B319A0" w:rsidRPr="00150395">
        <w:rPr>
          <w:rFonts w:asciiTheme="minorHAnsi" w:hAnsiTheme="minorHAnsi" w:cstheme="minorHAnsi"/>
        </w:rPr>
        <w:t>dokumentu pro forma</w:t>
      </w:r>
      <w:r w:rsidRPr="00150395">
        <w:rPr>
          <w:rFonts w:asciiTheme="minorHAnsi" w:hAnsiTheme="minorHAnsi" w:cstheme="minorHAnsi"/>
        </w:rPr>
        <w:t>, przed wysyłką Maszyny w ciągu 5 dni po otrzymaniu zgłoszenia maszyny do wysyłki.</w:t>
      </w:r>
    </w:p>
    <w:p w14:paraId="00FE39E4" w14:textId="77777777" w:rsidR="00DF6240" w:rsidRPr="00150395" w:rsidRDefault="00DF6240" w:rsidP="00DF6240">
      <w:pPr>
        <w:spacing w:line="280" w:lineRule="atLeast"/>
        <w:jc w:val="both"/>
        <w:rPr>
          <w:rFonts w:asciiTheme="minorHAnsi" w:hAnsiTheme="minorHAnsi" w:cstheme="minorHAnsi"/>
        </w:rPr>
      </w:pPr>
    </w:p>
    <w:p w14:paraId="33FFA18B" w14:textId="745CE633" w:rsidR="00DF6240" w:rsidRPr="002200AA" w:rsidRDefault="00DF6240" w:rsidP="00DF6240">
      <w:pPr>
        <w:pStyle w:val="Akapitzlist"/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</w:rPr>
      </w:pPr>
      <w:r w:rsidRPr="00150395">
        <w:rPr>
          <w:rFonts w:asciiTheme="minorHAnsi" w:hAnsiTheme="minorHAnsi" w:cstheme="minorHAnsi"/>
          <w:b/>
        </w:rPr>
        <w:t>10 % ceny całkowitej, tj. ……</w:t>
      </w:r>
      <w:r w:rsidR="00617332" w:rsidRPr="00150395">
        <w:rPr>
          <w:rFonts w:asciiTheme="minorHAnsi" w:hAnsiTheme="minorHAnsi" w:cstheme="minorHAnsi"/>
          <w:b/>
        </w:rPr>
        <w:t>…</w:t>
      </w:r>
      <w:r w:rsidR="00150395" w:rsidRPr="00150395">
        <w:rPr>
          <w:rFonts w:asciiTheme="minorHAnsi" w:hAnsiTheme="minorHAnsi" w:cstheme="minorHAnsi"/>
          <w:b/>
        </w:rPr>
        <w:t>…….</w:t>
      </w:r>
      <w:r w:rsidR="00617332" w:rsidRPr="00150395">
        <w:rPr>
          <w:rFonts w:asciiTheme="minorHAnsi" w:hAnsiTheme="minorHAnsi" w:cstheme="minorHAnsi"/>
          <w:b/>
        </w:rPr>
        <w:t>…</w:t>
      </w:r>
      <w:r w:rsidRPr="00150395">
        <w:rPr>
          <w:rFonts w:asciiTheme="minorHAnsi" w:hAnsiTheme="minorHAnsi" w:cstheme="minorHAnsi"/>
          <w:b/>
        </w:rPr>
        <w:t>…. ,-</w:t>
      </w:r>
      <w:r w:rsidR="00057CDB">
        <w:rPr>
          <w:rFonts w:asciiTheme="minorHAnsi" w:hAnsiTheme="minorHAnsi" w:cstheme="minorHAnsi"/>
          <w:b/>
        </w:rPr>
        <w:t>PLN / EUR / USD</w:t>
      </w:r>
      <w:r w:rsidRPr="00150395">
        <w:rPr>
          <w:rFonts w:asciiTheme="minorHAnsi" w:hAnsiTheme="minorHAnsi" w:cstheme="minorHAnsi"/>
        </w:rPr>
        <w:t>, plus należny podatek VAT, płatne przelewem na podstawie faktury VAT najpóźniej do 7 dni od dnia podpisania Protokołu Zdawczo-Odbiorczego lub od dnia rozpoczęcia faktycznej eksploatacji Maszyny, jeżeli rozpoczęcie eksploatacji nastąpi przed</w:t>
      </w:r>
      <w:r w:rsidRPr="002200AA">
        <w:rPr>
          <w:rFonts w:asciiTheme="minorHAnsi" w:hAnsiTheme="minorHAnsi" w:cstheme="minorHAnsi"/>
        </w:rPr>
        <w:t xml:space="preserve"> podpisaniem Protokołu Zdawczo-Odbiorczego, zgodnie z §. 4 „Warunki montażu i uruchomienia”.</w:t>
      </w:r>
    </w:p>
    <w:p w14:paraId="70E5106F" w14:textId="77777777" w:rsidR="00DF6240" w:rsidRPr="002200AA" w:rsidRDefault="00DF6240" w:rsidP="00DF6240">
      <w:pPr>
        <w:spacing w:line="280" w:lineRule="atLeast"/>
        <w:jc w:val="both"/>
        <w:rPr>
          <w:rFonts w:asciiTheme="minorHAnsi" w:hAnsiTheme="minorHAnsi" w:cstheme="minorHAnsi"/>
        </w:rPr>
      </w:pPr>
    </w:p>
    <w:p w14:paraId="1EB46DD9" w14:textId="791B8D74" w:rsidR="00DF6240" w:rsidRPr="002200AA" w:rsidRDefault="00DF6240" w:rsidP="00DF6240">
      <w:pPr>
        <w:tabs>
          <w:tab w:val="left" w:pos="426"/>
        </w:tabs>
        <w:spacing w:line="280" w:lineRule="atLeast"/>
        <w:ind w:left="426" w:hanging="426"/>
        <w:jc w:val="both"/>
        <w:rPr>
          <w:rStyle w:val="TekstpodstawowyZnak"/>
          <w:rFonts w:asciiTheme="minorHAnsi" w:hAnsiTheme="minorHAnsi" w:cstheme="minorHAnsi"/>
          <w:bCs/>
        </w:rPr>
      </w:pPr>
      <w:r w:rsidRPr="002200AA">
        <w:rPr>
          <w:rStyle w:val="TekstpodstawowyZnak"/>
          <w:rFonts w:asciiTheme="minorHAnsi" w:hAnsiTheme="minorHAnsi" w:cstheme="minorHAnsi"/>
          <w:bCs/>
        </w:rPr>
        <w:t>2.</w:t>
      </w:r>
      <w:r w:rsidRPr="002200AA">
        <w:rPr>
          <w:rStyle w:val="TekstpodstawowyZnak"/>
          <w:rFonts w:asciiTheme="minorHAnsi" w:hAnsiTheme="minorHAnsi" w:cstheme="minorHAnsi"/>
          <w:bCs/>
        </w:rPr>
        <w:tab/>
        <w:t xml:space="preserve">Płatności zaliczek zgodnie z lit. a i b. powyżej będą płatne brutto w </w:t>
      </w:r>
      <w:r w:rsidR="00057CDB">
        <w:rPr>
          <w:rStyle w:val="TekstpodstawowyZnak"/>
          <w:rFonts w:asciiTheme="minorHAnsi" w:hAnsiTheme="minorHAnsi" w:cstheme="minorHAnsi"/>
          <w:bCs/>
        </w:rPr>
        <w:t>PLN / EUR / USD</w:t>
      </w:r>
      <w:r w:rsidRPr="002200AA">
        <w:rPr>
          <w:rStyle w:val="TekstpodstawowyZnak"/>
          <w:rFonts w:asciiTheme="minorHAnsi" w:hAnsiTheme="minorHAnsi" w:cstheme="minorHAnsi"/>
          <w:bCs/>
        </w:rPr>
        <w:t xml:space="preserve">O na rachunek bankowy Sprzedającego prowadzony w </w:t>
      </w:r>
      <w:r w:rsidR="00057CDB">
        <w:rPr>
          <w:rStyle w:val="TekstpodstawowyZnak"/>
          <w:rFonts w:asciiTheme="minorHAnsi" w:hAnsiTheme="minorHAnsi" w:cstheme="minorHAnsi"/>
          <w:bCs/>
        </w:rPr>
        <w:t>PLN / EUR / USD</w:t>
      </w:r>
      <w:r w:rsidRPr="002200AA">
        <w:rPr>
          <w:rStyle w:val="TekstpodstawowyZnak"/>
          <w:rFonts w:asciiTheme="minorHAnsi" w:hAnsiTheme="minorHAnsi" w:cstheme="minorHAnsi"/>
          <w:bCs/>
        </w:rPr>
        <w:t>O.</w:t>
      </w:r>
    </w:p>
    <w:p w14:paraId="0AE6CEEA" w14:textId="77777777" w:rsidR="00DF6240" w:rsidRPr="002200AA" w:rsidRDefault="00DF6240" w:rsidP="00DF6240">
      <w:pPr>
        <w:spacing w:line="280" w:lineRule="atLeast"/>
        <w:jc w:val="both"/>
        <w:rPr>
          <w:rFonts w:asciiTheme="minorHAnsi" w:hAnsiTheme="minorHAnsi" w:cstheme="minorHAnsi"/>
        </w:rPr>
      </w:pPr>
    </w:p>
    <w:p w14:paraId="539C9982" w14:textId="235BF9C3" w:rsidR="00DF6240" w:rsidRPr="002200AA" w:rsidRDefault="00DF6240" w:rsidP="00DF6240">
      <w:pPr>
        <w:tabs>
          <w:tab w:val="left" w:pos="426"/>
        </w:tabs>
        <w:spacing w:line="280" w:lineRule="atLeast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Style w:val="TekstpodstawowyZnak"/>
          <w:rFonts w:asciiTheme="minorHAnsi" w:hAnsiTheme="minorHAnsi" w:cstheme="minorHAnsi"/>
          <w:bCs/>
        </w:rPr>
        <w:t>3.</w:t>
      </w:r>
      <w:r w:rsidRPr="002200AA">
        <w:rPr>
          <w:rStyle w:val="TekstpodstawowyZnak"/>
          <w:rFonts w:asciiTheme="minorHAnsi" w:hAnsiTheme="minorHAnsi" w:cstheme="minorHAnsi"/>
          <w:bCs/>
        </w:rPr>
        <w:tab/>
        <w:t>Płatności faktury VAT zgodnie z lit. c. będzie płatna w następujący sposób: k</w:t>
      </w:r>
      <w:r w:rsidRPr="002200AA">
        <w:rPr>
          <w:rFonts w:asciiTheme="minorHAnsi" w:hAnsiTheme="minorHAnsi" w:cstheme="minorHAnsi"/>
        </w:rPr>
        <w:t xml:space="preserve">wota faktury netto </w:t>
      </w:r>
      <w:r w:rsidR="00057CDB">
        <w:rPr>
          <w:rFonts w:asciiTheme="minorHAnsi" w:hAnsiTheme="minorHAnsi" w:cstheme="minorHAnsi"/>
        </w:rPr>
        <w:t>PLN / EUR / USD</w:t>
      </w:r>
      <w:r w:rsidRPr="002200AA">
        <w:rPr>
          <w:rFonts w:asciiTheme="minorHAnsi" w:hAnsiTheme="minorHAnsi" w:cstheme="minorHAnsi"/>
        </w:rPr>
        <w:t xml:space="preserve"> tj. bez podatku VAT, będzie płatna przez Kupującego w </w:t>
      </w:r>
      <w:r w:rsidR="00057CDB">
        <w:rPr>
          <w:rFonts w:asciiTheme="minorHAnsi" w:hAnsiTheme="minorHAnsi" w:cstheme="minorHAnsi"/>
        </w:rPr>
        <w:t>PLN / EUR / USD</w:t>
      </w:r>
      <w:r w:rsidRPr="002200AA">
        <w:rPr>
          <w:rFonts w:asciiTheme="minorHAnsi" w:hAnsiTheme="minorHAnsi" w:cstheme="minorHAnsi"/>
        </w:rPr>
        <w:t xml:space="preserve"> na rachunek bankowy prowadzony w </w:t>
      </w:r>
      <w:r w:rsidR="00057CDB">
        <w:rPr>
          <w:rFonts w:asciiTheme="minorHAnsi" w:hAnsiTheme="minorHAnsi" w:cstheme="minorHAnsi"/>
        </w:rPr>
        <w:t>PLN / EUR / USD</w:t>
      </w:r>
      <w:r w:rsidRPr="002200AA">
        <w:rPr>
          <w:rFonts w:asciiTheme="minorHAnsi" w:hAnsiTheme="minorHAnsi" w:cstheme="minorHAnsi"/>
        </w:rPr>
        <w:t>. Kwota podatku VAT zostanie przeliczona na PLN wg średniego kursu NBP na ostatni dzień roboczy poprzedzający powstanie obowiązku podatkowego i będzie płatna w PLN na rachunek bankowy prowadzony w PLN.</w:t>
      </w:r>
    </w:p>
    <w:p w14:paraId="2EC803A8" w14:textId="77777777" w:rsidR="00DF6240" w:rsidRPr="002200AA" w:rsidRDefault="00DF6240" w:rsidP="00DF6240">
      <w:pPr>
        <w:tabs>
          <w:tab w:val="left" w:pos="426"/>
        </w:tabs>
        <w:spacing w:line="280" w:lineRule="atLeast"/>
        <w:ind w:left="426" w:hanging="426"/>
        <w:jc w:val="both"/>
        <w:rPr>
          <w:rStyle w:val="TekstpodstawowyZnak"/>
          <w:rFonts w:asciiTheme="minorHAnsi" w:hAnsiTheme="minorHAnsi" w:cstheme="minorHAnsi"/>
          <w:bCs/>
        </w:rPr>
      </w:pPr>
      <w:r w:rsidRPr="002200AA">
        <w:rPr>
          <w:rStyle w:val="TekstpodstawowyZnak"/>
          <w:rFonts w:asciiTheme="minorHAnsi" w:hAnsiTheme="minorHAnsi" w:cstheme="minorHAnsi"/>
          <w:bCs/>
        </w:rPr>
        <w:t>4.</w:t>
      </w:r>
      <w:r w:rsidRPr="002200AA">
        <w:rPr>
          <w:rStyle w:val="TekstpodstawowyZnak"/>
          <w:rFonts w:asciiTheme="minorHAnsi" w:hAnsiTheme="minorHAnsi" w:cstheme="minorHAnsi"/>
          <w:bCs/>
        </w:rPr>
        <w:tab/>
        <w:t>Koszty przelewów bankowych banku Kupującego i Sprzedającego pokrywa odpowiednio Kupujący i Sprzedający.</w:t>
      </w:r>
    </w:p>
    <w:p w14:paraId="3CAB6223" w14:textId="77777777" w:rsidR="00DF6240" w:rsidRPr="002200AA" w:rsidRDefault="00DF6240" w:rsidP="00DF6240">
      <w:pPr>
        <w:tabs>
          <w:tab w:val="left" w:pos="426"/>
        </w:tabs>
        <w:spacing w:line="280" w:lineRule="atLeast"/>
        <w:ind w:left="426" w:hanging="426"/>
        <w:jc w:val="both"/>
        <w:rPr>
          <w:rFonts w:asciiTheme="minorHAnsi" w:hAnsiTheme="minorHAnsi" w:cstheme="minorHAnsi"/>
          <w:b/>
        </w:rPr>
      </w:pPr>
      <w:r w:rsidRPr="002200AA">
        <w:rPr>
          <w:rFonts w:asciiTheme="minorHAnsi" w:hAnsiTheme="minorHAnsi" w:cstheme="minorHAnsi"/>
        </w:rPr>
        <w:lastRenderedPageBreak/>
        <w:t>5.</w:t>
      </w:r>
      <w:r w:rsidRPr="002200AA">
        <w:rPr>
          <w:rFonts w:asciiTheme="minorHAnsi" w:hAnsiTheme="minorHAnsi" w:cstheme="minorHAnsi"/>
        </w:rPr>
        <w:tab/>
        <w:t>Płatności określone powyżej będą następować przelewem na konto bankowe SPRZEDAJĄCEGO, wskazane na wezwaniu lub fakturze.</w:t>
      </w:r>
      <w:r w:rsidRPr="002200AA">
        <w:rPr>
          <w:rFonts w:asciiTheme="minorHAnsi" w:hAnsiTheme="minorHAnsi" w:cstheme="minorHAnsi"/>
          <w:spacing w:val="-3"/>
        </w:rPr>
        <w:t xml:space="preserve"> Za dzień zapłaty będzie uważać się dzień uznania rachunku bankowego SPRZEDAJĄCEGO.</w:t>
      </w:r>
    </w:p>
    <w:p w14:paraId="66011C58" w14:textId="77777777" w:rsidR="00DF6240" w:rsidRPr="002200AA" w:rsidRDefault="00DF6240" w:rsidP="00DF6240">
      <w:pPr>
        <w:tabs>
          <w:tab w:val="left" w:pos="426"/>
        </w:tabs>
        <w:spacing w:line="280" w:lineRule="atLeast"/>
        <w:ind w:left="426" w:hanging="426"/>
        <w:jc w:val="both"/>
        <w:rPr>
          <w:rStyle w:val="TekstpodstawowyZnak"/>
          <w:rFonts w:asciiTheme="minorHAnsi" w:hAnsiTheme="minorHAnsi" w:cstheme="minorHAnsi"/>
        </w:rPr>
      </w:pPr>
      <w:r w:rsidRPr="002200AA">
        <w:rPr>
          <w:rStyle w:val="TekstpodstawowyZnak"/>
          <w:rFonts w:asciiTheme="minorHAnsi" w:hAnsiTheme="minorHAnsi" w:cstheme="minorHAnsi"/>
        </w:rPr>
        <w:t>6.</w:t>
      </w:r>
      <w:r w:rsidRPr="002200AA">
        <w:rPr>
          <w:rStyle w:val="TekstpodstawowyZnak"/>
          <w:rFonts w:asciiTheme="minorHAnsi" w:hAnsiTheme="minorHAnsi" w:cstheme="minorHAnsi"/>
        </w:rPr>
        <w:tab/>
        <w:t>Należny podatek VAT rozliczony będzie zgodnie z obowiązującym prawem.</w:t>
      </w:r>
    </w:p>
    <w:p w14:paraId="75AF5662" w14:textId="28E0E8EF" w:rsidR="007B4399" w:rsidRPr="002200AA" w:rsidRDefault="007B4399" w:rsidP="00E74DE9">
      <w:pPr>
        <w:spacing w:line="276" w:lineRule="auto"/>
        <w:jc w:val="both"/>
        <w:rPr>
          <w:rFonts w:asciiTheme="minorHAnsi" w:hAnsiTheme="minorHAnsi" w:cstheme="minorHAnsi"/>
          <w:b/>
          <w:iCs/>
        </w:rPr>
      </w:pPr>
      <w:bookmarkStart w:id="1" w:name="_Hlk129604142"/>
      <w:r w:rsidRPr="002200AA">
        <w:rPr>
          <w:rFonts w:asciiTheme="minorHAnsi" w:hAnsiTheme="minorHAnsi" w:cstheme="minorHAnsi"/>
          <w:b/>
          <w:iCs/>
        </w:rPr>
        <w:t>§ 6. GWARANCJA</w:t>
      </w:r>
    </w:p>
    <w:p w14:paraId="6291D1EE" w14:textId="4EE1EA06" w:rsidR="00DF6B37" w:rsidRPr="00150395" w:rsidRDefault="003751BE" w:rsidP="00DF6B37">
      <w:pPr>
        <w:pStyle w:val="Akapitzlist"/>
        <w:numPr>
          <w:ilvl w:val="0"/>
          <w:numId w:val="38"/>
        </w:numPr>
        <w:tabs>
          <w:tab w:val="left" w:pos="426"/>
        </w:tabs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iCs/>
        </w:rPr>
      </w:pPr>
      <w:r w:rsidRPr="00150395">
        <w:rPr>
          <w:rFonts w:asciiTheme="minorHAnsi" w:hAnsiTheme="minorHAnsi" w:cstheme="minorHAnsi"/>
          <w:iCs/>
        </w:rPr>
        <w:t xml:space="preserve">SPRZEDAJĄCY </w:t>
      </w:r>
      <w:r w:rsidR="004B7EC3" w:rsidRPr="00150395">
        <w:rPr>
          <w:rFonts w:asciiTheme="minorHAnsi" w:hAnsiTheme="minorHAnsi" w:cstheme="minorHAnsi"/>
          <w:iCs/>
        </w:rPr>
        <w:t xml:space="preserve">jako Gwarant </w:t>
      </w:r>
      <w:r w:rsidRPr="00150395">
        <w:rPr>
          <w:rFonts w:asciiTheme="minorHAnsi" w:hAnsiTheme="minorHAnsi" w:cstheme="minorHAnsi"/>
          <w:iCs/>
        </w:rPr>
        <w:t xml:space="preserve">zapewnia sprawną pracę Maszyny przez okres </w:t>
      </w:r>
      <w:r w:rsidR="00C13395">
        <w:rPr>
          <w:rFonts w:asciiTheme="minorHAnsi" w:hAnsiTheme="minorHAnsi" w:cstheme="minorHAnsi"/>
          <w:iCs/>
        </w:rPr>
        <w:t>….</w:t>
      </w:r>
      <w:r w:rsidRPr="00150395">
        <w:rPr>
          <w:rFonts w:asciiTheme="minorHAnsi" w:hAnsiTheme="minorHAnsi" w:cstheme="minorHAnsi"/>
          <w:iCs/>
        </w:rPr>
        <w:t xml:space="preserve"> miesięcy od dnia, kiedy Maszyna została KUPUJĄCEMU wydana. Za dzień wydania Maszyny traktuje się dzień podpisania Protokołu Zdawczo-Odbiorczego Maszyny lub dzień rozpoczęcia faktycznej eksploatacji Maszyny, jeżeli rozpoczęcie eksploatacji nastąpi przed podpisaniem Protokołu Zdawczo-Odbiorczego. W przypadku powstania rozbieżności co do daty wydania Maszyny KUPUJĄCEMU, gwarancja kończy się najpóźniej z końcem</w:t>
      </w:r>
      <w:r w:rsidR="00A24225" w:rsidRPr="00150395">
        <w:rPr>
          <w:rFonts w:asciiTheme="minorHAnsi" w:hAnsiTheme="minorHAnsi" w:cstheme="minorHAnsi"/>
          <w:iCs/>
        </w:rPr>
        <w:t xml:space="preserve"> </w:t>
      </w:r>
      <w:r w:rsidR="00BB5367" w:rsidRPr="00150395">
        <w:rPr>
          <w:rFonts w:asciiTheme="minorHAnsi" w:hAnsiTheme="minorHAnsi" w:cstheme="minorHAnsi"/>
          <w:iCs/>
        </w:rPr>
        <w:t>25</w:t>
      </w:r>
      <w:r w:rsidRPr="00150395">
        <w:rPr>
          <w:rFonts w:asciiTheme="minorHAnsi" w:hAnsiTheme="minorHAnsi" w:cstheme="minorHAnsi"/>
          <w:iCs/>
        </w:rPr>
        <w:t xml:space="preserve"> (dwudziestego </w:t>
      </w:r>
      <w:r w:rsidR="00BB5367" w:rsidRPr="00150395">
        <w:rPr>
          <w:rFonts w:asciiTheme="minorHAnsi" w:hAnsiTheme="minorHAnsi" w:cstheme="minorHAnsi"/>
          <w:iCs/>
        </w:rPr>
        <w:t>piątego</w:t>
      </w:r>
      <w:r w:rsidRPr="00150395">
        <w:rPr>
          <w:rFonts w:asciiTheme="minorHAnsi" w:hAnsiTheme="minorHAnsi" w:cstheme="minorHAnsi"/>
          <w:iCs/>
        </w:rPr>
        <w:t>) miesiąca liczonego od dnia następnego po dniu dostawy przez SPRZEDAJĄCEGO Maszyny pod adres</w:t>
      </w:r>
      <w:r w:rsidR="00DF6B37" w:rsidRPr="00150395">
        <w:rPr>
          <w:rFonts w:asciiTheme="minorHAnsi" w:hAnsiTheme="minorHAnsi" w:cstheme="minorHAnsi"/>
          <w:iCs/>
        </w:rPr>
        <w:t xml:space="preserve"> jak w par. 2. ust. 2. niniejszej umowy.</w:t>
      </w:r>
    </w:p>
    <w:p w14:paraId="0F2F79B2" w14:textId="77777777" w:rsidR="003751BE" w:rsidRPr="002200AA" w:rsidRDefault="003751BE" w:rsidP="00DF6B37">
      <w:pPr>
        <w:numPr>
          <w:ilvl w:val="0"/>
          <w:numId w:val="38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iCs/>
        </w:rPr>
      </w:pPr>
      <w:r w:rsidRPr="002200AA">
        <w:rPr>
          <w:rFonts w:asciiTheme="minorHAnsi" w:hAnsiTheme="minorHAnsi" w:cstheme="minorHAnsi"/>
          <w:iCs/>
        </w:rPr>
        <w:t xml:space="preserve">Odpowiedzialność z tytułu gwarancji obejmuje tylko wady powstałe z przyczyn tkwiących w Przedmiocie Sprzedaży. </w:t>
      </w:r>
    </w:p>
    <w:p w14:paraId="2B5C5A29" w14:textId="77777777" w:rsidR="003751BE" w:rsidRPr="002200AA" w:rsidRDefault="003751BE" w:rsidP="00DF6B37">
      <w:pPr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iCs/>
          <w:lang w:eastAsia="en-US"/>
        </w:rPr>
      </w:pPr>
      <w:r w:rsidRPr="002200AA">
        <w:rPr>
          <w:rFonts w:asciiTheme="minorHAnsi" w:hAnsiTheme="minorHAnsi" w:cstheme="minorHAnsi"/>
          <w:iCs/>
        </w:rPr>
        <w:t>Gwarancja obowiązuje na terenie Polski.</w:t>
      </w:r>
    </w:p>
    <w:p w14:paraId="10FBAF17" w14:textId="77777777" w:rsidR="007B4399" w:rsidRPr="002200AA" w:rsidRDefault="007B4399" w:rsidP="00DF6B37">
      <w:pPr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iCs/>
        </w:rPr>
      </w:pPr>
      <w:r w:rsidRPr="002200AA">
        <w:rPr>
          <w:rFonts w:asciiTheme="minorHAnsi" w:hAnsiTheme="minorHAnsi" w:cstheme="minorHAnsi"/>
          <w:iCs/>
        </w:rPr>
        <w:t xml:space="preserve">Gwarancja jest bez limitu godzin pracy. </w:t>
      </w:r>
    </w:p>
    <w:p w14:paraId="2278B0D1" w14:textId="77777777" w:rsidR="003751BE" w:rsidRPr="002200AA" w:rsidRDefault="003751BE" w:rsidP="00DF6B37">
      <w:pPr>
        <w:pStyle w:val="Akapitzlist"/>
        <w:numPr>
          <w:ilvl w:val="0"/>
          <w:numId w:val="38"/>
        </w:numPr>
        <w:spacing w:line="276" w:lineRule="auto"/>
        <w:ind w:left="426" w:hanging="426"/>
        <w:contextualSpacing w:val="0"/>
        <w:rPr>
          <w:rFonts w:asciiTheme="minorHAnsi" w:hAnsiTheme="minorHAnsi" w:cstheme="minorHAnsi"/>
          <w:iCs/>
        </w:rPr>
      </w:pPr>
      <w:r w:rsidRPr="002200AA">
        <w:rPr>
          <w:rFonts w:asciiTheme="minorHAnsi" w:hAnsiTheme="minorHAnsi" w:cstheme="minorHAnsi"/>
          <w:iCs/>
        </w:rPr>
        <w:t>Gwarancją nie są objęte:</w:t>
      </w:r>
    </w:p>
    <w:p w14:paraId="0B2402E4" w14:textId="77777777" w:rsidR="003751BE" w:rsidRPr="002200AA" w:rsidRDefault="003751BE" w:rsidP="00E74DE9">
      <w:pPr>
        <w:pStyle w:val="Akapitzlist"/>
        <w:numPr>
          <w:ilvl w:val="0"/>
          <w:numId w:val="28"/>
        </w:numPr>
        <w:tabs>
          <w:tab w:val="clear" w:pos="360"/>
          <w:tab w:val="num" w:pos="709"/>
        </w:tabs>
        <w:spacing w:line="276" w:lineRule="auto"/>
        <w:ind w:left="709" w:hanging="283"/>
        <w:contextualSpacing w:val="0"/>
        <w:rPr>
          <w:rFonts w:asciiTheme="minorHAnsi" w:hAnsiTheme="minorHAnsi" w:cstheme="minorHAnsi"/>
          <w:iCs/>
        </w:rPr>
      </w:pPr>
      <w:r w:rsidRPr="002200AA">
        <w:rPr>
          <w:rFonts w:asciiTheme="minorHAnsi" w:hAnsiTheme="minorHAnsi" w:cstheme="minorHAnsi"/>
          <w:iCs/>
        </w:rPr>
        <w:t>mechaniczne uszkodzenia spowodowane przez KUPUJĄCEGO,</w:t>
      </w:r>
    </w:p>
    <w:p w14:paraId="7F8FAACF" w14:textId="77777777" w:rsidR="003751BE" w:rsidRPr="002200AA" w:rsidRDefault="003751BE" w:rsidP="00E74DE9">
      <w:pPr>
        <w:pStyle w:val="Akapitzlist"/>
        <w:numPr>
          <w:ilvl w:val="0"/>
          <w:numId w:val="28"/>
        </w:numPr>
        <w:tabs>
          <w:tab w:val="clear" w:pos="360"/>
          <w:tab w:val="num" w:pos="709"/>
        </w:tabs>
        <w:spacing w:line="276" w:lineRule="auto"/>
        <w:ind w:left="709" w:hanging="283"/>
        <w:contextualSpacing w:val="0"/>
        <w:rPr>
          <w:rFonts w:asciiTheme="minorHAnsi" w:hAnsiTheme="minorHAnsi" w:cstheme="minorHAnsi"/>
          <w:iCs/>
        </w:rPr>
      </w:pPr>
      <w:r w:rsidRPr="002200AA">
        <w:rPr>
          <w:rFonts w:asciiTheme="minorHAnsi" w:hAnsiTheme="minorHAnsi" w:cstheme="minorHAnsi"/>
          <w:iCs/>
        </w:rPr>
        <w:t>uszkodzenia i wady powstałe na skutek używania Przedmiotu Sprzedaży niezgodnie z instrukcją obsługi oraz innymi wydanymi KUPUJĄCEMU dokumentami,</w:t>
      </w:r>
    </w:p>
    <w:p w14:paraId="4598BA10" w14:textId="77777777" w:rsidR="003751BE" w:rsidRPr="002200AA" w:rsidRDefault="003751BE" w:rsidP="00E74DE9">
      <w:pPr>
        <w:pStyle w:val="Akapitzlist"/>
        <w:numPr>
          <w:ilvl w:val="0"/>
          <w:numId w:val="28"/>
        </w:numPr>
        <w:tabs>
          <w:tab w:val="clear" w:pos="360"/>
          <w:tab w:val="num" w:pos="709"/>
        </w:tabs>
        <w:spacing w:line="276" w:lineRule="auto"/>
        <w:ind w:left="709" w:hanging="283"/>
        <w:contextualSpacing w:val="0"/>
        <w:rPr>
          <w:rFonts w:asciiTheme="minorHAnsi" w:hAnsiTheme="minorHAnsi" w:cstheme="minorHAnsi"/>
          <w:iCs/>
        </w:rPr>
      </w:pPr>
      <w:r w:rsidRPr="002200AA">
        <w:rPr>
          <w:rFonts w:asciiTheme="minorHAnsi" w:hAnsiTheme="minorHAnsi" w:cstheme="minorHAnsi"/>
          <w:iCs/>
        </w:rPr>
        <w:t>naprawy podjęte przez KUPUJĄCEGO we własnym zakresie,</w:t>
      </w:r>
    </w:p>
    <w:p w14:paraId="0F26E330" w14:textId="6ECC0E00" w:rsidR="003751BE" w:rsidRPr="00150395" w:rsidRDefault="003751BE" w:rsidP="00E74DE9">
      <w:pPr>
        <w:numPr>
          <w:ilvl w:val="0"/>
          <w:numId w:val="28"/>
        </w:numPr>
        <w:tabs>
          <w:tab w:val="clear" w:pos="360"/>
          <w:tab w:val="left" w:pos="426"/>
          <w:tab w:val="num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iCs/>
        </w:rPr>
      </w:pPr>
      <w:r w:rsidRPr="00150395">
        <w:rPr>
          <w:rFonts w:asciiTheme="minorHAnsi" w:hAnsiTheme="minorHAnsi" w:cstheme="minorHAnsi"/>
          <w:iCs/>
        </w:rPr>
        <w:t>części szybko zużywające,</w:t>
      </w:r>
    </w:p>
    <w:p w14:paraId="2541FF20" w14:textId="461E8D36" w:rsidR="00E8732A" w:rsidRPr="00150395" w:rsidRDefault="00E8732A" w:rsidP="00E74DE9">
      <w:pPr>
        <w:numPr>
          <w:ilvl w:val="0"/>
          <w:numId w:val="28"/>
        </w:numPr>
        <w:tabs>
          <w:tab w:val="clear" w:pos="360"/>
          <w:tab w:val="left" w:pos="426"/>
          <w:tab w:val="num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iCs/>
        </w:rPr>
      </w:pPr>
      <w:r w:rsidRPr="00150395">
        <w:rPr>
          <w:rFonts w:asciiTheme="minorHAnsi" w:hAnsiTheme="minorHAnsi" w:cstheme="minorHAnsi"/>
          <w:iCs/>
        </w:rPr>
        <w:t>konserwacja</w:t>
      </w:r>
      <w:r w:rsidR="00E5610C" w:rsidRPr="00150395">
        <w:rPr>
          <w:rFonts w:asciiTheme="minorHAnsi" w:hAnsiTheme="minorHAnsi" w:cstheme="minorHAnsi"/>
          <w:iCs/>
        </w:rPr>
        <w:t xml:space="preserve"> maszyny</w:t>
      </w:r>
      <w:r w:rsidRPr="00150395">
        <w:rPr>
          <w:rFonts w:asciiTheme="minorHAnsi" w:hAnsiTheme="minorHAnsi" w:cstheme="minorHAnsi"/>
          <w:iCs/>
        </w:rPr>
        <w:t>,</w:t>
      </w:r>
    </w:p>
    <w:p w14:paraId="61E66713" w14:textId="71B05542" w:rsidR="00DD3541" w:rsidRPr="00150395" w:rsidRDefault="003751BE" w:rsidP="00E74DE9">
      <w:pPr>
        <w:numPr>
          <w:ilvl w:val="0"/>
          <w:numId w:val="28"/>
        </w:numPr>
        <w:tabs>
          <w:tab w:val="clear" w:pos="360"/>
          <w:tab w:val="left" w:pos="426"/>
          <w:tab w:val="num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iCs/>
        </w:rPr>
      </w:pPr>
      <w:r w:rsidRPr="00150395">
        <w:rPr>
          <w:rFonts w:asciiTheme="minorHAnsi" w:hAnsiTheme="minorHAnsi" w:cstheme="minorHAnsi"/>
          <w:iCs/>
        </w:rPr>
        <w:t xml:space="preserve">usterki powstałe ze strony KUPUJĄCEGO w wyniku błędów </w:t>
      </w:r>
      <w:r w:rsidR="00A2056E" w:rsidRPr="00150395">
        <w:rPr>
          <w:rFonts w:asciiTheme="minorHAnsi" w:hAnsiTheme="minorHAnsi" w:cstheme="minorHAnsi"/>
          <w:iCs/>
        </w:rPr>
        <w:t>zastosowania</w:t>
      </w:r>
      <w:r w:rsidRPr="00150395">
        <w:rPr>
          <w:rFonts w:asciiTheme="minorHAnsi" w:hAnsiTheme="minorHAnsi" w:cstheme="minorHAnsi"/>
          <w:iCs/>
        </w:rPr>
        <w:t>, programowania, infrastruktury, konserwacji i obsługi.</w:t>
      </w:r>
    </w:p>
    <w:p w14:paraId="5F0D3E69" w14:textId="5DF0D2F4" w:rsidR="00DD3541" w:rsidRPr="00150395" w:rsidRDefault="00E5610C" w:rsidP="00E74DE9">
      <w:pPr>
        <w:numPr>
          <w:ilvl w:val="0"/>
          <w:numId w:val="28"/>
        </w:numPr>
        <w:tabs>
          <w:tab w:val="clear" w:pos="360"/>
          <w:tab w:val="left" w:pos="426"/>
          <w:tab w:val="num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iCs/>
        </w:rPr>
      </w:pPr>
      <w:r w:rsidRPr="00150395">
        <w:rPr>
          <w:rFonts w:asciiTheme="minorHAnsi" w:hAnsiTheme="minorHAnsi" w:cstheme="minorHAnsi"/>
          <w:iCs/>
        </w:rPr>
        <w:t>g</w:t>
      </w:r>
      <w:r w:rsidR="00DD3541" w:rsidRPr="00150395">
        <w:rPr>
          <w:rFonts w:asciiTheme="minorHAnsi" w:hAnsiTheme="minorHAnsi" w:cstheme="minorHAnsi"/>
          <w:iCs/>
        </w:rPr>
        <w:t>warancja nie obowiązuje gdy Kupujący zastosował nie oryginale narzędzia lub/i części zamienne lub/i części szybkozużywające się.</w:t>
      </w:r>
    </w:p>
    <w:p w14:paraId="1A201B50" w14:textId="474FB0DA" w:rsidR="007B4399" w:rsidRPr="002200AA" w:rsidRDefault="007B4399" w:rsidP="00DF6B37">
      <w:pPr>
        <w:pStyle w:val="Akapitzlist"/>
        <w:numPr>
          <w:ilvl w:val="0"/>
          <w:numId w:val="38"/>
        </w:numPr>
        <w:tabs>
          <w:tab w:val="left" w:pos="426"/>
        </w:tabs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iCs/>
        </w:rPr>
      </w:pPr>
      <w:r w:rsidRPr="00150395">
        <w:rPr>
          <w:rFonts w:asciiTheme="minorHAnsi" w:hAnsiTheme="minorHAnsi" w:cstheme="minorHAnsi"/>
          <w:iCs/>
        </w:rPr>
        <w:t xml:space="preserve">W przypadku awarii Maszyny w okresie gwarancji, </w:t>
      </w:r>
      <w:r w:rsidR="008825FD" w:rsidRPr="00150395">
        <w:rPr>
          <w:rFonts w:asciiTheme="minorHAnsi" w:hAnsiTheme="minorHAnsi" w:cstheme="minorHAnsi"/>
          <w:iCs/>
        </w:rPr>
        <w:t>KUPUJĄCY</w:t>
      </w:r>
      <w:r w:rsidRPr="00150395">
        <w:rPr>
          <w:rFonts w:asciiTheme="minorHAnsi" w:hAnsiTheme="minorHAnsi" w:cstheme="minorHAnsi"/>
          <w:iCs/>
        </w:rPr>
        <w:t xml:space="preserve"> zawiadomi e-mailem </w:t>
      </w:r>
      <w:r w:rsidR="00150395">
        <w:rPr>
          <w:rFonts w:asciiTheme="minorHAnsi" w:hAnsiTheme="minorHAnsi" w:cstheme="minorHAnsi"/>
          <w:iCs/>
        </w:rPr>
        <w:t xml:space="preserve">Sprzedającego (podać adres </w:t>
      </w:r>
      <w:proofErr w:type="spellStart"/>
      <w:r w:rsidR="00150395">
        <w:rPr>
          <w:rFonts w:asciiTheme="minorHAnsi" w:hAnsiTheme="minorHAnsi" w:cstheme="minorHAnsi"/>
          <w:iCs/>
        </w:rPr>
        <w:t>emial</w:t>
      </w:r>
      <w:proofErr w:type="spellEnd"/>
      <w:r w:rsidR="00150395">
        <w:rPr>
          <w:rFonts w:asciiTheme="minorHAnsi" w:hAnsiTheme="minorHAnsi" w:cstheme="minorHAnsi"/>
          <w:iCs/>
        </w:rPr>
        <w:t>)</w:t>
      </w:r>
      <w:r w:rsidR="00E00E22">
        <w:rPr>
          <w:rFonts w:asciiTheme="minorHAnsi" w:hAnsiTheme="minorHAnsi" w:cstheme="minorHAnsi"/>
          <w:iCs/>
        </w:rPr>
        <w:t xml:space="preserve"> </w:t>
      </w:r>
      <w:r w:rsidRPr="002200AA">
        <w:rPr>
          <w:rFonts w:asciiTheme="minorHAnsi" w:hAnsiTheme="minorHAnsi" w:cstheme="minorHAnsi"/>
          <w:iCs/>
        </w:rPr>
        <w:t>o rodzaju usterki. S</w:t>
      </w:r>
      <w:r w:rsidR="008825FD" w:rsidRPr="002200AA">
        <w:rPr>
          <w:rFonts w:asciiTheme="minorHAnsi" w:hAnsiTheme="minorHAnsi" w:cstheme="minorHAnsi"/>
          <w:iCs/>
        </w:rPr>
        <w:t>PRZEDAJĄCY</w:t>
      </w:r>
      <w:r w:rsidRPr="002200AA">
        <w:rPr>
          <w:rFonts w:asciiTheme="minorHAnsi" w:hAnsiTheme="minorHAnsi" w:cstheme="minorHAnsi"/>
          <w:iCs/>
        </w:rPr>
        <w:t xml:space="preserve"> zobowiązuje się do podjęcia kroków, w tym diagnozy usterki poprzez funkcję </w:t>
      </w:r>
      <w:proofErr w:type="spellStart"/>
      <w:r w:rsidRPr="002200AA">
        <w:rPr>
          <w:rFonts w:asciiTheme="minorHAnsi" w:hAnsiTheme="minorHAnsi" w:cstheme="minorHAnsi"/>
          <w:iCs/>
        </w:rPr>
        <w:t>Teleserwisu</w:t>
      </w:r>
      <w:proofErr w:type="spellEnd"/>
      <w:r w:rsidRPr="002200AA">
        <w:rPr>
          <w:rFonts w:asciiTheme="minorHAnsi" w:hAnsiTheme="minorHAnsi" w:cstheme="minorHAnsi"/>
          <w:iCs/>
        </w:rPr>
        <w:t>, mających na celu usunięcie awarii czy to w postaci instrukcji przekazanych telefonicznie lub przesłanych e-mailem albo, przez przysłanie serwisanta i/lub przez dostarczenie części zamiennych.</w:t>
      </w:r>
    </w:p>
    <w:p w14:paraId="5CC48562" w14:textId="04DF3E6E" w:rsidR="007B4399" w:rsidRPr="002200AA" w:rsidRDefault="007B4399" w:rsidP="00DF6B37">
      <w:pPr>
        <w:pStyle w:val="Akapitzlist"/>
        <w:numPr>
          <w:ilvl w:val="0"/>
          <w:numId w:val="38"/>
        </w:numPr>
        <w:tabs>
          <w:tab w:val="left" w:pos="426"/>
        </w:tabs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iCs/>
        </w:rPr>
      </w:pPr>
      <w:r w:rsidRPr="002200AA">
        <w:rPr>
          <w:rFonts w:asciiTheme="minorHAnsi" w:hAnsiTheme="minorHAnsi" w:cstheme="minorHAnsi"/>
          <w:iCs/>
        </w:rPr>
        <w:t>W przypadku usterki uniemożliwiającej wykonywanie zadań produkcy</w:t>
      </w:r>
      <w:r w:rsidR="008825FD" w:rsidRPr="002200AA">
        <w:rPr>
          <w:rFonts w:asciiTheme="minorHAnsi" w:hAnsiTheme="minorHAnsi" w:cstheme="minorHAnsi"/>
          <w:iCs/>
        </w:rPr>
        <w:t>jnych przez Maszynę, SPRZEDAJĄCY</w:t>
      </w:r>
      <w:r w:rsidRPr="002200AA">
        <w:rPr>
          <w:rFonts w:asciiTheme="minorHAnsi" w:hAnsiTheme="minorHAnsi" w:cstheme="minorHAnsi"/>
          <w:iCs/>
        </w:rPr>
        <w:t xml:space="preserve"> zobowiązuje się </w:t>
      </w:r>
      <w:r w:rsidR="00E74DE9" w:rsidRPr="002200AA">
        <w:rPr>
          <w:rFonts w:asciiTheme="minorHAnsi" w:hAnsiTheme="minorHAnsi" w:cstheme="minorHAnsi"/>
          <w:iCs/>
        </w:rPr>
        <w:t>do r</w:t>
      </w:r>
      <w:r w:rsidRPr="002200AA">
        <w:rPr>
          <w:rFonts w:asciiTheme="minorHAnsi" w:hAnsiTheme="minorHAnsi" w:cstheme="minorHAnsi"/>
          <w:iCs/>
        </w:rPr>
        <w:t>ozpoczęcia usu</w:t>
      </w:r>
      <w:r w:rsidR="00BB10BA" w:rsidRPr="002200AA">
        <w:rPr>
          <w:rFonts w:asciiTheme="minorHAnsi" w:hAnsiTheme="minorHAnsi" w:cstheme="minorHAnsi"/>
          <w:iCs/>
        </w:rPr>
        <w:t xml:space="preserve">wania </w:t>
      </w:r>
      <w:r w:rsidRPr="002200AA">
        <w:rPr>
          <w:rFonts w:asciiTheme="minorHAnsi" w:hAnsiTheme="minorHAnsi" w:cstheme="minorHAnsi"/>
          <w:iCs/>
        </w:rPr>
        <w:t xml:space="preserve">usterki nie później niż do </w:t>
      </w:r>
      <w:r w:rsidR="00150395">
        <w:rPr>
          <w:rFonts w:asciiTheme="minorHAnsi" w:hAnsiTheme="minorHAnsi" w:cstheme="minorHAnsi"/>
          <w:iCs/>
        </w:rPr>
        <w:t>…………….</w:t>
      </w:r>
      <w:r w:rsidRPr="002200AA">
        <w:rPr>
          <w:rFonts w:asciiTheme="minorHAnsi" w:hAnsiTheme="minorHAnsi" w:cstheme="minorHAnsi"/>
          <w:iCs/>
        </w:rPr>
        <w:t xml:space="preserve"> godzin od momentu pisemnego zgłoszenia awarii z wyłączeniem dni ustawowo wolnych od pracy. Warunkiem powyższego czasu reakcji jest uruchomienie w Maszyn</w:t>
      </w:r>
      <w:r w:rsidR="008825FD" w:rsidRPr="002200AA">
        <w:rPr>
          <w:rFonts w:asciiTheme="minorHAnsi" w:hAnsiTheme="minorHAnsi" w:cstheme="minorHAnsi"/>
          <w:iCs/>
        </w:rPr>
        <w:t xml:space="preserve">ie funkcji </w:t>
      </w:r>
      <w:proofErr w:type="spellStart"/>
      <w:r w:rsidR="008825FD" w:rsidRPr="002200AA">
        <w:rPr>
          <w:rFonts w:asciiTheme="minorHAnsi" w:hAnsiTheme="minorHAnsi" w:cstheme="minorHAnsi"/>
          <w:iCs/>
        </w:rPr>
        <w:t>Teleserwisu</w:t>
      </w:r>
      <w:proofErr w:type="spellEnd"/>
      <w:r w:rsidR="008825FD" w:rsidRPr="002200AA">
        <w:rPr>
          <w:rFonts w:asciiTheme="minorHAnsi" w:hAnsiTheme="minorHAnsi" w:cstheme="minorHAnsi"/>
          <w:iCs/>
        </w:rPr>
        <w:t>. KUPUJĄCY</w:t>
      </w:r>
      <w:r w:rsidRPr="002200AA">
        <w:rPr>
          <w:rFonts w:asciiTheme="minorHAnsi" w:hAnsiTheme="minorHAnsi" w:cstheme="minorHAnsi"/>
          <w:iCs/>
        </w:rPr>
        <w:t xml:space="preserve"> w trakcie instalacji Maszyny zapewni odpowiednie przyłącze internetowe do poprawnego funkcjonowania funkcji </w:t>
      </w:r>
      <w:proofErr w:type="spellStart"/>
      <w:r w:rsidRPr="002200AA">
        <w:rPr>
          <w:rFonts w:asciiTheme="minorHAnsi" w:hAnsiTheme="minorHAnsi" w:cstheme="minorHAnsi"/>
          <w:iCs/>
        </w:rPr>
        <w:t>Teleserwisu</w:t>
      </w:r>
      <w:proofErr w:type="spellEnd"/>
      <w:r w:rsidRPr="002200AA">
        <w:rPr>
          <w:rFonts w:asciiTheme="minorHAnsi" w:hAnsiTheme="minorHAnsi" w:cstheme="minorHAnsi"/>
          <w:iCs/>
        </w:rPr>
        <w:t xml:space="preserve"> w Maszynie.</w:t>
      </w:r>
    </w:p>
    <w:p w14:paraId="7A3DD8B7" w14:textId="77777777" w:rsidR="007B4399" w:rsidRPr="002200AA" w:rsidRDefault="008825FD" w:rsidP="00DF6B37">
      <w:pPr>
        <w:pStyle w:val="Akapitzlist"/>
        <w:numPr>
          <w:ilvl w:val="0"/>
          <w:numId w:val="38"/>
        </w:numPr>
        <w:tabs>
          <w:tab w:val="left" w:pos="426"/>
        </w:tabs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iCs/>
        </w:rPr>
      </w:pPr>
      <w:r w:rsidRPr="002200AA">
        <w:rPr>
          <w:rFonts w:asciiTheme="minorHAnsi" w:hAnsiTheme="minorHAnsi" w:cstheme="minorHAnsi"/>
          <w:iCs/>
        </w:rPr>
        <w:t>W okresie trwania gwarancji SPRZEDAJĄCY</w:t>
      </w:r>
      <w:r w:rsidR="007B4399" w:rsidRPr="002200AA">
        <w:rPr>
          <w:rFonts w:asciiTheme="minorHAnsi" w:hAnsiTheme="minorHAnsi" w:cstheme="minorHAnsi"/>
          <w:iCs/>
        </w:rPr>
        <w:t xml:space="preserve"> bezpłatnie </w:t>
      </w:r>
      <w:r w:rsidR="00CE6F6C" w:rsidRPr="002200AA">
        <w:rPr>
          <w:rFonts w:asciiTheme="minorHAnsi" w:hAnsiTheme="minorHAnsi" w:cstheme="minorHAnsi"/>
          <w:iCs/>
        </w:rPr>
        <w:t xml:space="preserve">przekazuje </w:t>
      </w:r>
      <w:r w:rsidR="007B4399" w:rsidRPr="002200AA">
        <w:rPr>
          <w:rFonts w:asciiTheme="minorHAnsi" w:hAnsiTheme="minorHAnsi" w:cstheme="minorHAnsi"/>
          <w:iCs/>
        </w:rPr>
        <w:t xml:space="preserve">do dyspozycji funkcję </w:t>
      </w:r>
      <w:proofErr w:type="spellStart"/>
      <w:r w:rsidR="00DD3541" w:rsidRPr="002200AA">
        <w:rPr>
          <w:rFonts w:asciiTheme="minorHAnsi" w:hAnsiTheme="minorHAnsi" w:cstheme="minorHAnsi"/>
          <w:iCs/>
        </w:rPr>
        <w:t>Teleserwisu</w:t>
      </w:r>
      <w:proofErr w:type="spellEnd"/>
      <w:r w:rsidR="00DD3541" w:rsidRPr="002200AA">
        <w:rPr>
          <w:rFonts w:asciiTheme="minorHAnsi" w:hAnsiTheme="minorHAnsi" w:cstheme="minorHAnsi"/>
          <w:iCs/>
        </w:rPr>
        <w:t xml:space="preserve"> </w:t>
      </w:r>
      <w:r w:rsidR="007B4399" w:rsidRPr="002200AA">
        <w:rPr>
          <w:rFonts w:asciiTheme="minorHAnsi" w:hAnsiTheme="minorHAnsi" w:cstheme="minorHAnsi"/>
          <w:iCs/>
        </w:rPr>
        <w:t>obejmującą zdalne diagnozowanie i usuwanie przyczyn awarii.</w:t>
      </w:r>
    </w:p>
    <w:p w14:paraId="31AFD5B3" w14:textId="77777777" w:rsidR="007B4399" w:rsidRPr="002200AA" w:rsidRDefault="007B4399" w:rsidP="00DF6B37">
      <w:pPr>
        <w:pStyle w:val="Akapitzlist"/>
        <w:numPr>
          <w:ilvl w:val="0"/>
          <w:numId w:val="38"/>
        </w:numPr>
        <w:tabs>
          <w:tab w:val="left" w:pos="426"/>
        </w:tabs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iCs/>
        </w:rPr>
      </w:pPr>
      <w:r w:rsidRPr="002200AA">
        <w:rPr>
          <w:rFonts w:asciiTheme="minorHAnsi" w:hAnsiTheme="minorHAnsi" w:cstheme="minorHAnsi"/>
          <w:iCs/>
        </w:rPr>
        <w:t>Zgłoszenie awarii w dniu roboczym po godzinie 16.00 będzie traktowane, jako złożone następnego dnia roboczego o godzinie 8.00.</w:t>
      </w:r>
    </w:p>
    <w:p w14:paraId="41A5F930" w14:textId="77777777" w:rsidR="009B2DE8" w:rsidRPr="002200AA" w:rsidRDefault="009B2DE8" w:rsidP="00DF6B37">
      <w:pPr>
        <w:pStyle w:val="Akapitzlist"/>
        <w:numPr>
          <w:ilvl w:val="0"/>
          <w:numId w:val="38"/>
        </w:numPr>
        <w:tabs>
          <w:tab w:val="left" w:pos="426"/>
        </w:tabs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iCs/>
        </w:rPr>
      </w:pPr>
      <w:r w:rsidRPr="002200AA">
        <w:rPr>
          <w:rFonts w:asciiTheme="minorHAnsi" w:hAnsiTheme="minorHAnsi" w:cstheme="minorHAnsi"/>
          <w:iCs/>
        </w:rPr>
        <w:t>W przypadku dokonania przez Kupującego jakichkolwiek modyfikacji czy napraw w Maszynie, Kupujący nieodwoł</w:t>
      </w:r>
      <w:r w:rsidR="003147DC" w:rsidRPr="002200AA">
        <w:rPr>
          <w:rFonts w:asciiTheme="minorHAnsi" w:hAnsiTheme="minorHAnsi" w:cstheme="minorHAnsi"/>
          <w:iCs/>
        </w:rPr>
        <w:t>alnie traci prawo do gwarancji</w:t>
      </w:r>
      <w:r w:rsidRPr="002200AA">
        <w:rPr>
          <w:rFonts w:asciiTheme="minorHAnsi" w:hAnsiTheme="minorHAnsi" w:cstheme="minorHAnsi"/>
          <w:iCs/>
        </w:rPr>
        <w:t>.</w:t>
      </w:r>
    </w:p>
    <w:p w14:paraId="17557304" w14:textId="77777777" w:rsidR="00306FB2" w:rsidRPr="002200AA" w:rsidRDefault="00CE6F6C" w:rsidP="00306FB2">
      <w:pPr>
        <w:pStyle w:val="Akapitzlist"/>
        <w:numPr>
          <w:ilvl w:val="0"/>
          <w:numId w:val="38"/>
        </w:numPr>
        <w:tabs>
          <w:tab w:val="left" w:pos="426"/>
        </w:tabs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iCs/>
        </w:rPr>
      </w:pPr>
      <w:r w:rsidRPr="002200AA">
        <w:rPr>
          <w:rFonts w:asciiTheme="minorHAnsi" w:hAnsiTheme="minorHAnsi" w:cstheme="minorHAnsi"/>
          <w:iCs/>
        </w:rPr>
        <w:t xml:space="preserve">Niniejsza gwarancja jest wyłączną podstawą dochodzenia przez KUPUJĄCEGO od SPRZEDAJĄCEGO usunięcia ujawnionych wad w Przedmiocie Sprzedaży. Strony zgodnie tym samym wyłączają </w:t>
      </w:r>
      <w:r w:rsidRPr="002200AA">
        <w:rPr>
          <w:rFonts w:asciiTheme="minorHAnsi" w:hAnsiTheme="minorHAnsi" w:cstheme="minorHAnsi"/>
          <w:iCs/>
        </w:rPr>
        <w:lastRenderedPageBreak/>
        <w:t>odpowiedzialność SPRZEDAJĄCEGO z tytułu rękojmi za wady, w związku z powyższym do Umowy nie mają zastosowania przepisy 556 - 576 Kodeksu cywilnego.</w:t>
      </w:r>
    </w:p>
    <w:bookmarkEnd w:id="1"/>
    <w:p w14:paraId="5C6BCA3E" w14:textId="68831A72" w:rsidR="00150395" w:rsidRDefault="00150395">
      <w:pPr>
        <w:spacing w:after="200" w:line="276" w:lineRule="auto"/>
        <w:rPr>
          <w:rFonts w:asciiTheme="minorHAnsi" w:hAnsiTheme="minorHAnsi" w:cstheme="minorHAnsi"/>
          <w:b/>
        </w:rPr>
      </w:pPr>
    </w:p>
    <w:p w14:paraId="681FC2DE" w14:textId="1FAD74EF" w:rsidR="007B4399" w:rsidRPr="002200AA" w:rsidRDefault="00C1437C" w:rsidP="00E74DE9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2200AA">
        <w:rPr>
          <w:rFonts w:asciiTheme="minorHAnsi" w:hAnsiTheme="minorHAnsi" w:cstheme="minorHAnsi"/>
          <w:b/>
        </w:rPr>
        <w:t>§ 7</w:t>
      </w:r>
      <w:r w:rsidR="007B4399" w:rsidRPr="002200AA">
        <w:rPr>
          <w:rFonts w:asciiTheme="minorHAnsi" w:hAnsiTheme="minorHAnsi" w:cstheme="minorHAnsi"/>
          <w:b/>
        </w:rPr>
        <w:t>. ZASTRZEŻENIE WŁASNOŚCI</w:t>
      </w:r>
      <w:r w:rsidR="00CE6F6C" w:rsidRPr="002200AA">
        <w:rPr>
          <w:rFonts w:asciiTheme="minorHAnsi" w:hAnsiTheme="minorHAnsi" w:cstheme="minorHAnsi"/>
          <w:b/>
        </w:rPr>
        <w:t xml:space="preserve"> MASZYNY</w:t>
      </w:r>
    </w:p>
    <w:p w14:paraId="2583B975" w14:textId="036AC82C" w:rsidR="007B4399" w:rsidRPr="002200AA" w:rsidRDefault="007B4399" w:rsidP="00E74DE9">
      <w:pPr>
        <w:spacing w:line="276" w:lineRule="auto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Przedmiot Sprzedaży pozostaje własnością Sprzedającego do czasu uregulowania wszystkich należności na rzecz S</w:t>
      </w:r>
      <w:r w:rsidR="00CE6F6C" w:rsidRPr="002200AA">
        <w:rPr>
          <w:rFonts w:asciiTheme="minorHAnsi" w:hAnsiTheme="minorHAnsi" w:cstheme="minorHAnsi"/>
        </w:rPr>
        <w:t>PRZEDAJĄCEGO</w:t>
      </w:r>
      <w:r w:rsidRPr="002200AA">
        <w:rPr>
          <w:rFonts w:asciiTheme="minorHAnsi" w:hAnsiTheme="minorHAnsi" w:cstheme="minorHAnsi"/>
        </w:rPr>
        <w:t xml:space="preserve"> wynikających z </w:t>
      </w:r>
      <w:r w:rsidR="00CE6F6C" w:rsidRPr="002200AA">
        <w:rPr>
          <w:rFonts w:asciiTheme="minorHAnsi" w:hAnsiTheme="minorHAnsi" w:cstheme="minorHAnsi"/>
        </w:rPr>
        <w:t>U</w:t>
      </w:r>
      <w:r w:rsidRPr="002200AA">
        <w:rPr>
          <w:rFonts w:asciiTheme="minorHAnsi" w:hAnsiTheme="minorHAnsi" w:cstheme="minorHAnsi"/>
        </w:rPr>
        <w:t xml:space="preserve">mowy </w:t>
      </w:r>
      <w:r w:rsidR="00CE6F6C" w:rsidRPr="002200AA">
        <w:rPr>
          <w:rFonts w:asciiTheme="minorHAnsi" w:hAnsiTheme="minorHAnsi" w:cstheme="minorHAnsi"/>
        </w:rPr>
        <w:t xml:space="preserve">i do tego czasu KUPUJĄCEMU </w:t>
      </w:r>
      <w:r w:rsidRPr="002200AA">
        <w:rPr>
          <w:rFonts w:asciiTheme="minorHAnsi" w:hAnsiTheme="minorHAnsi" w:cstheme="minorHAnsi"/>
        </w:rPr>
        <w:t>nie wolno sprzedać, zastawiać i rozporządzać Przedmiotem Sprzedaży.</w:t>
      </w:r>
    </w:p>
    <w:p w14:paraId="31048FE9" w14:textId="77777777" w:rsidR="00E74DE9" w:rsidRPr="002200AA" w:rsidRDefault="00E74DE9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1711B743" w14:textId="77777777" w:rsidR="007B4399" w:rsidRPr="002200AA" w:rsidRDefault="00C1437C" w:rsidP="00E74DE9">
      <w:pPr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2200AA">
        <w:rPr>
          <w:rFonts w:asciiTheme="minorHAnsi" w:hAnsiTheme="minorHAnsi" w:cstheme="minorHAnsi"/>
          <w:b/>
          <w:iCs/>
        </w:rPr>
        <w:t>§ 8</w:t>
      </w:r>
      <w:r w:rsidR="007B4399" w:rsidRPr="002200AA">
        <w:rPr>
          <w:rFonts w:asciiTheme="minorHAnsi" w:hAnsiTheme="minorHAnsi" w:cstheme="minorHAnsi"/>
          <w:b/>
          <w:iCs/>
        </w:rPr>
        <w:t>. JURYSDYKCJA I PRAWO WŁAŚCIWE</w:t>
      </w:r>
    </w:p>
    <w:p w14:paraId="1DB0421C" w14:textId="04FD7E60" w:rsidR="007B4399" w:rsidRPr="002200AA" w:rsidRDefault="007B4399" w:rsidP="00E74DE9">
      <w:pPr>
        <w:pStyle w:val="Akapitzlist"/>
        <w:numPr>
          <w:ilvl w:val="1"/>
          <w:numId w:val="3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iCs/>
        </w:rPr>
      </w:pPr>
      <w:r w:rsidRPr="002200AA">
        <w:rPr>
          <w:rFonts w:asciiTheme="minorHAnsi" w:hAnsiTheme="minorHAnsi" w:cstheme="minorHAnsi"/>
          <w:iCs/>
        </w:rPr>
        <w:t xml:space="preserve">Sądem właściwym do rozpoznawania sporów wynikających z niniejszej umowy jest Sąd Powszechny, właściwy ze względu na siedzibę </w:t>
      </w:r>
      <w:r w:rsidR="00150395">
        <w:rPr>
          <w:rFonts w:asciiTheme="minorHAnsi" w:hAnsiTheme="minorHAnsi" w:cstheme="minorHAnsi"/>
          <w:iCs/>
        </w:rPr>
        <w:t>POWODA</w:t>
      </w:r>
      <w:r w:rsidRPr="002200AA">
        <w:rPr>
          <w:rFonts w:asciiTheme="minorHAnsi" w:hAnsiTheme="minorHAnsi" w:cstheme="minorHAnsi"/>
          <w:iCs/>
        </w:rPr>
        <w:t>.</w:t>
      </w:r>
    </w:p>
    <w:p w14:paraId="0DE4EB91" w14:textId="77777777" w:rsidR="007B4399" w:rsidRPr="002200AA" w:rsidRDefault="007B4399" w:rsidP="00E74DE9">
      <w:pPr>
        <w:pStyle w:val="Akapitzlist"/>
        <w:numPr>
          <w:ilvl w:val="1"/>
          <w:numId w:val="3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iCs/>
        </w:rPr>
      </w:pPr>
      <w:r w:rsidRPr="002200AA">
        <w:rPr>
          <w:rFonts w:asciiTheme="minorHAnsi" w:hAnsiTheme="minorHAnsi" w:cstheme="minorHAnsi"/>
          <w:iCs/>
        </w:rPr>
        <w:t>Umowa podlega polskiemu prawu materialnemu i procesowemu.</w:t>
      </w:r>
    </w:p>
    <w:p w14:paraId="503B78D3" w14:textId="77777777" w:rsidR="00E74DE9" w:rsidRPr="002200AA" w:rsidRDefault="00E74DE9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14971A16" w14:textId="77777777" w:rsidR="007B4399" w:rsidRPr="002200AA" w:rsidRDefault="00C1437C" w:rsidP="00E74DE9">
      <w:pPr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2200AA">
        <w:rPr>
          <w:rFonts w:asciiTheme="minorHAnsi" w:hAnsiTheme="minorHAnsi" w:cstheme="minorHAnsi"/>
          <w:b/>
          <w:color w:val="000000"/>
        </w:rPr>
        <w:t>§ 9</w:t>
      </w:r>
      <w:r w:rsidR="007B4399" w:rsidRPr="002200AA">
        <w:rPr>
          <w:rFonts w:asciiTheme="minorHAnsi" w:hAnsiTheme="minorHAnsi" w:cstheme="minorHAnsi"/>
          <w:b/>
          <w:color w:val="000000"/>
        </w:rPr>
        <w:t>. POUFNOŚĆ</w:t>
      </w:r>
    </w:p>
    <w:p w14:paraId="03D072E5" w14:textId="77777777" w:rsidR="007B4399" w:rsidRPr="002200AA" w:rsidRDefault="00CE6F6C" w:rsidP="00E74DE9">
      <w:pPr>
        <w:pStyle w:val="Akapitzlist"/>
        <w:numPr>
          <w:ilvl w:val="0"/>
          <w:numId w:val="31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2200AA">
        <w:rPr>
          <w:rFonts w:asciiTheme="minorHAnsi" w:hAnsiTheme="minorHAnsi" w:cstheme="minorHAnsi"/>
          <w:spacing w:val="-3"/>
        </w:rPr>
        <w:t>Strony U</w:t>
      </w:r>
      <w:r w:rsidR="007B4399" w:rsidRPr="002200AA">
        <w:rPr>
          <w:rFonts w:asciiTheme="minorHAnsi" w:hAnsiTheme="minorHAnsi" w:cstheme="minorHAnsi"/>
          <w:spacing w:val="-3"/>
        </w:rPr>
        <w:t>mowy zobowiązują do zachowania w tajemnicy jakichkolwiek informacji dotyczących obu S</w:t>
      </w:r>
      <w:r w:rsidRPr="002200AA">
        <w:rPr>
          <w:rFonts w:asciiTheme="minorHAnsi" w:hAnsiTheme="minorHAnsi" w:cstheme="minorHAnsi"/>
          <w:spacing w:val="-3"/>
        </w:rPr>
        <w:t>tron</w:t>
      </w:r>
      <w:r w:rsidR="007B4399" w:rsidRPr="002200AA">
        <w:rPr>
          <w:rFonts w:asciiTheme="minorHAnsi" w:hAnsiTheme="minorHAnsi" w:cstheme="minorHAnsi"/>
          <w:spacing w:val="-3"/>
        </w:rPr>
        <w:t xml:space="preserve">, uzyskanych w trakcie wykonywania </w:t>
      </w:r>
      <w:r w:rsidR="00546FD4" w:rsidRPr="002200AA">
        <w:rPr>
          <w:rFonts w:asciiTheme="minorHAnsi" w:hAnsiTheme="minorHAnsi" w:cstheme="minorHAnsi"/>
          <w:spacing w:val="-3"/>
        </w:rPr>
        <w:t>U</w:t>
      </w:r>
      <w:r w:rsidR="007B4399" w:rsidRPr="002200AA">
        <w:rPr>
          <w:rFonts w:asciiTheme="minorHAnsi" w:hAnsiTheme="minorHAnsi" w:cstheme="minorHAnsi"/>
          <w:spacing w:val="-3"/>
        </w:rPr>
        <w:t>mowy.</w:t>
      </w:r>
    </w:p>
    <w:p w14:paraId="6ED477CE" w14:textId="77777777" w:rsidR="007B4399" w:rsidRPr="002200AA" w:rsidRDefault="007B4399" w:rsidP="00E74DE9">
      <w:pPr>
        <w:numPr>
          <w:ilvl w:val="0"/>
          <w:numId w:val="31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2200AA">
        <w:rPr>
          <w:rFonts w:asciiTheme="minorHAnsi" w:hAnsiTheme="minorHAnsi" w:cstheme="minorHAnsi"/>
          <w:spacing w:val="-3"/>
        </w:rPr>
        <w:t>Zakres informacji objętych tajemnicą dotyczy w szczególności:</w:t>
      </w:r>
    </w:p>
    <w:p w14:paraId="68051803" w14:textId="77777777" w:rsidR="007B4399" w:rsidRPr="002200AA" w:rsidRDefault="007B4399" w:rsidP="00E74DE9">
      <w:pPr>
        <w:pStyle w:val="Tekstpodstawowywcity3"/>
        <w:numPr>
          <w:ilvl w:val="0"/>
          <w:numId w:val="32"/>
        </w:numPr>
        <w:tabs>
          <w:tab w:val="clear" w:pos="1080"/>
          <w:tab w:val="num" w:pos="993"/>
        </w:tabs>
        <w:spacing w:after="0" w:line="276" w:lineRule="auto"/>
        <w:ind w:left="993" w:hanging="426"/>
        <w:jc w:val="both"/>
        <w:rPr>
          <w:rFonts w:asciiTheme="minorHAnsi" w:hAnsiTheme="minorHAnsi" w:cstheme="minorHAnsi"/>
          <w:spacing w:val="-3"/>
          <w:sz w:val="20"/>
          <w:szCs w:val="20"/>
        </w:rPr>
      </w:pPr>
      <w:r w:rsidRPr="002200AA">
        <w:rPr>
          <w:rFonts w:asciiTheme="minorHAnsi" w:hAnsiTheme="minorHAnsi" w:cstheme="minorHAnsi"/>
          <w:sz w:val="20"/>
          <w:szCs w:val="20"/>
        </w:rPr>
        <w:t xml:space="preserve">wszelkiego rodzaju informacji dotyczących doświadczeń i umiejętności </w:t>
      </w:r>
      <w:r w:rsidR="00546FD4" w:rsidRPr="002200AA">
        <w:rPr>
          <w:rFonts w:asciiTheme="minorHAnsi" w:hAnsiTheme="minorHAnsi" w:cstheme="minorHAnsi"/>
          <w:sz w:val="20"/>
          <w:szCs w:val="20"/>
        </w:rPr>
        <w:t>Stron</w:t>
      </w:r>
      <w:r w:rsidRPr="002200AA">
        <w:rPr>
          <w:rFonts w:asciiTheme="minorHAnsi" w:hAnsiTheme="minorHAnsi" w:cstheme="minorHAnsi"/>
          <w:sz w:val="20"/>
          <w:szCs w:val="20"/>
        </w:rPr>
        <w:t xml:space="preserve"> w zakresie prowadzonej przez nie działalności gospodarczej,</w:t>
      </w:r>
    </w:p>
    <w:p w14:paraId="267726CC" w14:textId="77777777" w:rsidR="007B4399" w:rsidRPr="002200AA" w:rsidRDefault="007B4399" w:rsidP="00E74DE9">
      <w:pPr>
        <w:pStyle w:val="Tekstpodstawowywcity3"/>
        <w:numPr>
          <w:ilvl w:val="0"/>
          <w:numId w:val="32"/>
        </w:numPr>
        <w:tabs>
          <w:tab w:val="clear" w:pos="1080"/>
          <w:tab w:val="num" w:pos="993"/>
        </w:tabs>
        <w:spacing w:after="0" w:line="276" w:lineRule="auto"/>
        <w:ind w:left="993" w:hanging="426"/>
        <w:jc w:val="both"/>
        <w:rPr>
          <w:rFonts w:asciiTheme="minorHAnsi" w:hAnsiTheme="minorHAnsi" w:cstheme="minorHAnsi"/>
          <w:spacing w:val="-3"/>
          <w:sz w:val="20"/>
          <w:szCs w:val="20"/>
        </w:rPr>
      </w:pPr>
      <w:r w:rsidRPr="002200AA">
        <w:rPr>
          <w:rFonts w:asciiTheme="minorHAnsi" w:hAnsiTheme="minorHAnsi" w:cstheme="minorHAnsi"/>
          <w:spacing w:val="-3"/>
          <w:sz w:val="20"/>
          <w:szCs w:val="20"/>
        </w:rPr>
        <w:t>infor</w:t>
      </w:r>
      <w:r w:rsidR="00546FD4" w:rsidRPr="002200AA">
        <w:rPr>
          <w:rFonts w:asciiTheme="minorHAnsi" w:hAnsiTheme="minorHAnsi" w:cstheme="minorHAnsi"/>
          <w:spacing w:val="-3"/>
          <w:sz w:val="20"/>
          <w:szCs w:val="20"/>
        </w:rPr>
        <w:t>macji dotyczących przychodów Stron</w:t>
      </w:r>
      <w:r w:rsidRPr="002200AA">
        <w:rPr>
          <w:rFonts w:asciiTheme="minorHAnsi" w:hAnsiTheme="minorHAnsi" w:cstheme="minorHAnsi"/>
          <w:spacing w:val="-3"/>
          <w:sz w:val="20"/>
          <w:szCs w:val="20"/>
        </w:rPr>
        <w:t xml:space="preserve"> wynikających w szczególności ze współpracy na podstawie niniejszej umowy.</w:t>
      </w:r>
    </w:p>
    <w:p w14:paraId="441835AD" w14:textId="77777777" w:rsidR="007B4399" w:rsidRPr="002200AA" w:rsidRDefault="007B4399" w:rsidP="00E74DE9">
      <w:pPr>
        <w:pStyle w:val="Tekstpodstawowywcity3"/>
        <w:numPr>
          <w:ilvl w:val="0"/>
          <w:numId w:val="32"/>
        </w:numPr>
        <w:tabs>
          <w:tab w:val="clear" w:pos="1080"/>
          <w:tab w:val="num" w:pos="993"/>
        </w:tabs>
        <w:spacing w:after="0" w:line="276" w:lineRule="auto"/>
        <w:ind w:left="993" w:hanging="426"/>
        <w:jc w:val="both"/>
        <w:rPr>
          <w:rFonts w:asciiTheme="minorHAnsi" w:hAnsiTheme="minorHAnsi" w:cstheme="minorHAnsi"/>
          <w:spacing w:val="-3"/>
          <w:sz w:val="20"/>
          <w:szCs w:val="20"/>
        </w:rPr>
      </w:pPr>
      <w:r w:rsidRPr="002200AA">
        <w:rPr>
          <w:rFonts w:asciiTheme="minorHAnsi" w:hAnsiTheme="minorHAnsi" w:cstheme="minorHAnsi"/>
          <w:spacing w:val="-3"/>
          <w:sz w:val="20"/>
          <w:szCs w:val="20"/>
        </w:rPr>
        <w:t>Informacji odnośnie polityki cenowej SPRZEDAJĄCEGO w zakresie ofertowania jak i ustalania ceny ostatecznej.</w:t>
      </w:r>
    </w:p>
    <w:p w14:paraId="1D41DFE7" w14:textId="77777777" w:rsidR="00E74DE9" w:rsidRPr="002200AA" w:rsidRDefault="00E74DE9" w:rsidP="00E74DE9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033759CB" w14:textId="77777777" w:rsidR="007B4399" w:rsidRPr="002200AA" w:rsidRDefault="00C1437C" w:rsidP="00E74DE9">
      <w:pPr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2200AA">
        <w:rPr>
          <w:rFonts w:asciiTheme="minorHAnsi" w:hAnsiTheme="minorHAnsi" w:cstheme="minorHAnsi"/>
          <w:b/>
          <w:color w:val="000000"/>
        </w:rPr>
        <w:t>§ 10</w:t>
      </w:r>
      <w:r w:rsidR="007B4399" w:rsidRPr="002200AA">
        <w:rPr>
          <w:rFonts w:asciiTheme="minorHAnsi" w:hAnsiTheme="minorHAnsi" w:cstheme="minorHAnsi"/>
          <w:b/>
          <w:color w:val="000000"/>
        </w:rPr>
        <w:t>. POSTANOWIENIA KOŃCOWE</w:t>
      </w:r>
    </w:p>
    <w:p w14:paraId="7D7C6F0C" w14:textId="77777777" w:rsidR="00AA41A2" w:rsidRPr="002200AA" w:rsidRDefault="00AA41A2" w:rsidP="00AA41A2">
      <w:pPr>
        <w:pStyle w:val="Akapitzlist"/>
        <w:numPr>
          <w:ilvl w:val="1"/>
          <w:numId w:val="34"/>
        </w:numPr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Niniejsza umowa została sporządzona w języku polskim w dwóch jednobrzmiących egzemplarzach, po jednym dla każdej ze Stron.</w:t>
      </w:r>
    </w:p>
    <w:p w14:paraId="29BD294E" w14:textId="77777777" w:rsidR="007B4399" w:rsidRPr="002200AA" w:rsidRDefault="00546FD4" w:rsidP="00E74DE9">
      <w:pPr>
        <w:pStyle w:val="Akapitzlist"/>
        <w:numPr>
          <w:ilvl w:val="1"/>
          <w:numId w:val="34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Strony</w:t>
      </w:r>
      <w:r w:rsidR="007B4399" w:rsidRPr="002200AA">
        <w:rPr>
          <w:rFonts w:asciiTheme="minorHAnsi" w:hAnsiTheme="minorHAnsi" w:cstheme="minorHAnsi"/>
        </w:rPr>
        <w:t xml:space="preserve"> zgodnie oświadczają, iż wiążące są dla nich jedynie te uzgodnienia, które zostały udokumentowane i potwierdzone pisemnie w niniejszej umowie i że nie wiążą ich żadne dodatkowe uzgodnienia ustne. Wszelkie zmiany niniejszej umowy oraz jej załączników wymagają formy aneksu podpisanego przez obie S</w:t>
      </w:r>
      <w:r w:rsidRPr="002200AA">
        <w:rPr>
          <w:rFonts w:asciiTheme="minorHAnsi" w:hAnsiTheme="minorHAnsi" w:cstheme="minorHAnsi"/>
        </w:rPr>
        <w:t>trony</w:t>
      </w:r>
      <w:r w:rsidR="007B4399" w:rsidRPr="002200AA">
        <w:rPr>
          <w:rFonts w:asciiTheme="minorHAnsi" w:hAnsiTheme="minorHAnsi" w:cstheme="minorHAnsi"/>
        </w:rPr>
        <w:t xml:space="preserve"> pod rygorem nieważności.</w:t>
      </w:r>
    </w:p>
    <w:p w14:paraId="58E66F2C" w14:textId="48651466" w:rsidR="007B4399" w:rsidRPr="002200AA" w:rsidRDefault="007B4399" w:rsidP="00E74DE9">
      <w:pPr>
        <w:pStyle w:val="Akapitzlist"/>
        <w:numPr>
          <w:ilvl w:val="1"/>
          <w:numId w:val="34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Wszystkie załączniki do niniejszej umowy stanowią jej integralną treść.</w:t>
      </w:r>
    </w:p>
    <w:p w14:paraId="2FAED093" w14:textId="133731E1" w:rsidR="0039228A" w:rsidRPr="002200AA" w:rsidRDefault="0039228A" w:rsidP="0039228A">
      <w:pPr>
        <w:pStyle w:val="Akapitzlist"/>
        <w:numPr>
          <w:ilvl w:val="1"/>
          <w:numId w:val="34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W sprawach nie</w:t>
      </w:r>
      <w:r w:rsidR="00C13395">
        <w:rPr>
          <w:rFonts w:asciiTheme="minorHAnsi" w:hAnsiTheme="minorHAnsi" w:cstheme="minorHAnsi"/>
        </w:rPr>
        <w:t>ure</w:t>
      </w:r>
      <w:r w:rsidRPr="002200AA">
        <w:rPr>
          <w:rFonts w:asciiTheme="minorHAnsi" w:hAnsiTheme="minorHAnsi" w:cstheme="minorHAnsi"/>
        </w:rPr>
        <w:t>gulowanych niniejszą umową mają zastosowanie odpowiednie przepisy Kodeksu Cywilnego z wyłączeniem możliwości dochodzenia odszkodowania z tytułu utraconych korzyści. Sprzedający ponosi wobec KUPUJĄCEGO odpowiedzialność wyłącznie za szkodę rzeczywistą poniesioną przez KUPUJĄCEGO za niewykonanie lub nienależyte wykonanie niniejszej Umowy spowodowane winą umyślną lub rażącym niedbalstwem Sprzedającego, z całkowitym ograniczeniem odpowiedzialności Sprzedającego z wszystkich tytułów do maksymalnie 100% ceny całkowitej netto Przedmiotu Sprzedaży.</w:t>
      </w:r>
    </w:p>
    <w:p w14:paraId="395CED14" w14:textId="77777777" w:rsidR="0039228A" w:rsidRPr="002200AA" w:rsidRDefault="00D92F31" w:rsidP="0039228A">
      <w:pPr>
        <w:pStyle w:val="Akapitzlist"/>
        <w:numPr>
          <w:ilvl w:val="0"/>
          <w:numId w:val="4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2200AA">
        <w:rPr>
          <w:rFonts w:asciiTheme="minorHAnsi" w:hAnsiTheme="minorHAnsi" w:cstheme="minorHAnsi"/>
        </w:rPr>
        <w:t>Prawa i obowiązki Kupującego wynikające z niniejszej Umowy nie mogą być przeniesione na inny podmiot, bez uprzedniej zgody Sprzedającego wyrażonej w formie pisemnej pod rygorem nieważności.</w:t>
      </w:r>
    </w:p>
    <w:p w14:paraId="7B6C3832" w14:textId="56A674E9" w:rsidR="0078305C" w:rsidRPr="002200AA" w:rsidRDefault="0078305C" w:rsidP="0078305C">
      <w:pPr>
        <w:pStyle w:val="Akapitzlist"/>
        <w:numPr>
          <w:ilvl w:val="0"/>
          <w:numId w:val="45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 xml:space="preserve">Sprzedający oświadcza, że zalicza się do kategorii </w:t>
      </w:r>
      <w:r w:rsidR="00C13395">
        <w:rPr>
          <w:rFonts w:asciiTheme="minorHAnsi" w:hAnsiTheme="minorHAnsi" w:cstheme="minorHAnsi"/>
        </w:rPr>
        <w:t>………………………..</w:t>
      </w:r>
      <w:r w:rsidRPr="002200AA">
        <w:rPr>
          <w:rFonts w:asciiTheme="minorHAnsi" w:hAnsiTheme="minorHAnsi" w:cstheme="minorHAnsi"/>
        </w:rPr>
        <w:t xml:space="preserve"> przedsiębiorcy, w rozumieniu Załącznika nr I Rozporządzenia Komisji (UE) nr 651/2014 z dnia 17 czerwca 2014 r. uznającego niektóre rodzaje pomocy za zgodne z rynkiem wewnętrznym w zastosowaniu art. 107 i 108 Traktatu (Dz. Urz. UE L 187 z dnia 26.06.2014r z </w:t>
      </w:r>
      <w:proofErr w:type="spellStart"/>
      <w:r w:rsidRPr="002200AA">
        <w:rPr>
          <w:rFonts w:asciiTheme="minorHAnsi" w:hAnsiTheme="minorHAnsi" w:cstheme="minorHAnsi"/>
        </w:rPr>
        <w:t>późn</w:t>
      </w:r>
      <w:proofErr w:type="spellEnd"/>
      <w:r w:rsidRPr="002200AA">
        <w:rPr>
          <w:rFonts w:asciiTheme="minorHAnsi" w:hAnsiTheme="minorHAnsi" w:cstheme="minorHAnsi"/>
        </w:rPr>
        <w:t>. zm.).</w:t>
      </w:r>
    </w:p>
    <w:p w14:paraId="10F252E6" w14:textId="0A787BBB" w:rsidR="0039228A" w:rsidRPr="002200AA" w:rsidRDefault="00850E4D" w:rsidP="0039228A">
      <w:pPr>
        <w:pStyle w:val="Akapitzlist"/>
        <w:numPr>
          <w:ilvl w:val="0"/>
          <w:numId w:val="4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2200AA">
        <w:rPr>
          <w:rFonts w:asciiTheme="minorHAnsi" w:hAnsiTheme="minorHAnsi" w:cstheme="minorHAnsi"/>
        </w:rPr>
        <w:t xml:space="preserve">Strony zgodnie postanawiają, iż wszelka korespondencja w ramach niniejszej umowy prowadzona będzie w formie poczty kurierskiej, listów poleconych adresowanych na adres siedziby Stron lub poczty elektronicznej </w:t>
      </w:r>
      <w:r w:rsidRPr="002200AA">
        <w:rPr>
          <w:rFonts w:asciiTheme="minorHAnsi" w:hAnsiTheme="minorHAnsi" w:cstheme="minorHAnsi"/>
        </w:rPr>
        <w:lastRenderedPageBreak/>
        <w:t>wysł</w:t>
      </w:r>
      <w:r w:rsidR="004538C0" w:rsidRPr="002200AA">
        <w:rPr>
          <w:rFonts w:asciiTheme="minorHAnsi" w:hAnsiTheme="minorHAnsi" w:cstheme="minorHAnsi"/>
        </w:rPr>
        <w:t xml:space="preserve">anej na adresy wskazane w ust. </w:t>
      </w:r>
      <w:r w:rsidR="00590A10" w:rsidRPr="002200AA">
        <w:rPr>
          <w:rFonts w:asciiTheme="minorHAnsi" w:hAnsiTheme="minorHAnsi" w:cstheme="minorHAnsi"/>
        </w:rPr>
        <w:t>10</w:t>
      </w:r>
      <w:r w:rsidRPr="002200AA">
        <w:rPr>
          <w:rFonts w:asciiTheme="minorHAnsi" w:hAnsiTheme="minorHAnsi" w:cstheme="minorHAnsi"/>
        </w:rPr>
        <w:t xml:space="preserve"> poniżej. Korespondencję w formie poczty kurierskiej lub listów poleconych poczytywać się będzie za doręczoną także z chwilą niepodjęcia w terminie w odniesieniu do listów poleconych. Natomiast korespondencja wysyłana drogą elektroniczną będzie uznawana za doręczoną dopiero z chwilą potwierdzenia przez drugą Stronę faktu otrzymania korespondencji przesyłanej w takiej formie.</w:t>
      </w:r>
    </w:p>
    <w:p w14:paraId="7ED43805" w14:textId="35EAB0F6" w:rsidR="0039228A" w:rsidRPr="002200AA" w:rsidRDefault="007B4399" w:rsidP="0039228A">
      <w:pPr>
        <w:pStyle w:val="Akapitzlist"/>
        <w:numPr>
          <w:ilvl w:val="0"/>
          <w:numId w:val="4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2200AA">
        <w:rPr>
          <w:rFonts w:asciiTheme="minorHAnsi" w:hAnsiTheme="minorHAnsi" w:cstheme="minorHAnsi"/>
        </w:rPr>
        <w:t>W razie zmiany adresu czy też zmiany formy organizacyjnej prowadzonej działalności, każda ze Stron zobowiązuje się w terminie 7 dni od dnia zaistnienia tej okoliczności do pisemnego poinformowania drugiej Stron</w:t>
      </w:r>
      <w:r w:rsidR="0071483A" w:rsidRPr="002200AA">
        <w:rPr>
          <w:rFonts w:asciiTheme="minorHAnsi" w:hAnsiTheme="minorHAnsi" w:cstheme="minorHAnsi"/>
        </w:rPr>
        <w:t>y</w:t>
      </w:r>
      <w:r w:rsidRPr="002200AA">
        <w:rPr>
          <w:rFonts w:asciiTheme="minorHAnsi" w:hAnsiTheme="minorHAnsi" w:cstheme="minorHAnsi"/>
        </w:rPr>
        <w:t xml:space="preserve"> o nowym adresie. W przypadku braku zawiadomienia, korespondencja dostarczona na adres poprzedni będzie uznawana za doręczoną.</w:t>
      </w:r>
    </w:p>
    <w:p w14:paraId="3C669B4B" w14:textId="1FA2ADB7" w:rsidR="00BB79C3" w:rsidRPr="002200AA" w:rsidRDefault="00BB79C3" w:rsidP="0039228A">
      <w:pPr>
        <w:pStyle w:val="Akapitzlist"/>
        <w:numPr>
          <w:ilvl w:val="0"/>
          <w:numId w:val="4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2200AA">
        <w:rPr>
          <w:rFonts w:asciiTheme="minorHAnsi" w:hAnsiTheme="minorHAnsi" w:cstheme="minorHAnsi"/>
        </w:rPr>
        <w:t xml:space="preserve">Kupujący oświadcza, że zapoznał się z Polityką informacyjną dla kontrahentów </w:t>
      </w:r>
      <w:r w:rsidR="00150395">
        <w:rPr>
          <w:rFonts w:asciiTheme="minorHAnsi" w:hAnsiTheme="minorHAnsi" w:cstheme="minorHAnsi"/>
        </w:rPr>
        <w:t>(nazwa Sprzedającego)</w:t>
      </w:r>
      <w:r w:rsidRPr="002200AA">
        <w:rPr>
          <w:rFonts w:asciiTheme="minorHAnsi" w:hAnsiTheme="minorHAnsi" w:cstheme="minorHAnsi"/>
        </w:rPr>
        <w:t xml:space="preserve"> oraz osób ich reprezentujących, która dostępna jest pod adresem:</w:t>
      </w:r>
    </w:p>
    <w:p w14:paraId="47606BDB" w14:textId="77777777" w:rsidR="00BB79C3" w:rsidRPr="002200AA" w:rsidRDefault="00BB79C3" w:rsidP="00BB79C3">
      <w:pPr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591681B4" w14:textId="5FEE061E" w:rsidR="00BB79C3" w:rsidRPr="002200AA" w:rsidRDefault="00A60220" w:rsidP="00BB79C3">
      <w:pPr>
        <w:ind w:left="426"/>
        <w:jc w:val="both"/>
        <w:rPr>
          <w:rFonts w:asciiTheme="minorHAnsi" w:hAnsiTheme="minorHAnsi" w:cstheme="minorHAnsi"/>
        </w:rPr>
      </w:pPr>
      <w:hyperlink r:id="rId8" w:history="1">
        <w:r w:rsidR="00150395">
          <w:rPr>
            <w:rStyle w:val="Hipercze"/>
            <w:rFonts w:asciiTheme="minorHAnsi" w:hAnsiTheme="minorHAnsi" w:cstheme="minorHAnsi"/>
          </w:rPr>
          <w:t>……………………………………………………………………………………………………………………………………………………..</w:t>
        </w:r>
      </w:hyperlink>
    </w:p>
    <w:p w14:paraId="4F7ACBBA" w14:textId="77777777" w:rsidR="00BB79C3" w:rsidRPr="002200AA" w:rsidRDefault="00BB79C3" w:rsidP="00BB79C3">
      <w:pPr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34E689A5" w14:textId="77777777" w:rsidR="00BB79C3" w:rsidRPr="002200AA" w:rsidRDefault="00BB79C3" w:rsidP="00BB79C3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oraz że przekazał jej treść do wiadomości osób, których dane osobowe wskazał w niniejszej Umowie, a także będzie przekazywał do wiadomości osób, które będą wskazywane w ramach realizacji przedmiotu niniejszej Umowy w przyszłości. Jednocześnie Zleceniobiorca poinformuje w imieniu Zleceniodawcy osoby, o których mowa w zdaniu poprzedzającym, że ich dane osobowe zostały pozyskane przez Zleceniodawcę od Zleceniobiorcy.</w:t>
      </w:r>
    </w:p>
    <w:p w14:paraId="0B3B4813" w14:textId="77777777" w:rsidR="00BB79C3" w:rsidRPr="002200AA" w:rsidRDefault="00BB79C3" w:rsidP="00BB79C3">
      <w:p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</w:p>
    <w:p w14:paraId="7C48BF2A" w14:textId="77777777" w:rsidR="00BB79C3" w:rsidRPr="002200AA" w:rsidRDefault="00BB79C3" w:rsidP="0039228A">
      <w:pPr>
        <w:pStyle w:val="Akapitzlist"/>
        <w:numPr>
          <w:ilvl w:val="0"/>
          <w:numId w:val="45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Wszelkie powiadomienia wynikające z niniejszej umowy będą dokonywane na następujące adresy:</w:t>
      </w:r>
    </w:p>
    <w:p w14:paraId="4C1590E5" w14:textId="77777777" w:rsidR="008E6094" w:rsidRDefault="008E6094" w:rsidP="008E6094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4942AC9" w14:textId="77777777" w:rsidR="008E6094" w:rsidRDefault="008E6094" w:rsidP="008E6094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9105A71" w14:textId="3A24F049" w:rsidR="00BB79C3" w:rsidRPr="002200AA" w:rsidRDefault="00BB79C3" w:rsidP="008E6094">
      <w:p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KUPUJĄCY:</w:t>
      </w:r>
      <w:r w:rsidRPr="002200AA">
        <w:rPr>
          <w:rFonts w:asciiTheme="minorHAnsi" w:hAnsiTheme="minorHAnsi" w:cstheme="minorHAnsi"/>
        </w:rPr>
        <w:tab/>
      </w:r>
      <w:r w:rsidR="008E6094" w:rsidRPr="002200AA">
        <w:rPr>
          <w:rFonts w:asciiTheme="minorHAnsi" w:hAnsiTheme="minorHAnsi" w:cstheme="minorHAnsi"/>
          <w:b/>
          <w:bCs/>
        </w:rPr>
        <w:t>ZWM WARAKSA Sp. z o.o.</w:t>
      </w:r>
      <w:r w:rsidRPr="002200AA">
        <w:rPr>
          <w:rFonts w:asciiTheme="minorHAnsi" w:hAnsiTheme="minorHAnsi" w:cstheme="minorHAnsi"/>
        </w:rPr>
        <w:t xml:space="preserve">, </w:t>
      </w:r>
      <w:r w:rsidR="008E6094" w:rsidRPr="002200AA">
        <w:rPr>
          <w:rFonts w:asciiTheme="minorHAnsi" w:hAnsiTheme="minorHAnsi" w:cstheme="minorHAnsi"/>
        </w:rPr>
        <w:t>ul. Przytorowa 3, 16-400 Suwałki</w:t>
      </w:r>
      <w:r w:rsidRPr="002200AA">
        <w:rPr>
          <w:rFonts w:asciiTheme="minorHAnsi" w:hAnsiTheme="minorHAnsi" w:cstheme="minorHAnsi"/>
        </w:rPr>
        <w:t>,</w:t>
      </w:r>
    </w:p>
    <w:p w14:paraId="236A6670" w14:textId="0153EDB8" w:rsidR="00BB79C3" w:rsidRPr="002200AA" w:rsidRDefault="00BB79C3" w:rsidP="00BB79C3">
      <w:pPr>
        <w:tabs>
          <w:tab w:val="left" w:pos="1701"/>
        </w:tabs>
        <w:spacing w:line="276" w:lineRule="auto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ab/>
        <w:t>email: …………………</w:t>
      </w:r>
      <w:r w:rsidR="008E6094">
        <w:rPr>
          <w:rFonts w:asciiTheme="minorHAnsi" w:hAnsiTheme="minorHAnsi" w:cstheme="minorHAnsi"/>
        </w:rPr>
        <w:t xml:space="preserve"> , tel.</w:t>
      </w:r>
    </w:p>
    <w:p w14:paraId="43E891CE" w14:textId="77777777" w:rsidR="00BB79C3" w:rsidRDefault="00BB79C3" w:rsidP="00BB79C3">
      <w:pPr>
        <w:tabs>
          <w:tab w:val="left" w:pos="1701"/>
        </w:tabs>
        <w:suppressAutoHyphens/>
        <w:spacing w:line="276" w:lineRule="auto"/>
        <w:jc w:val="both"/>
        <w:rPr>
          <w:rFonts w:asciiTheme="minorHAnsi" w:hAnsiTheme="minorHAnsi" w:cstheme="minorHAnsi"/>
        </w:rPr>
      </w:pPr>
    </w:p>
    <w:p w14:paraId="77EE2174" w14:textId="77777777" w:rsidR="008E6094" w:rsidRPr="002200AA" w:rsidRDefault="008E6094" w:rsidP="00BB79C3">
      <w:pPr>
        <w:tabs>
          <w:tab w:val="left" w:pos="1701"/>
        </w:tabs>
        <w:suppressAutoHyphens/>
        <w:spacing w:line="276" w:lineRule="auto"/>
        <w:jc w:val="both"/>
        <w:rPr>
          <w:rFonts w:asciiTheme="minorHAnsi" w:hAnsiTheme="minorHAnsi" w:cstheme="minorHAnsi"/>
        </w:rPr>
      </w:pPr>
    </w:p>
    <w:p w14:paraId="4C2E71BD" w14:textId="79CF2065" w:rsidR="00BB79C3" w:rsidRPr="002200AA" w:rsidRDefault="00BB79C3" w:rsidP="00BB79C3">
      <w:pPr>
        <w:tabs>
          <w:tab w:val="left" w:pos="1701"/>
        </w:tabs>
        <w:suppressAutoHyphens/>
        <w:spacing w:line="276" w:lineRule="auto"/>
        <w:ind w:left="1701" w:hanging="1701"/>
        <w:jc w:val="both"/>
        <w:outlineLvl w:val="0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SPRZEDAJĄCY:</w:t>
      </w:r>
      <w:r w:rsidRPr="002200AA">
        <w:rPr>
          <w:rFonts w:asciiTheme="minorHAnsi" w:hAnsiTheme="minorHAnsi" w:cstheme="minorHAnsi"/>
        </w:rPr>
        <w:tab/>
      </w:r>
      <w:r w:rsidR="00150395" w:rsidRPr="002200AA">
        <w:rPr>
          <w:rFonts w:asciiTheme="minorHAnsi" w:hAnsiTheme="minorHAnsi" w:cstheme="minorHAnsi"/>
          <w:b/>
        </w:rPr>
        <w:t>………………</w:t>
      </w:r>
      <w:r w:rsidR="00150395" w:rsidRPr="002200AA">
        <w:rPr>
          <w:rFonts w:asciiTheme="minorHAnsi" w:hAnsiTheme="minorHAnsi" w:cstheme="minorHAnsi"/>
        </w:rPr>
        <w:t xml:space="preserve"> , PL- …….. miasto, ul. …….. ,</w:t>
      </w:r>
    </w:p>
    <w:p w14:paraId="7EAEB319" w14:textId="7B27D689" w:rsidR="007B4399" w:rsidRPr="002200AA" w:rsidRDefault="00BB79C3" w:rsidP="00150395">
      <w:pPr>
        <w:tabs>
          <w:tab w:val="left" w:pos="1701"/>
        </w:tabs>
        <w:suppressAutoHyphens/>
        <w:spacing w:line="260" w:lineRule="atLeast"/>
        <w:ind w:left="1701" w:hanging="1701"/>
        <w:outlineLvl w:val="0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ab/>
      </w:r>
      <w:r w:rsidR="00150395" w:rsidRPr="002200AA">
        <w:rPr>
          <w:rFonts w:asciiTheme="minorHAnsi" w:hAnsiTheme="minorHAnsi" w:cstheme="minorHAnsi"/>
        </w:rPr>
        <w:t>email: …………………</w:t>
      </w:r>
      <w:r w:rsidR="008E6094">
        <w:rPr>
          <w:rFonts w:asciiTheme="minorHAnsi" w:hAnsiTheme="minorHAnsi" w:cstheme="minorHAnsi"/>
        </w:rPr>
        <w:t xml:space="preserve"> , tel. </w:t>
      </w:r>
    </w:p>
    <w:p w14:paraId="0F19D0A1" w14:textId="77777777" w:rsidR="00F47F65" w:rsidRPr="002200AA" w:rsidRDefault="00F47F65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6C655E6B" w14:textId="77777777" w:rsidR="00F47F65" w:rsidRPr="002200AA" w:rsidRDefault="00F47F65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07E415FA" w14:textId="77777777" w:rsidR="00F47F65" w:rsidRPr="002200AA" w:rsidRDefault="00F47F65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542BC8E6" w14:textId="77777777" w:rsidR="007B4399" w:rsidRPr="002200AA" w:rsidRDefault="007B4399" w:rsidP="00E74DE9">
      <w:pPr>
        <w:spacing w:line="276" w:lineRule="auto"/>
        <w:jc w:val="both"/>
        <w:rPr>
          <w:rFonts w:asciiTheme="minorHAnsi" w:hAnsiTheme="minorHAnsi" w:cstheme="minorHAnsi"/>
          <w:u w:val="single"/>
        </w:rPr>
      </w:pPr>
      <w:bookmarkStart w:id="2" w:name="_Hlk165894140"/>
      <w:r w:rsidRPr="002200AA">
        <w:rPr>
          <w:rFonts w:asciiTheme="minorHAnsi" w:hAnsiTheme="minorHAnsi" w:cstheme="minorHAnsi"/>
          <w:u w:val="single"/>
        </w:rPr>
        <w:t>Załączniki:</w:t>
      </w:r>
    </w:p>
    <w:p w14:paraId="2EC6F86C" w14:textId="77777777" w:rsidR="007B4399" w:rsidRPr="00150395" w:rsidRDefault="007B4399" w:rsidP="000B44DD">
      <w:pPr>
        <w:tabs>
          <w:tab w:val="left" w:pos="1560"/>
        </w:tabs>
        <w:spacing w:line="276" w:lineRule="auto"/>
        <w:ind w:left="1560" w:hanging="1560"/>
        <w:jc w:val="both"/>
        <w:rPr>
          <w:rFonts w:asciiTheme="minorHAnsi" w:hAnsiTheme="minorHAnsi" w:cstheme="minorHAnsi"/>
        </w:rPr>
      </w:pPr>
      <w:r w:rsidRPr="00150395">
        <w:rPr>
          <w:rFonts w:asciiTheme="minorHAnsi" w:hAnsiTheme="minorHAnsi" w:cstheme="minorHAnsi"/>
        </w:rPr>
        <w:t>Załącznik nr 1:</w:t>
      </w:r>
      <w:r w:rsidRPr="00150395">
        <w:rPr>
          <w:rFonts w:asciiTheme="minorHAnsi" w:hAnsiTheme="minorHAnsi" w:cstheme="minorHAnsi"/>
        </w:rPr>
        <w:tab/>
        <w:t>Oferta nr ………… z dnia .................</w:t>
      </w:r>
      <w:r w:rsidR="001467C6" w:rsidRPr="00150395">
        <w:rPr>
          <w:rFonts w:asciiTheme="minorHAnsi" w:hAnsiTheme="minorHAnsi" w:cstheme="minorHAnsi"/>
        </w:rPr>
        <w:t xml:space="preserve"> .</w:t>
      </w:r>
    </w:p>
    <w:p w14:paraId="21ED8AB2" w14:textId="38EAB04E" w:rsidR="00ED1797" w:rsidRPr="00150395" w:rsidRDefault="00150395" w:rsidP="00ED1797">
      <w:pPr>
        <w:tabs>
          <w:tab w:val="left" w:pos="1560"/>
        </w:tabs>
        <w:spacing w:line="276" w:lineRule="auto"/>
        <w:ind w:left="1560" w:hanging="15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Inne załączniki</w:t>
      </w:r>
    </w:p>
    <w:bookmarkEnd w:id="2"/>
    <w:p w14:paraId="60129D5B" w14:textId="77777777" w:rsidR="008C0E5B" w:rsidRPr="002200AA" w:rsidRDefault="008C0E5B" w:rsidP="00306FB2">
      <w:pPr>
        <w:spacing w:line="276" w:lineRule="auto"/>
        <w:jc w:val="both"/>
        <w:rPr>
          <w:rFonts w:asciiTheme="minorHAnsi" w:hAnsiTheme="minorHAnsi" w:cstheme="minorHAnsi"/>
        </w:rPr>
      </w:pPr>
    </w:p>
    <w:p w14:paraId="26ED05B1" w14:textId="77777777" w:rsidR="008C0E5B" w:rsidRPr="002200AA" w:rsidRDefault="008C0E5B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6E002992" w14:textId="77777777" w:rsidR="008C0E5B" w:rsidRPr="002200AA" w:rsidRDefault="008C0E5B" w:rsidP="008C0E5B">
      <w:pPr>
        <w:tabs>
          <w:tab w:val="left" w:pos="4678"/>
        </w:tabs>
        <w:spacing w:line="276" w:lineRule="auto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  <w:u w:val="single"/>
        </w:rPr>
        <w:t>Za i w imieniu SPRZEDAJĄCEGO:</w:t>
      </w:r>
      <w:r w:rsidRPr="002200AA">
        <w:rPr>
          <w:rFonts w:asciiTheme="minorHAnsi" w:hAnsiTheme="minorHAnsi" w:cstheme="minorHAnsi"/>
          <w:u w:val="single"/>
        </w:rPr>
        <w:tab/>
        <w:t>Za i w imieniu KUPUJĄCEGO:</w:t>
      </w:r>
    </w:p>
    <w:p w14:paraId="1747B0D1" w14:textId="77777777" w:rsidR="008C0E5B" w:rsidRPr="002200AA" w:rsidRDefault="008C0E5B" w:rsidP="00E74DE9">
      <w:pPr>
        <w:spacing w:line="276" w:lineRule="auto"/>
        <w:jc w:val="both"/>
        <w:rPr>
          <w:rFonts w:asciiTheme="minorHAnsi" w:hAnsiTheme="minorHAnsi" w:cstheme="minorHAnsi"/>
        </w:rPr>
      </w:pPr>
    </w:p>
    <w:p w14:paraId="550BCDFC" w14:textId="77777777" w:rsidR="008C0E5B" w:rsidRPr="002200AA" w:rsidRDefault="008C0E5B" w:rsidP="008C0E5B">
      <w:pPr>
        <w:tabs>
          <w:tab w:val="left" w:pos="4678"/>
          <w:tab w:val="left" w:pos="9073"/>
        </w:tabs>
        <w:spacing w:line="276" w:lineRule="auto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_________________</w:t>
      </w:r>
      <w:r w:rsidRPr="002200AA">
        <w:rPr>
          <w:rFonts w:asciiTheme="minorHAnsi" w:hAnsiTheme="minorHAnsi" w:cstheme="minorHAnsi"/>
        </w:rPr>
        <w:tab/>
        <w:t>_________________</w:t>
      </w:r>
    </w:p>
    <w:p w14:paraId="40EA1C88" w14:textId="3F51C994" w:rsidR="008C0E5B" w:rsidRPr="002200AA" w:rsidRDefault="00150395" w:rsidP="008C0E5B">
      <w:pPr>
        <w:tabs>
          <w:tab w:val="left" w:pos="4678"/>
          <w:tab w:val="left" w:pos="9073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…………………………………..</w:t>
      </w:r>
      <w:r w:rsidR="008C0E5B" w:rsidRPr="002200AA">
        <w:rPr>
          <w:rFonts w:asciiTheme="minorHAnsi" w:hAnsiTheme="minorHAnsi" w:cstheme="minorHAnsi"/>
        </w:rPr>
        <w:tab/>
        <w:t>………………………</w:t>
      </w:r>
    </w:p>
    <w:p w14:paraId="70555B08" w14:textId="25DD2A24" w:rsidR="008C0E5B" w:rsidRPr="002200AA" w:rsidRDefault="008C0E5B" w:rsidP="008C0E5B">
      <w:pPr>
        <w:tabs>
          <w:tab w:val="left" w:pos="9073"/>
        </w:tabs>
        <w:spacing w:line="276" w:lineRule="auto"/>
        <w:rPr>
          <w:rFonts w:asciiTheme="minorHAnsi" w:hAnsiTheme="minorHAnsi" w:cstheme="minorHAnsi"/>
        </w:rPr>
      </w:pPr>
    </w:p>
    <w:p w14:paraId="2247B43D" w14:textId="77777777" w:rsidR="008C0E5B" w:rsidRPr="002200AA" w:rsidRDefault="008C0E5B" w:rsidP="008C0E5B">
      <w:pPr>
        <w:tabs>
          <w:tab w:val="left" w:pos="9073"/>
        </w:tabs>
        <w:spacing w:line="276" w:lineRule="auto"/>
        <w:rPr>
          <w:rFonts w:asciiTheme="minorHAnsi" w:hAnsiTheme="minorHAnsi" w:cstheme="minorHAnsi"/>
        </w:rPr>
      </w:pPr>
    </w:p>
    <w:p w14:paraId="33DA46A7" w14:textId="77777777" w:rsidR="008C0E5B" w:rsidRPr="002200AA" w:rsidRDefault="008C0E5B" w:rsidP="008C0E5B">
      <w:pPr>
        <w:tabs>
          <w:tab w:val="left" w:pos="9073"/>
        </w:tabs>
        <w:spacing w:line="276" w:lineRule="auto"/>
        <w:rPr>
          <w:rFonts w:asciiTheme="minorHAnsi" w:hAnsiTheme="minorHAnsi" w:cstheme="minorHAnsi"/>
        </w:rPr>
      </w:pPr>
    </w:p>
    <w:p w14:paraId="57D53AE0" w14:textId="77777777" w:rsidR="008C0E5B" w:rsidRPr="002200AA" w:rsidRDefault="008C0E5B" w:rsidP="008C0E5B">
      <w:pPr>
        <w:tabs>
          <w:tab w:val="left" w:pos="4678"/>
        </w:tabs>
        <w:spacing w:line="276" w:lineRule="auto"/>
        <w:jc w:val="both"/>
        <w:rPr>
          <w:rFonts w:asciiTheme="minorHAnsi" w:hAnsiTheme="minorHAnsi" w:cstheme="minorHAnsi"/>
        </w:rPr>
      </w:pPr>
      <w:r w:rsidRPr="002200AA">
        <w:rPr>
          <w:rFonts w:asciiTheme="minorHAnsi" w:hAnsiTheme="minorHAnsi" w:cstheme="minorHAnsi"/>
        </w:rPr>
        <w:t>_________________</w:t>
      </w:r>
      <w:r w:rsidRPr="002200AA">
        <w:rPr>
          <w:rFonts w:asciiTheme="minorHAnsi" w:hAnsiTheme="minorHAnsi" w:cstheme="minorHAnsi"/>
        </w:rPr>
        <w:tab/>
        <w:t>_________________</w:t>
      </w:r>
    </w:p>
    <w:p w14:paraId="2A4084C9" w14:textId="4EBF9942" w:rsidR="008C0E5B" w:rsidRPr="002200AA" w:rsidRDefault="00150395" w:rsidP="008C0E5B">
      <w:pPr>
        <w:tabs>
          <w:tab w:val="left" w:pos="4678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………………………………..</w:t>
      </w:r>
      <w:r w:rsidR="008C0E5B" w:rsidRPr="002200AA">
        <w:rPr>
          <w:rFonts w:asciiTheme="minorHAnsi" w:hAnsiTheme="minorHAnsi" w:cstheme="minorHAnsi"/>
        </w:rPr>
        <w:tab/>
        <w:t>………………………</w:t>
      </w:r>
    </w:p>
    <w:sectPr w:rsidR="008C0E5B" w:rsidRPr="002200AA" w:rsidSect="00CE6F6C">
      <w:headerReference w:type="even" r:id="rId9"/>
      <w:headerReference w:type="default" r:id="rId10"/>
      <w:footerReference w:type="default" r:id="rId11"/>
      <w:pgSz w:w="11906" w:h="16838" w:code="9"/>
      <w:pgMar w:top="1701" w:right="1134" w:bottom="1134" w:left="1701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16D47" w14:textId="77777777" w:rsidR="00A60220" w:rsidRDefault="00A60220" w:rsidP="00661B3D">
      <w:r>
        <w:separator/>
      </w:r>
    </w:p>
  </w:endnote>
  <w:endnote w:type="continuationSeparator" w:id="0">
    <w:p w14:paraId="087C134F" w14:textId="77777777" w:rsidR="00A60220" w:rsidRDefault="00A60220" w:rsidP="00661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F695F" w14:textId="5F988EF5" w:rsidR="00CE6F6C" w:rsidRPr="009670DE" w:rsidRDefault="008C0758" w:rsidP="00CE6F6C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9670DE">
      <w:rPr>
        <w:rStyle w:val="Numerstrony"/>
        <w:rFonts w:asciiTheme="minorHAnsi" w:hAnsiTheme="minorHAnsi" w:cstheme="minorHAnsi"/>
        <w:sz w:val="18"/>
        <w:szCs w:val="18"/>
      </w:rPr>
      <w:fldChar w:fldCharType="begin"/>
    </w:r>
    <w:r w:rsidR="00CE6F6C" w:rsidRPr="009670DE">
      <w:rPr>
        <w:rStyle w:val="Numerstrony"/>
        <w:rFonts w:asciiTheme="minorHAnsi" w:hAnsiTheme="minorHAnsi" w:cstheme="minorHAnsi"/>
        <w:sz w:val="18"/>
        <w:szCs w:val="18"/>
      </w:rPr>
      <w:instrText xml:space="preserve"> PAGE </w:instrText>
    </w:r>
    <w:r w:rsidRPr="009670DE">
      <w:rPr>
        <w:rStyle w:val="Numerstrony"/>
        <w:rFonts w:asciiTheme="minorHAnsi" w:hAnsiTheme="minorHAnsi" w:cstheme="minorHAnsi"/>
        <w:sz w:val="18"/>
        <w:szCs w:val="18"/>
      </w:rPr>
      <w:fldChar w:fldCharType="separate"/>
    </w:r>
    <w:r w:rsidR="00AD2C00">
      <w:rPr>
        <w:rStyle w:val="Numerstrony"/>
        <w:rFonts w:asciiTheme="minorHAnsi" w:hAnsiTheme="minorHAnsi" w:cstheme="minorHAnsi"/>
        <w:noProof/>
        <w:sz w:val="18"/>
        <w:szCs w:val="18"/>
      </w:rPr>
      <w:t>6</w:t>
    </w:r>
    <w:r w:rsidRPr="009670DE">
      <w:rPr>
        <w:rStyle w:val="Numerstrony"/>
        <w:rFonts w:asciiTheme="minorHAnsi" w:hAnsiTheme="minorHAnsi" w:cstheme="minorHAnsi"/>
        <w:sz w:val="18"/>
        <w:szCs w:val="18"/>
      </w:rPr>
      <w:fldChar w:fldCharType="end"/>
    </w:r>
    <w:r w:rsidR="00CE6F6C" w:rsidRPr="009670DE">
      <w:rPr>
        <w:rStyle w:val="Numerstrony"/>
        <w:rFonts w:asciiTheme="minorHAnsi" w:hAnsiTheme="minorHAnsi" w:cstheme="minorHAnsi"/>
        <w:sz w:val="18"/>
        <w:szCs w:val="18"/>
      </w:rPr>
      <w:t xml:space="preserve"> / </w:t>
    </w:r>
    <w:r w:rsidRPr="009670DE">
      <w:rPr>
        <w:rStyle w:val="Numerstrony"/>
        <w:rFonts w:asciiTheme="minorHAnsi" w:hAnsiTheme="minorHAnsi" w:cstheme="minorHAnsi"/>
        <w:sz w:val="18"/>
        <w:szCs w:val="18"/>
      </w:rPr>
      <w:fldChar w:fldCharType="begin"/>
    </w:r>
    <w:r w:rsidR="00CE6F6C" w:rsidRPr="009670DE">
      <w:rPr>
        <w:rStyle w:val="Numerstrony"/>
        <w:rFonts w:asciiTheme="minorHAnsi" w:hAnsiTheme="minorHAnsi" w:cstheme="minorHAnsi"/>
        <w:sz w:val="18"/>
        <w:szCs w:val="18"/>
      </w:rPr>
      <w:instrText xml:space="preserve"> NUMPAGES </w:instrText>
    </w:r>
    <w:r w:rsidRPr="009670DE">
      <w:rPr>
        <w:rStyle w:val="Numerstrony"/>
        <w:rFonts w:asciiTheme="minorHAnsi" w:hAnsiTheme="minorHAnsi" w:cstheme="minorHAnsi"/>
        <w:sz w:val="18"/>
        <w:szCs w:val="18"/>
      </w:rPr>
      <w:fldChar w:fldCharType="separate"/>
    </w:r>
    <w:r w:rsidR="00AD2C00">
      <w:rPr>
        <w:rStyle w:val="Numerstrony"/>
        <w:rFonts w:asciiTheme="minorHAnsi" w:hAnsiTheme="minorHAnsi" w:cstheme="minorHAnsi"/>
        <w:noProof/>
        <w:sz w:val="18"/>
        <w:szCs w:val="18"/>
      </w:rPr>
      <w:t>6</w:t>
    </w:r>
    <w:r w:rsidRPr="009670DE">
      <w:rPr>
        <w:rStyle w:val="Numerstrony"/>
        <w:rFonts w:asciiTheme="minorHAnsi" w:hAnsiTheme="minorHAnsi"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EE564" w14:textId="77777777" w:rsidR="00A60220" w:rsidRDefault="00A60220" w:rsidP="00661B3D">
      <w:r>
        <w:separator/>
      </w:r>
    </w:p>
  </w:footnote>
  <w:footnote w:type="continuationSeparator" w:id="0">
    <w:p w14:paraId="289866BD" w14:textId="77777777" w:rsidR="00A60220" w:rsidRDefault="00A60220" w:rsidP="00661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74A6B" w14:textId="77777777" w:rsidR="00CE6F6C" w:rsidRDefault="008C075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E6F6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FEF1F7" w14:textId="77777777" w:rsidR="00CE6F6C" w:rsidRDefault="00CE6F6C">
    <w:pPr>
      <w:pStyle w:val="Nagwek"/>
    </w:pPr>
  </w:p>
  <w:p w14:paraId="67957DC0" w14:textId="77777777" w:rsidR="00CE6F6C" w:rsidRDefault="00CE6F6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6FE68" w14:textId="69696F5F" w:rsidR="00CE6F6C" w:rsidRDefault="00AD2C00" w:rsidP="00CE6F6C">
    <w:pPr>
      <w:tabs>
        <w:tab w:val="right" w:pos="9070"/>
      </w:tabs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ab/>
      <w:t>Załącznik nr 7 – Projekt umowy</w:t>
    </w:r>
  </w:p>
  <w:p w14:paraId="6C9D20E8" w14:textId="6BC72DA8" w:rsidR="00815E32" w:rsidRDefault="00057CDB" w:rsidP="00CE6F6C">
    <w:pPr>
      <w:tabs>
        <w:tab w:val="right" w:pos="9070"/>
      </w:tabs>
      <w:rPr>
        <w:rFonts w:ascii="Arial" w:hAnsi="Arial" w:cs="Arial"/>
        <w:b/>
        <w:sz w:val="22"/>
        <w:szCs w:val="22"/>
      </w:rPr>
    </w:pPr>
    <w:r>
      <w:rPr>
        <w:noProof/>
      </w:rPr>
      <w:drawing>
        <wp:inline distT="0" distB="0" distL="0" distR="0" wp14:anchorId="532F8542" wp14:editId="61181F4C">
          <wp:extent cx="5756910" cy="803378"/>
          <wp:effectExtent l="0" t="0" r="0" b="0"/>
          <wp:docPr id="2069616373" name="Obraz 20696163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9616373" name="Obraz 206961637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033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16D4CA" w14:textId="77777777" w:rsidR="00815E32" w:rsidRPr="003A4FF0" w:rsidRDefault="00815E32" w:rsidP="00CE6F6C">
    <w:pPr>
      <w:tabs>
        <w:tab w:val="right" w:pos="9070"/>
      </w:tabs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A01D9"/>
    <w:multiLevelType w:val="hybridMultilevel"/>
    <w:tmpl w:val="2E92EB3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C28ED"/>
    <w:multiLevelType w:val="hybridMultilevel"/>
    <w:tmpl w:val="7A405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32C6A"/>
    <w:multiLevelType w:val="hybridMultilevel"/>
    <w:tmpl w:val="2FBA57BE"/>
    <w:lvl w:ilvl="0" w:tplc="B8DC4DE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F5C17"/>
    <w:multiLevelType w:val="hybridMultilevel"/>
    <w:tmpl w:val="38C2C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11818"/>
    <w:multiLevelType w:val="hybridMultilevel"/>
    <w:tmpl w:val="B6B25970"/>
    <w:lvl w:ilvl="0" w:tplc="9D52E20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11FBC"/>
    <w:multiLevelType w:val="hybridMultilevel"/>
    <w:tmpl w:val="3754DD3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384D59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352BC0"/>
    <w:multiLevelType w:val="hybridMultilevel"/>
    <w:tmpl w:val="5F862D22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E006CE2A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256253C"/>
    <w:multiLevelType w:val="hybridMultilevel"/>
    <w:tmpl w:val="3C0E6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C75F3"/>
    <w:multiLevelType w:val="hybridMultilevel"/>
    <w:tmpl w:val="5D5A9D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1281F"/>
    <w:multiLevelType w:val="hybridMultilevel"/>
    <w:tmpl w:val="A75AD85E"/>
    <w:lvl w:ilvl="0" w:tplc="D36A15F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36511E"/>
    <w:multiLevelType w:val="hybridMultilevel"/>
    <w:tmpl w:val="72B85D44"/>
    <w:lvl w:ilvl="0" w:tplc="891EED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72AC4"/>
    <w:multiLevelType w:val="hybridMultilevel"/>
    <w:tmpl w:val="D7FEB6D8"/>
    <w:lvl w:ilvl="0" w:tplc="2AEE66F4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59503B"/>
    <w:multiLevelType w:val="hybridMultilevel"/>
    <w:tmpl w:val="4CA4C454"/>
    <w:lvl w:ilvl="0" w:tplc="4B1011D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CD7DDF"/>
    <w:multiLevelType w:val="hybridMultilevel"/>
    <w:tmpl w:val="33CEC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44219"/>
    <w:multiLevelType w:val="hybridMultilevel"/>
    <w:tmpl w:val="491AB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C13048"/>
    <w:multiLevelType w:val="hybridMultilevel"/>
    <w:tmpl w:val="CADCE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FD0C92"/>
    <w:multiLevelType w:val="hybridMultilevel"/>
    <w:tmpl w:val="9BA0CFB4"/>
    <w:lvl w:ilvl="0" w:tplc="D82A7C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B924BA"/>
    <w:multiLevelType w:val="hybridMultilevel"/>
    <w:tmpl w:val="6B4CC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201AA"/>
    <w:multiLevelType w:val="hybridMultilevel"/>
    <w:tmpl w:val="1D5E1B7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E006CE2A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2E094D09"/>
    <w:multiLevelType w:val="hybridMultilevel"/>
    <w:tmpl w:val="9620BD98"/>
    <w:lvl w:ilvl="0" w:tplc="258CC5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C02F5C"/>
    <w:multiLevelType w:val="hybridMultilevel"/>
    <w:tmpl w:val="50E4BA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6223B5"/>
    <w:multiLevelType w:val="hybridMultilevel"/>
    <w:tmpl w:val="316A20E8"/>
    <w:lvl w:ilvl="0" w:tplc="794028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58566C"/>
    <w:multiLevelType w:val="hybridMultilevel"/>
    <w:tmpl w:val="51323C98"/>
    <w:lvl w:ilvl="0" w:tplc="BF0EFD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DA59C5"/>
    <w:multiLevelType w:val="hybridMultilevel"/>
    <w:tmpl w:val="09DCA54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7FC66AFC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8735DE"/>
    <w:multiLevelType w:val="hybridMultilevel"/>
    <w:tmpl w:val="832249B8"/>
    <w:lvl w:ilvl="0" w:tplc="0138409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5124D1"/>
    <w:multiLevelType w:val="hybridMultilevel"/>
    <w:tmpl w:val="5FD4C104"/>
    <w:lvl w:ilvl="0" w:tplc="5DE23C5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F1031B"/>
    <w:multiLevelType w:val="hybridMultilevel"/>
    <w:tmpl w:val="65C6B3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A2686B"/>
    <w:multiLevelType w:val="hybridMultilevel"/>
    <w:tmpl w:val="77C08F62"/>
    <w:lvl w:ilvl="0" w:tplc="2DF096E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E61FC"/>
    <w:multiLevelType w:val="hybridMultilevel"/>
    <w:tmpl w:val="B9CE8526"/>
    <w:lvl w:ilvl="0" w:tplc="3D10E1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113E4B"/>
    <w:multiLevelType w:val="hybridMultilevel"/>
    <w:tmpl w:val="08EA6B5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054C08"/>
    <w:multiLevelType w:val="multilevel"/>
    <w:tmpl w:val="10747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)"/>
      <w:lvlJc w:val="left"/>
      <w:pPr>
        <w:ind w:left="786" w:hanging="360"/>
      </w:pPr>
    </w:lvl>
    <w:lvl w:ilvl="2">
      <w:start w:val="1"/>
      <w:numFmt w:val="decimal"/>
      <w:lvlText w:val="%1.%2)%3."/>
      <w:lvlJc w:val="left"/>
      <w:pPr>
        <w:ind w:left="1572" w:hanging="720"/>
      </w:pPr>
    </w:lvl>
    <w:lvl w:ilvl="3">
      <w:start w:val="1"/>
      <w:numFmt w:val="decimal"/>
      <w:lvlText w:val="%1.%2)%3.%4."/>
      <w:lvlJc w:val="left"/>
      <w:pPr>
        <w:ind w:left="1998" w:hanging="720"/>
      </w:pPr>
    </w:lvl>
    <w:lvl w:ilvl="4">
      <w:start w:val="1"/>
      <w:numFmt w:val="decimal"/>
      <w:lvlText w:val="%1.%2)%3.%4.%5."/>
      <w:lvlJc w:val="left"/>
      <w:pPr>
        <w:ind w:left="2784" w:hanging="1080"/>
      </w:pPr>
    </w:lvl>
    <w:lvl w:ilvl="5">
      <w:start w:val="1"/>
      <w:numFmt w:val="decimal"/>
      <w:lvlText w:val="%1.%2)%3.%4.%5.%6."/>
      <w:lvlJc w:val="left"/>
      <w:pPr>
        <w:ind w:left="3210" w:hanging="1080"/>
      </w:pPr>
    </w:lvl>
    <w:lvl w:ilvl="6">
      <w:start w:val="1"/>
      <w:numFmt w:val="decimal"/>
      <w:lvlText w:val="%1.%2)%3.%4.%5.%6.%7."/>
      <w:lvlJc w:val="left"/>
      <w:pPr>
        <w:ind w:left="3996" w:hanging="1440"/>
      </w:pPr>
    </w:lvl>
    <w:lvl w:ilvl="7">
      <w:start w:val="1"/>
      <w:numFmt w:val="decimal"/>
      <w:lvlText w:val="%1.%2)%3.%4.%5.%6.%7.%8."/>
      <w:lvlJc w:val="left"/>
      <w:pPr>
        <w:ind w:left="4422" w:hanging="1440"/>
      </w:pPr>
    </w:lvl>
    <w:lvl w:ilvl="8">
      <w:start w:val="1"/>
      <w:numFmt w:val="decimal"/>
      <w:lvlText w:val="%1.%2)%3.%4.%5.%6.%7.%8.%9."/>
      <w:lvlJc w:val="left"/>
      <w:pPr>
        <w:ind w:left="5208" w:hanging="1800"/>
      </w:pPr>
    </w:lvl>
  </w:abstractNum>
  <w:abstractNum w:abstractNumId="32" w15:restartNumberingAfterBreak="0">
    <w:nsid w:val="512540B1"/>
    <w:multiLevelType w:val="hybridMultilevel"/>
    <w:tmpl w:val="3D8C7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2E0C52"/>
    <w:multiLevelType w:val="hybridMultilevel"/>
    <w:tmpl w:val="9400508E"/>
    <w:lvl w:ilvl="0" w:tplc="3D72A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BE331F"/>
    <w:multiLevelType w:val="hybridMultilevel"/>
    <w:tmpl w:val="34BA34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1B5D36"/>
    <w:multiLevelType w:val="hybridMultilevel"/>
    <w:tmpl w:val="7B3C3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8F0F7C"/>
    <w:multiLevelType w:val="hybridMultilevel"/>
    <w:tmpl w:val="5F883D6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6549AD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185F39"/>
    <w:multiLevelType w:val="hybridMultilevel"/>
    <w:tmpl w:val="AFBAF360"/>
    <w:lvl w:ilvl="0" w:tplc="7E88B922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F5BF8"/>
    <w:multiLevelType w:val="hybridMultilevel"/>
    <w:tmpl w:val="F3C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EC1E34"/>
    <w:multiLevelType w:val="hybridMultilevel"/>
    <w:tmpl w:val="EF0AF48C"/>
    <w:lvl w:ilvl="0" w:tplc="A18E736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DA20E7"/>
    <w:multiLevelType w:val="hybridMultilevel"/>
    <w:tmpl w:val="F8FCA604"/>
    <w:lvl w:ilvl="0" w:tplc="B2A6002C">
      <w:start w:val="4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2E2EBE"/>
    <w:multiLevelType w:val="hybridMultilevel"/>
    <w:tmpl w:val="CEBEC5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515B5B"/>
    <w:multiLevelType w:val="hybridMultilevel"/>
    <w:tmpl w:val="790C2A70"/>
    <w:lvl w:ilvl="0" w:tplc="64FED80C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605DDD"/>
    <w:multiLevelType w:val="hybridMultilevel"/>
    <w:tmpl w:val="AE30DC86"/>
    <w:lvl w:ilvl="0" w:tplc="6E320CF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33"/>
  </w:num>
  <w:num w:numId="4">
    <w:abstractNumId w:val="12"/>
  </w:num>
  <w:num w:numId="5">
    <w:abstractNumId w:val="2"/>
  </w:num>
  <w:num w:numId="6">
    <w:abstractNumId w:val="25"/>
  </w:num>
  <w:num w:numId="7">
    <w:abstractNumId w:val="8"/>
  </w:num>
  <w:num w:numId="8">
    <w:abstractNumId w:val="41"/>
  </w:num>
  <w:num w:numId="9">
    <w:abstractNumId w:val="42"/>
  </w:num>
  <w:num w:numId="10">
    <w:abstractNumId w:val="27"/>
  </w:num>
  <w:num w:numId="11">
    <w:abstractNumId w:val="20"/>
  </w:num>
  <w:num w:numId="12">
    <w:abstractNumId w:val="23"/>
  </w:num>
  <w:num w:numId="13">
    <w:abstractNumId w:val="43"/>
  </w:num>
  <w:num w:numId="14">
    <w:abstractNumId w:val="34"/>
  </w:num>
  <w:num w:numId="15">
    <w:abstractNumId w:val="17"/>
  </w:num>
  <w:num w:numId="16">
    <w:abstractNumId w:val="1"/>
  </w:num>
  <w:num w:numId="17">
    <w:abstractNumId w:val="10"/>
  </w:num>
  <w:num w:numId="18">
    <w:abstractNumId w:val="4"/>
  </w:num>
  <w:num w:numId="19">
    <w:abstractNumId w:val="16"/>
  </w:num>
  <w:num w:numId="20">
    <w:abstractNumId w:val="11"/>
  </w:num>
  <w:num w:numId="21">
    <w:abstractNumId w:val="13"/>
  </w:num>
  <w:num w:numId="22">
    <w:abstractNumId w:val="30"/>
  </w:num>
  <w:num w:numId="23">
    <w:abstractNumId w:val="0"/>
  </w:num>
  <w:num w:numId="24">
    <w:abstractNumId w:val="5"/>
  </w:num>
  <w:num w:numId="25">
    <w:abstractNumId w:val="14"/>
  </w:num>
  <w:num w:numId="26">
    <w:abstractNumId w:val="26"/>
  </w:num>
  <w:num w:numId="27">
    <w:abstractNumId w:val="3"/>
  </w:num>
  <w:num w:numId="28">
    <w:abstractNumId w:val="36"/>
  </w:num>
  <w:num w:numId="29">
    <w:abstractNumId w:val="35"/>
  </w:num>
  <w:num w:numId="30">
    <w:abstractNumId w:val="38"/>
  </w:num>
  <w:num w:numId="31">
    <w:abstractNumId w:val="28"/>
  </w:num>
  <w:num w:numId="32">
    <w:abstractNumId w:val="19"/>
  </w:num>
  <w:num w:numId="33">
    <w:abstractNumId w:val="9"/>
  </w:num>
  <w:num w:numId="34">
    <w:abstractNumId w:val="24"/>
  </w:num>
  <w:num w:numId="35">
    <w:abstractNumId w:val="6"/>
  </w:num>
  <w:num w:numId="36">
    <w:abstractNumId w:val="39"/>
  </w:num>
  <w:num w:numId="37">
    <w:abstractNumId w:val="37"/>
  </w:num>
  <w:num w:numId="38">
    <w:abstractNumId w:val="22"/>
  </w:num>
  <w:num w:numId="39">
    <w:abstractNumId w:val="29"/>
  </w:num>
  <w:num w:numId="40">
    <w:abstractNumId w:val="18"/>
  </w:num>
  <w:num w:numId="41">
    <w:abstractNumId w:val="43"/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 w:numId="44">
    <w:abstractNumId w:val="32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E3F"/>
    <w:rsid w:val="00000218"/>
    <w:rsid w:val="000013B2"/>
    <w:rsid w:val="0000199C"/>
    <w:rsid w:val="000021ED"/>
    <w:rsid w:val="00003034"/>
    <w:rsid w:val="000031C2"/>
    <w:rsid w:val="00003722"/>
    <w:rsid w:val="00003C4A"/>
    <w:rsid w:val="0000421C"/>
    <w:rsid w:val="00004591"/>
    <w:rsid w:val="000054CE"/>
    <w:rsid w:val="000056CB"/>
    <w:rsid w:val="00005CBF"/>
    <w:rsid w:val="0001211E"/>
    <w:rsid w:val="00012A85"/>
    <w:rsid w:val="00013C34"/>
    <w:rsid w:val="00014564"/>
    <w:rsid w:val="0001568A"/>
    <w:rsid w:val="0001577F"/>
    <w:rsid w:val="000159B0"/>
    <w:rsid w:val="00015C2E"/>
    <w:rsid w:val="000161E8"/>
    <w:rsid w:val="000167E6"/>
    <w:rsid w:val="000169EF"/>
    <w:rsid w:val="000178EC"/>
    <w:rsid w:val="00017E04"/>
    <w:rsid w:val="00020AA3"/>
    <w:rsid w:val="00023BAC"/>
    <w:rsid w:val="0002401F"/>
    <w:rsid w:val="0002433E"/>
    <w:rsid w:val="00024D41"/>
    <w:rsid w:val="00024EED"/>
    <w:rsid w:val="00024FF7"/>
    <w:rsid w:val="00025331"/>
    <w:rsid w:val="0002550E"/>
    <w:rsid w:val="00025698"/>
    <w:rsid w:val="00025E38"/>
    <w:rsid w:val="000265BF"/>
    <w:rsid w:val="00027436"/>
    <w:rsid w:val="0002768F"/>
    <w:rsid w:val="00027C86"/>
    <w:rsid w:val="00027D59"/>
    <w:rsid w:val="000302DA"/>
    <w:rsid w:val="0003091D"/>
    <w:rsid w:val="00031644"/>
    <w:rsid w:val="000328D7"/>
    <w:rsid w:val="00033430"/>
    <w:rsid w:val="000347C5"/>
    <w:rsid w:val="00034D83"/>
    <w:rsid w:val="000353F0"/>
    <w:rsid w:val="00037614"/>
    <w:rsid w:val="00037C4A"/>
    <w:rsid w:val="00040FA3"/>
    <w:rsid w:val="000414BD"/>
    <w:rsid w:val="000421D2"/>
    <w:rsid w:val="00042895"/>
    <w:rsid w:val="00042A0A"/>
    <w:rsid w:val="00042AD7"/>
    <w:rsid w:val="00042AFD"/>
    <w:rsid w:val="00043424"/>
    <w:rsid w:val="00043784"/>
    <w:rsid w:val="000453A4"/>
    <w:rsid w:val="00045B18"/>
    <w:rsid w:val="00045DAC"/>
    <w:rsid w:val="00047571"/>
    <w:rsid w:val="00050626"/>
    <w:rsid w:val="00051605"/>
    <w:rsid w:val="000538CD"/>
    <w:rsid w:val="0005551A"/>
    <w:rsid w:val="000555D9"/>
    <w:rsid w:val="000566C7"/>
    <w:rsid w:val="000566FF"/>
    <w:rsid w:val="000577EF"/>
    <w:rsid w:val="00057CDB"/>
    <w:rsid w:val="00060166"/>
    <w:rsid w:val="00061BBA"/>
    <w:rsid w:val="0006206F"/>
    <w:rsid w:val="00062A63"/>
    <w:rsid w:val="00062BD8"/>
    <w:rsid w:val="000635B4"/>
    <w:rsid w:val="0006436E"/>
    <w:rsid w:val="00064684"/>
    <w:rsid w:val="00064977"/>
    <w:rsid w:val="0006531F"/>
    <w:rsid w:val="00065C4A"/>
    <w:rsid w:val="000661F0"/>
    <w:rsid w:val="0006659E"/>
    <w:rsid w:val="0006724B"/>
    <w:rsid w:val="000713E0"/>
    <w:rsid w:val="00071C1B"/>
    <w:rsid w:val="00072328"/>
    <w:rsid w:val="00072BAD"/>
    <w:rsid w:val="000732D9"/>
    <w:rsid w:val="000738B0"/>
    <w:rsid w:val="00073A64"/>
    <w:rsid w:val="000742D9"/>
    <w:rsid w:val="0007443E"/>
    <w:rsid w:val="0007503F"/>
    <w:rsid w:val="00077084"/>
    <w:rsid w:val="000777DF"/>
    <w:rsid w:val="0008066E"/>
    <w:rsid w:val="00081C10"/>
    <w:rsid w:val="00082FDA"/>
    <w:rsid w:val="0008386E"/>
    <w:rsid w:val="000845B7"/>
    <w:rsid w:val="000847E1"/>
    <w:rsid w:val="000856FD"/>
    <w:rsid w:val="0008571C"/>
    <w:rsid w:val="0008592A"/>
    <w:rsid w:val="00085EB4"/>
    <w:rsid w:val="00086814"/>
    <w:rsid w:val="000868B5"/>
    <w:rsid w:val="000871B9"/>
    <w:rsid w:val="00087734"/>
    <w:rsid w:val="00091351"/>
    <w:rsid w:val="0009146D"/>
    <w:rsid w:val="000915C3"/>
    <w:rsid w:val="00091C2B"/>
    <w:rsid w:val="000928DF"/>
    <w:rsid w:val="00093AA0"/>
    <w:rsid w:val="00094349"/>
    <w:rsid w:val="000945B8"/>
    <w:rsid w:val="00094AA5"/>
    <w:rsid w:val="000952C8"/>
    <w:rsid w:val="00095BF0"/>
    <w:rsid w:val="00096911"/>
    <w:rsid w:val="00096DF7"/>
    <w:rsid w:val="000A0233"/>
    <w:rsid w:val="000A1253"/>
    <w:rsid w:val="000A161F"/>
    <w:rsid w:val="000A1647"/>
    <w:rsid w:val="000A19B4"/>
    <w:rsid w:val="000A1CFD"/>
    <w:rsid w:val="000A203E"/>
    <w:rsid w:val="000A2423"/>
    <w:rsid w:val="000A2F44"/>
    <w:rsid w:val="000A34C8"/>
    <w:rsid w:val="000A40EE"/>
    <w:rsid w:val="000A483A"/>
    <w:rsid w:val="000A5170"/>
    <w:rsid w:val="000A7D4A"/>
    <w:rsid w:val="000A7ED2"/>
    <w:rsid w:val="000B0CFF"/>
    <w:rsid w:val="000B0FCD"/>
    <w:rsid w:val="000B18F8"/>
    <w:rsid w:val="000B1B99"/>
    <w:rsid w:val="000B2E43"/>
    <w:rsid w:val="000B2F46"/>
    <w:rsid w:val="000B347D"/>
    <w:rsid w:val="000B3F50"/>
    <w:rsid w:val="000B44DD"/>
    <w:rsid w:val="000B485F"/>
    <w:rsid w:val="000B5E07"/>
    <w:rsid w:val="000B60A9"/>
    <w:rsid w:val="000C0D92"/>
    <w:rsid w:val="000C1EC6"/>
    <w:rsid w:val="000C25D5"/>
    <w:rsid w:val="000C3302"/>
    <w:rsid w:val="000C45F7"/>
    <w:rsid w:val="000C4717"/>
    <w:rsid w:val="000C52F3"/>
    <w:rsid w:val="000C65E6"/>
    <w:rsid w:val="000D03C3"/>
    <w:rsid w:val="000D0AA4"/>
    <w:rsid w:val="000D10D3"/>
    <w:rsid w:val="000D1290"/>
    <w:rsid w:val="000D13EB"/>
    <w:rsid w:val="000D2160"/>
    <w:rsid w:val="000D2907"/>
    <w:rsid w:val="000D31BF"/>
    <w:rsid w:val="000D3245"/>
    <w:rsid w:val="000D4ADB"/>
    <w:rsid w:val="000D5572"/>
    <w:rsid w:val="000D604A"/>
    <w:rsid w:val="000D71BF"/>
    <w:rsid w:val="000E04C2"/>
    <w:rsid w:val="000E1596"/>
    <w:rsid w:val="000E25D7"/>
    <w:rsid w:val="000E2B98"/>
    <w:rsid w:val="000E38CF"/>
    <w:rsid w:val="000E3CA5"/>
    <w:rsid w:val="000E4282"/>
    <w:rsid w:val="000E4B69"/>
    <w:rsid w:val="000E4DCB"/>
    <w:rsid w:val="000E5236"/>
    <w:rsid w:val="000E59E9"/>
    <w:rsid w:val="000E5AAA"/>
    <w:rsid w:val="000E5AC9"/>
    <w:rsid w:val="000E6160"/>
    <w:rsid w:val="000E73BE"/>
    <w:rsid w:val="000E7611"/>
    <w:rsid w:val="000E780F"/>
    <w:rsid w:val="000F03C3"/>
    <w:rsid w:val="000F0553"/>
    <w:rsid w:val="000F0648"/>
    <w:rsid w:val="000F0CD1"/>
    <w:rsid w:val="000F2905"/>
    <w:rsid w:val="000F2ED2"/>
    <w:rsid w:val="000F31DB"/>
    <w:rsid w:val="000F32F6"/>
    <w:rsid w:val="000F43F7"/>
    <w:rsid w:val="000F48BC"/>
    <w:rsid w:val="000F5F40"/>
    <w:rsid w:val="000F6980"/>
    <w:rsid w:val="000F7350"/>
    <w:rsid w:val="000F736D"/>
    <w:rsid w:val="000F771B"/>
    <w:rsid w:val="0010071C"/>
    <w:rsid w:val="001007BF"/>
    <w:rsid w:val="00100949"/>
    <w:rsid w:val="00100BD8"/>
    <w:rsid w:val="00100BF0"/>
    <w:rsid w:val="00100F6A"/>
    <w:rsid w:val="00102211"/>
    <w:rsid w:val="0010364E"/>
    <w:rsid w:val="001038C2"/>
    <w:rsid w:val="001046F0"/>
    <w:rsid w:val="0010533F"/>
    <w:rsid w:val="00105F7E"/>
    <w:rsid w:val="0010656B"/>
    <w:rsid w:val="0010709F"/>
    <w:rsid w:val="0011021A"/>
    <w:rsid w:val="001107AA"/>
    <w:rsid w:val="00110A76"/>
    <w:rsid w:val="00110DDC"/>
    <w:rsid w:val="00111069"/>
    <w:rsid w:val="00112DB6"/>
    <w:rsid w:val="00113664"/>
    <w:rsid w:val="00113A35"/>
    <w:rsid w:val="0011463D"/>
    <w:rsid w:val="00114EE4"/>
    <w:rsid w:val="00116972"/>
    <w:rsid w:val="00116C45"/>
    <w:rsid w:val="001176E4"/>
    <w:rsid w:val="00117790"/>
    <w:rsid w:val="001177F7"/>
    <w:rsid w:val="00121ADF"/>
    <w:rsid w:val="00122CA3"/>
    <w:rsid w:val="00123220"/>
    <w:rsid w:val="001235C7"/>
    <w:rsid w:val="001237C2"/>
    <w:rsid w:val="00123C50"/>
    <w:rsid w:val="0012453E"/>
    <w:rsid w:val="00126AA1"/>
    <w:rsid w:val="00126C72"/>
    <w:rsid w:val="00126CF6"/>
    <w:rsid w:val="0012773A"/>
    <w:rsid w:val="00127790"/>
    <w:rsid w:val="00127DF8"/>
    <w:rsid w:val="001307AF"/>
    <w:rsid w:val="00131104"/>
    <w:rsid w:val="00131AEA"/>
    <w:rsid w:val="00133AFA"/>
    <w:rsid w:val="00134094"/>
    <w:rsid w:val="00134323"/>
    <w:rsid w:val="00134937"/>
    <w:rsid w:val="00134D09"/>
    <w:rsid w:val="001358DC"/>
    <w:rsid w:val="00136C87"/>
    <w:rsid w:val="00140E6C"/>
    <w:rsid w:val="001410FE"/>
    <w:rsid w:val="00141EDD"/>
    <w:rsid w:val="001421C7"/>
    <w:rsid w:val="001424E7"/>
    <w:rsid w:val="0014256B"/>
    <w:rsid w:val="001425D8"/>
    <w:rsid w:val="00142979"/>
    <w:rsid w:val="001435B5"/>
    <w:rsid w:val="001436CE"/>
    <w:rsid w:val="00143F56"/>
    <w:rsid w:val="001448B2"/>
    <w:rsid w:val="001451B8"/>
    <w:rsid w:val="001467C6"/>
    <w:rsid w:val="001475A3"/>
    <w:rsid w:val="00150395"/>
    <w:rsid w:val="00150F47"/>
    <w:rsid w:val="001519E5"/>
    <w:rsid w:val="001524D4"/>
    <w:rsid w:val="00152896"/>
    <w:rsid w:val="00152E47"/>
    <w:rsid w:val="00153261"/>
    <w:rsid w:val="001536A4"/>
    <w:rsid w:val="0015398E"/>
    <w:rsid w:val="0015424E"/>
    <w:rsid w:val="001542E6"/>
    <w:rsid w:val="001553BA"/>
    <w:rsid w:val="00155F3D"/>
    <w:rsid w:val="00156046"/>
    <w:rsid w:val="00156E98"/>
    <w:rsid w:val="0015707A"/>
    <w:rsid w:val="00157329"/>
    <w:rsid w:val="00157561"/>
    <w:rsid w:val="00160413"/>
    <w:rsid w:val="001647B3"/>
    <w:rsid w:val="00164ACE"/>
    <w:rsid w:val="00166677"/>
    <w:rsid w:val="00167529"/>
    <w:rsid w:val="00167A05"/>
    <w:rsid w:val="00167BA9"/>
    <w:rsid w:val="001700AC"/>
    <w:rsid w:val="00170A39"/>
    <w:rsid w:val="00171A78"/>
    <w:rsid w:val="00171B34"/>
    <w:rsid w:val="00172A97"/>
    <w:rsid w:val="00172A9A"/>
    <w:rsid w:val="0017333D"/>
    <w:rsid w:val="001749B4"/>
    <w:rsid w:val="00175580"/>
    <w:rsid w:val="00175AE2"/>
    <w:rsid w:val="00176270"/>
    <w:rsid w:val="001767F1"/>
    <w:rsid w:val="001771E4"/>
    <w:rsid w:val="001803C2"/>
    <w:rsid w:val="00180A9F"/>
    <w:rsid w:val="00181B40"/>
    <w:rsid w:val="0018211B"/>
    <w:rsid w:val="001827BB"/>
    <w:rsid w:val="00183DD7"/>
    <w:rsid w:val="00184875"/>
    <w:rsid w:val="00184B33"/>
    <w:rsid w:val="00184C22"/>
    <w:rsid w:val="001856AD"/>
    <w:rsid w:val="00185F98"/>
    <w:rsid w:val="00186131"/>
    <w:rsid w:val="001861A1"/>
    <w:rsid w:val="00186A6C"/>
    <w:rsid w:val="00187A44"/>
    <w:rsid w:val="00190822"/>
    <w:rsid w:val="00191226"/>
    <w:rsid w:val="001923AE"/>
    <w:rsid w:val="001929B3"/>
    <w:rsid w:val="00192CA2"/>
    <w:rsid w:val="001932EF"/>
    <w:rsid w:val="00193304"/>
    <w:rsid w:val="00193330"/>
    <w:rsid w:val="0019343B"/>
    <w:rsid w:val="001942D1"/>
    <w:rsid w:val="00194348"/>
    <w:rsid w:val="00195096"/>
    <w:rsid w:val="001966C4"/>
    <w:rsid w:val="00196A32"/>
    <w:rsid w:val="00196C0E"/>
    <w:rsid w:val="001971BA"/>
    <w:rsid w:val="001979CC"/>
    <w:rsid w:val="001A04F3"/>
    <w:rsid w:val="001A1909"/>
    <w:rsid w:val="001A30C9"/>
    <w:rsid w:val="001A31C0"/>
    <w:rsid w:val="001A352F"/>
    <w:rsid w:val="001A36F1"/>
    <w:rsid w:val="001A379C"/>
    <w:rsid w:val="001A465F"/>
    <w:rsid w:val="001A4795"/>
    <w:rsid w:val="001A4B37"/>
    <w:rsid w:val="001A4D49"/>
    <w:rsid w:val="001A5D43"/>
    <w:rsid w:val="001A674E"/>
    <w:rsid w:val="001A6EE8"/>
    <w:rsid w:val="001A778E"/>
    <w:rsid w:val="001B03D0"/>
    <w:rsid w:val="001B08EA"/>
    <w:rsid w:val="001B0918"/>
    <w:rsid w:val="001B1BC3"/>
    <w:rsid w:val="001B1EC8"/>
    <w:rsid w:val="001B2179"/>
    <w:rsid w:val="001B21C3"/>
    <w:rsid w:val="001B346A"/>
    <w:rsid w:val="001B40C5"/>
    <w:rsid w:val="001B417D"/>
    <w:rsid w:val="001B42D7"/>
    <w:rsid w:val="001B5223"/>
    <w:rsid w:val="001B5840"/>
    <w:rsid w:val="001B7593"/>
    <w:rsid w:val="001B76CB"/>
    <w:rsid w:val="001B7E31"/>
    <w:rsid w:val="001C03A9"/>
    <w:rsid w:val="001C11DB"/>
    <w:rsid w:val="001C1478"/>
    <w:rsid w:val="001C3A4B"/>
    <w:rsid w:val="001C409B"/>
    <w:rsid w:val="001C4902"/>
    <w:rsid w:val="001C4BE1"/>
    <w:rsid w:val="001C5CB3"/>
    <w:rsid w:val="001C5E50"/>
    <w:rsid w:val="001C7039"/>
    <w:rsid w:val="001D00AF"/>
    <w:rsid w:val="001D07BE"/>
    <w:rsid w:val="001D1C39"/>
    <w:rsid w:val="001D1C52"/>
    <w:rsid w:val="001D1F14"/>
    <w:rsid w:val="001D2BF0"/>
    <w:rsid w:val="001D308B"/>
    <w:rsid w:val="001D3127"/>
    <w:rsid w:val="001D3533"/>
    <w:rsid w:val="001D3AC3"/>
    <w:rsid w:val="001D5CCD"/>
    <w:rsid w:val="001D5D09"/>
    <w:rsid w:val="001D66EB"/>
    <w:rsid w:val="001D743A"/>
    <w:rsid w:val="001D7910"/>
    <w:rsid w:val="001E0319"/>
    <w:rsid w:val="001E08FF"/>
    <w:rsid w:val="001E1B17"/>
    <w:rsid w:val="001E1D4C"/>
    <w:rsid w:val="001E1FBD"/>
    <w:rsid w:val="001E32CE"/>
    <w:rsid w:val="001E359B"/>
    <w:rsid w:val="001E36B2"/>
    <w:rsid w:val="001E53B3"/>
    <w:rsid w:val="001E5DCF"/>
    <w:rsid w:val="001E63BC"/>
    <w:rsid w:val="001F00E0"/>
    <w:rsid w:val="001F183D"/>
    <w:rsid w:val="001F1964"/>
    <w:rsid w:val="001F1B32"/>
    <w:rsid w:val="001F23FB"/>
    <w:rsid w:val="001F3A13"/>
    <w:rsid w:val="001F45E2"/>
    <w:rsid w:val="001F46C2"/>
    <w:rsid w:val="001F4FE4"/>
    <w:rsid w:val="001F51ED"/>
    <w:rsid w:val="001F53A1"/>
    <w:rsid w:val="001F5A5D"/>
    <w:rsid w:val="001F613F"/>
    <w:rsid w:val="001F6469"/>
    <w:rsid w:val="001F6FE4"/>
    <w:rsid w:val="001F73CF"/>
    <w:rsid w:val="001F7D94"/>
    <w:rsid w:val="00200C90"/>
    <w:rsid w:val="002024A9"/>
    <w:rsid w:val="00202642"/>
    <w:rsid w:val="0020297B"/>
    <w:rsid w:val="00202A7F"/>
    <w:rsid w:val="002032A2"/>
    <w:rsid w:val="00203388"/>
    <w:rsid w:val="0020402E"/>
    <w:rsid w:val="00204182"/>
    <w:rsid w:val="00204E3C"/>
    <w:rsid w:val="00204EF7"/>
    <w:rsid w:val="00205014"/>
    <w:rsid w:val="00205B32"/>
    <w:rsid w:val="00206FEA"/>
    <w:rsid w:val="00207277"/>
    <w:rsid w:val="0021050C"/>
    <w:rsid w:val="002108C9"/>
    <w:rsid w:val="00210F80"/>
    <w:rsid w:val="00211D29"/>
    <w:rsid w:val="0021209E"/>
    <w:rsid w:val="00212256"/>
    <w:rsid w:val="002128F0"/>
    <w:rsid w:val="00212BE7"/>
    <w:rsid w:val="0021338F"/>
    <w:rsid w:val="00213E8B"/>
    <w:rsid w:val="00213F48"/>
    <w:rsid w:val="00214C57"/>
    <w:rsid w:val="00215853"/>
    <w:rsid w:val="002162E0"/>
    <w:rsid w:val="00217163"/>
    <w:rsid w:val="0021783E"/>
    <w:rsid w:val="00217D6A"/>
    <w:rsid w:val="00217E77"/>
    <w:rsid w:val="002200AA"/>
    <w:rsid w:val="002207B7"/>
    <w:rsid w:val="00222859"/>
    <w:rsid w:val="00222B10"/>
    <w:rsid w:val="00223D83"/>
    <w:rsid w:val="00223F21"/>
    <w:rsid w:val="00224115"/>
    <w:rsid w:val="002241D2"/>
    <w:rsid w:val="00225A03"/>
    <w:rsid w:val="00226A3D"/>
    <w:rsid w:val="00227301"/>
    <w:rsid w:val="002276D4"/>
    <w:rsid w:val="0023230C"/>
    <w:rsid w:val="002326DD"/>
    <w:rsid w:val="00233917"/>
    <w:rsid w:val="00234AA1"/>
    <w:rsid w:val="0023521D"/>
    <w:rsid w:val="00235468"/>
    <w:rsid w:val="00235956"/>
    <w:rsid w:val="002362BD"/>
    <w:rsid w:val="00237A66"/>
    <w:rsid w:val="00240A1D"/>
    <w:rsid w:val="00240B6E"/>
    <w:rsid w:val="00241B54"/>
    <w:rsid w:val="00241BAB"/>
    <w:rsid w:val="00241E25"/>
    <w:rsid w:val="00242E65"/>
    <w:rsid w:val="00244215"/>
    <w:rsid w:val="00244AD2"/>
    <w:rsid w:val="00244DCE"/>
    <w:rsid w:val="0024578A"/>
    <w:rsid w:val="00247BDF"/>
    <w:rsid w:val="0025131E"/>
    <w:rsid w:val="002518AD"/>
    <w:rsid w:val="002536A3"/>
    <w:rsid w:val="002541C0"/>
    <w:rsid w:val="00255AB9"/>
    <w:rsid w:val="00256672"/>
    <w:rsid w:val="0025696E"/>
    <w:rsid w:val="00256C04"/>
    <w:rsid w:val="00257260"/>
    <w:rsid w:val="002574DE"/>
    <w:rsid w:val="002618DE"/>
    <w:rsid w:val="0026277F"/>
    <w:rsid w:val="00263819"/>
    <w:rsid w:val="002642F0"/>
    <w:rsid w:val="00264D9F"/>
    <w:rsid w:val="00265433"/>
    <w:rsid w:val="002654DE"/>
    <w:rsid w:val="00265550"/>
    <w:rsid w:val="0026578C"/>
    <w:rsid w:val="00265AB8"/>
    <w:rsid w:val="002671FD"/>
    <w:rsid w:val="0026767C"/>
    <w:rsid w:val="00267A04"/>
    <w:rsid w:val="00267C64"/>
    <w:rsid w:val="00270075"/>
    <w:rsid w:val="00270792"/>
    <w:rsid w:val="0027148A"/>
    <w:rsid w:val="002717BC"/>
    <w:rsid w:val="00271BCF"/>
    <w:rsid w:val="00272598"/>
    <w:rsid w:val="0027260E"/>
    <w:rsid w:val="002730EC"/>
    <w:rsid w:val="00273189"/>
    <w:rsid w:val="0027360B"/>
    <w:rsid w:val="002741DB"/>
    <w:rsid w:val="00274FC9"/>
    <w:rsid w:val="00276659"/>
    <w:rsid w:val="002767ED"/>
    <w:rsid w:val="00276F89"/>
    <w:rsid w:val="0027707E"/>
    <w:rsid w:val="00277CC1"/>
    <w:rsid w:val="00280A96"/>
    <w:rsid w:val="00280D66"/>
    <w:rsid w:val="00280EB3"/>
    <w:rsid w:val="002821FA"/>
    <w:rsid w:val="00282632"/>
    <w:rsid w:val="00283017"/>
    <w:rsid w:val="002830E1"/>
    <w:rsid w:val="0028314F"/>
    <w:rsid w:val="002847A0"/>
    <w:rsid w:val="00284804"/>
    <w:rsid w:val="0028538A"/>
    <w:rsid w:val="00285905"/>
    <w:rsid w:val="00285AC4"/>
    <w:rsid w:val="00285D1A"/>
    <w:rsid w:val="0029030E"/>
    <w:rsid w:val="0029061F"/>
    <w:rsid w:val="00290816"/>
    <w:rsid w:val="00290E7A"/>
    <w:rsid w:val="00292631"/>
    <w:rsid w:val="00293171"/>
    <w:rsid w:val="002935AF"/>
    <w:rsid w:val="00294523"/>
    <w:rsid w:val="00294D47"/>
    <w:rsid w:val="00295C78"/>
    <w:rsid w:val="00296238"/>
    <w:rsid w:val="00296A19"/>
    <w:rsid w:val="00297652"/>
    <w:rsid w:val="002A01CC"/>
    <w:rsid w:val="002A0527"/>
    <w:rsid w:val="002A1055"/>
    <w:rsid w:val="002A19FE"/>
    <w:rsid w:val="002A21B1"/>
    <w:rsid w:val="002A298B"/>
    <w:rsid w:val="002A2BB0"/>
    <w:rsid w:val="002A34B7"/>
    <w:rsid w:val="002A351D"/>
    <w:rsid w:val="002A4214"/>
    <w:rsid w:val="002A4B6F"/>
    <w:rsid w:val="002A4CA1"/>
    <w:rsid w:val="002A5553"/>
    <w:rsid w:val="002A5D77"/>
    <w:rsid w:val="002A5F1D"/>
    <w:rsid w:val="002A6310"/>
    <w:rsid w:val="002A654F"/>
    <w:rsid w:val="002A6CFB"/>
    <w:rsid w:val="002A6E47"/>
    <w:rsid w:val="002A7E28"/>
    <w:rsid w:val="002B09E2"/>
    <w:rsid w:val="002B121C"/>
    <w:rsid w:val="002B12E0"/>
    <w:rsid w:val="002B2350"/>
    <w:rsid w:val="002B2F43"/>
    <w:rsid w:val="002B374C"/>
    <w:rsid w:val="002B3CE2"/>
    <w:rsid w:val="002B51C8"/>
    <w:rsid w:val="002B6243"/>
    <w:rsid w:val="002B69FE"/>
    <w:rsid w:val="002B6BCC"/>
    <w:rsid w:val="002B7157"/>
    <w:rsid w:val="002B7ACC"/>
    <w:rsid w:val="002B7E85"/>
    <w:rsid w:val="002C025F"/>
    <w:rsid w:val="002C0444"/>
    <w:rsid w:val="002C05BB"/>
    <w:rsid w:val="002C0741"/>
    <w:rsid w:val="002C0F29"/>
    <w:rsid w:val="002C111E"/>
    <w:rsid w:val="002C1753"/>
    <w:rsid w:val="002C1C29"/>
    <w:rsid w:val="002C2A0C"/>
    <w:rsid w:val="002C2B36"/>
    <w:rsid w:val="002C2CFA"/>
    <w:rsid w:val="002C2FA8"/>
    <w:rsid w:val="002C3771"/>
    <w:rsid w:val="002C3C4F"/>
    <w:rsid w:val="002C51A0"/>
    <w:rsid w:val="002C51AC"/>
    <w:rsid w:val="002C56B7"/>
    <w:rsid w:val="002C5AAE"/>
    <w:rsid w:val="002C5FAA"/>
    <w:rsid w:val="002C610D"/>
    <w:rsid w:val="002C6353"/>
    <w:rsid w:val="002C6983"/>
    <w:rsid w:val="002C6E10"/>
    <w:rsid w:val="002C78D0"/>
    <w:rsid w:val="002C7FC3"/>
    <w:rsid w:val="002C7FE3"/>
    <w:rsid w:val="002D13F3"/>
    <w:rsid w:val="002D1DF3"/>
    <w:rsid w:val="002D28E8"/>
    <w:rsid w:val="002D2C42"/>
    <w:rsid w:val="002D3878"/>
    <w:rsid w:val="002D3A5F"/>
    <w:rsid w:val="002D4DC9"/>
    <w:rsid w:val="002D50F3"/>
    <w:rsid w:val="002D5696"/>
    <w:rsid w:val="002D63C3"/>
    <w:rsid w:val="002D6BA0"/>
    <w:rsid w:val="002D6BF7"/>
    <w:rsid w:val="002D7D11"/>
    <w:rsid w:val="002D7D46"/>
    <w:rsid w:val="002E0E4F"/>
    <w:rsid w:val="002E107B"/>
    <w:rsid w:val="002E129D"/>
    <w:rsid w:val="002E164C"/>
    <w:rsid w:val="002E16F9"/>
    <w:rsid w:val="002E2161"/>
    <w:rsid w:val="002E251B"/>
    <w:rsid w:val="002E3000"/>
    <w:rsid w:val="002E4229"/>
    <w:rsid w:val="002E45A2"/>
    <w:rsid w:val="002E4E48"/>
    <w:rsid w:val="002E56C9"/>
    <w:rsid w:val="002E71E0"/>
    <w:rsid w:val="002E7483"/>
    <w:rsid w:val="002F02AC"/>
    <w:rsid w:val="002F0E6D"/>
    <w:rsid w:val="002F0F2B"/>
    <w:rsid w:val="002F0F85"/>
    <w:rsid w:val="002F16DD"/>
    <w:rsid w:val="002F31B6"/>
    <w:rsid w:val="002F3EB3"/>
    <w:rsid w:val="002F3FA6"/>
    <w:rsid w:val="002F4BC5"/>
    <w:rsid w:val="002F54E1"/>
    <w:rsid w:val="002F5EEA"/>
    <w:rsid w:val="002F683E"/>
    <w:rsid w:val="002F7805"/>
    <w:rsid w:val="003000F4"/>
    <w:rsid w:val="00300C1A"/>
    <w:rsid w:val="00300D46"/>
    <w:rsid w:val="00301A22"/>
    <w:rsid w:val="00301F34"/>
    <w:rsid w:val="00302244"/>
    <w:rsid w:val="0030225F"/>
    <w:rsid w:val="003028E2"/>
    <w:rsid w:val="0030306E"/>
    <w:rsid w:val="00303201"/>
    <w:rsid w:val="00303567"/>
    <w:rsid w:val="00303821"/>
    <w:rsid w:val="003055A9"/>
    <w:rsid w:val="00305B7D"/>
    <w:rsid w:val="00305BCC"/>
    <w:rsid w:val="00306472"/>
    <w:rsid w:val="00306F73"/>
    <w:rsid w:val="00306FB2"/>
    <w:rsid w:val="003079AB"/>
    <w:rsid w:val="00307BB7"/>
    <w:rsid w:val="00307D6F"/>
    <w:rsid w:val="00310B3B"/>
    <w:rsid w:val="003119AC"/>
    <w:rsid w:val="00311B66"/>
    <w:rsid w:val="00311E19"/>
    <w:rsid w:val="00311F9F"/>
    <w:rsid w:val="00312C39"/>
    <w:rsid w:val="00313133"/>
    <w:rsid w:val="0031404E"/>
    <w:rsid w:val="00314300"/>
    <w:rsid w:val="003147DC"/>
    <w:rsid w:val="00314809"/>
    <w:rsid w:val="003166CF"/>
    <w:rsid w:val="00316D44"/>
    <w:rsid w:val="00321274"/>
    <w:rsid w:val="0032139F"/>
    <w:rsid w:val="003216B6"/>
    <w:rsid w:val="00321998"/>
    <w:rsid w:val="00321BC1"/>
    <w:rsid w:val="00321DBD"/>
    <w:rsid w:val="00324DD6"/>
    <w:rsid w:val="00325068"/>
    <w:rsid w:val="003261EE"/>
    <w:rsid w:val="00327070"/>
    <w:rsid w:val="0032710F"/>
    <w:rsid w:val="003311D1"/>
    <w:rsid w:val="00331654"/>
    <w:rsid w:val="00332CE5"/>
    <w:rsid w:val="00335108"/>
    <w:rsid w:val="00336935"/>
    <w:rsid w:val="00337A8D"/>
    <w:rsid w:val="00340340"/>
    <w:rsid w:val="003407B9"/>
    <w:rsid w:val="00340C69"/>
    <w:rsid w:val="00341CFB"/>
    <w:rsid w:val="00342F28"/>
    <w:rsid w:val="003432BE"/>
    <w:rsid w:val="00346A96"/>
    <w:rsid w:val="00346E17"/>
    <w:rsid w:val="00346FB1"/>
    <w:rsid w:val="00347039"/>
    <w:rsid w:val="00347472"/>
    <w:rsid w:val="00347510"/>
    <w:rsid w:val="003477AB"/>
    <w:rsid w:val="00347F6B"/>
    <w:rsid w:val="003502D2"/>
    <w:rsid w:val="00350930"/>
    <w:rsid w:val="0035140E"/>
    <w:rsid w:val="00352622"/>
    <w:rsid w:val="003529D2"/>
    <w:rsid w:val="00352F82"/>
    <w:rsid w:val="00353A40"/>
    <w:rsid w:val="00354F77"/>
    <w:rsid w:val="00356A6D"/>
    <w:rsid w:val="00356A76"/>
    <w:rsid w:val="0035791F"/>
    <w:rsid w:val="00360BBD"/>
    <w:rsid w:val="003621C5"/>
    <w:rsid w:val="00362F84"/>
    <w:rsid w:val="00364D90"/>
    <w:rsid w:val="00365314"/>
    <w:rsid w:val="003653B3"/>
    <w:rsid w:val="00365786"/>
    <w:rsid w:val="00365C61"/>
    <w:rsid w:val="003660DB"/>
    <w:rsid w:val="0036629B"/>
    <w:rsid w:val="0036656C"/>
    <w:rsid w:val="0036773F"/>
    <w:rsid w:val="00367C53"/>
    <w:rsid w:val="00367C8B"/>
    <w:rsid w:val="003704A3"/>
    <w:rsid w:val="003709DC"/>
    <w:rsid w:val="00372339"/>
    <w:rsid w:val="00372D67"/>
    <w:rsid w:val="0037419A"/>
    <w:rsid w:val="00374A1F"/>
    <w:rsid w:val="00374EED"/>
    <w:rsid w:val="003751BE"/>
    <w:rsid w:val="00375313"/>
    <w:rsid w:val="00375A9B"/>
    <w:rsid w:val="00375DD3"/>
    <w:rsid w:val="0037677F"/>
    <w:rsid w:val="003777ED"/>
    <w:rsid w:val="00380C45"/>
    <w:rsid w:val="0038118F"/>
    <w:rsid w:val="003814C3"/>
    <w:rsid w:val="00382276"/>
    <w:rsid w:val="00383183"/>
    <w:rsid w:val="00383478"/>
    <w:rsid w:val="00383AC2"/>
    <w:rsid w:val="00384D9A"/>
    <w:rsid w:val="00386E2D"/>
    <w:rsid w:val="003879D5"/>
    <w:rsid w:val="00387E84"/>
    <w:rsid w:val="00390C25"/>
    <w:rsid w:val="0039140D"/>
    <w:rsid w:val="00391429"/>
    <w:rsid w:val="00391D87"/>
    <w:rsid w:val="00391E0E"/>
    <w:rsid w:val="0039228A"/>
    <w:rsid w:val="00392735"/>
    <w:rsid w:val="00392A1E"/>
    <w:rsid w:val="00392A9B"/>
    <w:rsid w:val="003937BD"/>
    <w:rsid w:val="0039484E"/>
    <w:rsid w:val="00394CBB"/>
    <w:rsid w:val="00394FFB"/>
    <w:rsid w:val="00396536"/>
    <w:rsid w:val="0039697D"/>
    <w:rsid w:val="003A014F"/>
    <w:rsid w:val="003A058D"/>
    <w:rsid w:val="003A09AD"/>
    <w:rsid w:val="003A23C7"/>
    <w:rsid w:val="003A2AD2"/>
    <w:rsid w:val="003A40BB"/>
    <w:rsid w:val="003A5861"/>
    <w:rsid w:val="003A5B27"/>
    <w:rsid w:val="003A6442"/>
    <w:rsid w:val="003A645F"/>
    <w:rsid w:val="003A7524"/>
    <w:rsid w:val="003B039D"/>
    <w:rsid w:val="003B092E"/>
    <w:rsid w:val="003B0B6F"/>
    <w:rsid w:val="003B0C97"/>
    <w:rsid w:val="003B1F38"/>
    <w:rsid w:val="003B213A"/>
    <w:rsid w:val="003B2426"/>
    <w:rsid w:val="003B49AC"/>
    <w:rsid w:val="003B510E"/>
    <w:rsid w:val="003B5A1A"/>
    <w:rsid w:val="003B6301"/>
    <w:rsid w:val="003B7122"/>
    <w:rsid w:val="003B7259"/>
    <w:rsid w:val="003B77EC"/>
    <w:rsid w:val="003C0801"/>
    <w:rsid w:val="003C1D8F"/>
    <w:rsid w:val="003C1FCD"/>
    <w:rsid w:val="003C3014"/>
    <w:rsid w:val="003C3226"/>
    <w:rsid w:val="003C33E6"/>
    <w:rsid w:val="003C35C6"/>
    <w:rsid w:val="003C456A"/>
    <w:rsid w:val="003C46A7"/>
    <w:rsid w:val="003C49DC"/>
    <w:rsid w:val="003C4FE6"/>
    <w:rsid w:val="003C506F"/>
    <w:rsid w:val="003C5B00"/>
    <w:rsid w:val="003C6588"/>
    <w:rsid w:val="003C67BD"/>
    <w:rsid w:val="003C7FB0"/>
    <w:rsid w:val="003D02F2"/>
    <w:rsid w:val="003D06AF"/>
    <w:rsid w:val="003D11F6"/>
    <w:rsid w:val="003D13EF"/>
    <w:rsid w:val="003D28DB"/>
    <w:rsid w:val="003D2F44"/>
    <w:rsid w:val="003D3AD6"/>
    <w:rsid w:val="003D4291"/>
    <w:rsid w:val="003D479D"/>
    <w:rsid w:val="003D5157"/>
    <w:rsid w:val="003D5DEC"/>
    <w:rsid w:val="003D5E10"/>
    <w:rsid w:val="003D5E45"/>
    <w:rsid w:val="003D72C6"/>
    <w:rsid w:val="003D7CED"/>
    <w:rsid w:val="003E0282"/>
    <w:rsid w:val="003E0E7C"/>
    <w:rsid w:val="003E1054"/>
    <w:rsid w:val="003E2419"/>
    <w:rsid w:val="003E4A24"/>
    <w:rsid w:val="003E4AC6"/>
    <w:rsid w:val="003E5EF8"/>
    <w:rsid w:val="003E6035"/>
    <w:rsid w:val="003E6952"/>
    <w:rsid w:val="003E6B7A"/>
    <w:rsid w:val="003E74CA"/>
    <w:rsid w:val="003F0B9D"/>
    <w:rsid w:val="003F176B"/>
    <w:rsid w:val="003F5AAF"/>
    <w:rsid w:val="003F6747"/>
    <w:rsid w:val="003F6B54"/>
    <w:rsid w:val="003F7201"/>
    <w:rsid w:val="004001AC"/>
    <w:rsid w:val="004011B9"/>
    <w:rsid w:val="0040198A"/>
    <w:rsid w:val="00401E48"/>
    <w:rsid w:val="00401F56"/>
    <w:rsid w:val="004022E3"/>
    <w:rsid w:val="00402882"/>
    <w:rsid w:val="00402E77"/>
    <w:rsid w:val="00402F35"/>
    <w:rsid w:val="00403988"/>
    <w:rsid w:val="00405288"/>
    <w:rsid w:val="0040669E"/>
    <w:rsid w:val="00407291"/>
    <w:rsid w:val="004105A3"/>
    <w:rsid w:val="0041066B"/>
    <w:rsid w:val="00413C57"/>
    <w:rsid w:val="00414288"/>
    <w:rsid w:val="00414AE3"/>
    <w:rsid w:val="00414E7F"/>
    <w:rsid w:val="00415A46"/>
    <w:rsid w:val="00415E72"/>
    <w:rsid w:val="00416909"/>
    <w:rsid w:val="004200A8"/>
    <w:rsid w:val="004209F8"/>
    <w:rsid w:val="004213AC"/>
    <w:rsid w:val="00421F23"/>
    <w:rsid w:val="004236E0"/>
    <w:rsid w:val="00423A87"/>
    <w:rsid w:val="004241F4"/>
    <w:rsid w:val="004245D0"/>
    <w:rsid w:val="00424A48"/>
    <w:rsid w:val="00424A6A"/>
    <w:rsid w:val="00424B5E"/>
    <w:rsid w:val="0042720D"/>
    <w:rsid w:val="00430DD2"/>
    <w:rsid w:val="00431532"/>
    <w:rsid w:val="00431BD6"/>
    <w:rsid w:val="00431BF7"/>
    <w:rsid w:val="004337AC"/>
    <w:rsid w:val="004344C3"/>
    <w:rsid w:val="00434E7B"/>
    <w:rsid w:val="00435644"/>
    <w:rsid w:val="004357D9"/>
    <w:rsid w:val="004363BC"/>
    <w:rsid w:val="00436446"/>
    <w:rsid w:val="004372B3"/>
    <w:rsid w:val="00437349"/>
    <w:rsid w:val="00437B75"/>
    <w:rsid w:val="00437DC5"/>
    <w:rsid w:val="00440A18"/>
    <w:rsid w:val="004416AC"/>
    <w:rsid w:val="0044267D"/>
    <w:rsid w:val="00442856"/>
    <w:rsid w:val="00442A8A"/>
    <w:rsid w:val="00442CCC"/>
    <w:rsid w:val="00444CEE"/>
    <w:rsid w:val="004465CA"/>
    <w:rsid w:val="00446612"/>
    <w:rsid w:val="00446DB6"/>
    <w:rsid w:val="00447516"/>
    <w:rsid w:val="00447BEC"/>
    <w:rsid w:val="00450E82"/>
    <w:rsid w:val="00451F23"/>
    <w:rsid w:val="0045292B"/>
    <w:rsid w:val="00453728"/>
    <w:rsid w:val="004538C0"/>
    <w:rsid w:val="0045395C"/>
    <w:rsid w:val="00453C36"/>
    <w:rsid w:val="0045595A"/>
    <w:rsid w:val="0045619D"/>
    <w:rsid w:val="00457807"/>
    <w:rsid w:val="0046026F"/>
    <w:rsid w:val="0046034A"/>
    <w:rsid w:val="0046139F"/>
    <w:rsid w:val="00462C11"/>
    <w:rsid w:val="00463217"/>
    <w:rsid w:val="004645BB"/>
    <w:rsid w:val="00464688"/>
    <w:rsid w:val="0046498E"/>
    <w:rsid w:val="00464D10"/>
    <w:rsid w:val="004655B5"/>
    <w:rsid w:val="004655DD"/>
    <w:rsid w:val="00465677"/>
    <w:rsid w:val="00465B99"/>
    <w:rsid w:val="00465D40"/>
    <w:rsid w:val="004661DE"/>
    <w:rsid w:val="00466473"/>
    <w:rsid w:val="00466869"/>
    <w:rsid w:val="004672D6"/>
    <w:rsid w:val="00467759"/>
    <w:rsid w:val="00470511"/>
    <w:rsid w:val="0047062A"/>
    <w:rsid w:val="0047075D"/>
    <w:rsid w:val="004713E4"/>
    <w:rsid w:val="0047296C"/>
    <w:rsid w:val="0047383E"/>
    <w:rsid w:val="00473DFD"/>
    <w:rsid w:val="00475149"/>
    <w:rsid w:val="00475E11"/>
    <w:rsid w:val="00476EEC"/>
    <w:rsid w:val="00477260"/>
    <w:rsid w:val="0047763E"/>
    <w:rsid w:val="00477C60"/>
    <w:rsid w:val="004804FE"/>
    <w:rsid w:val="00480B08"/>
    <w:rsid w:val="004822FB"/>
    <w:rsid w:val="004828A9"/>
    <w:rsid w:val="00482BF2"/>
    <w:rsid w:val="00483F74"/>
    <w:rsid w:val="004854A3"/>
    <w:rsid w:val="004858EF"/>
    <w:rsid w:val="0048672A"/>
    <w:rsid w:val="004868CE"/>
    <w:rsid w:val="00486978"/>
    <w:rsid w:val="00486F69"/>
    <w:rsid w:val="004919B3"/>
    <w:rsid w:val="00492A66"/>
    <w:rsid w:val="00493C27"/>
    <w:rsid w:val="00494691"/>
    <w:rsid w:val="00494F97"/>
    <w:rsid w:val="00495596"/>
    <w:rsid w:val="00495D0C"/>
    <w:rsid w:val="00497A84"/>
    <w:rsid w:val="004A04A1"/>
    <w:rsid w:val="004A1BA6"/>
    <w:rsid w:val="004A2764"/>
    <w:rsid w:val="004A2AFF"/>
    <w:rsid w:val="004A2EF7"/>
    <w:rsid w:val="004A39C6"/>
    <w:rsid w:val="004A3F38"/>
    <w:rsid w:val="004A4C3E"/>
    <w:rsid w:val="004A52CF"/>
    <w:rsid w:val="004A53DF"/>
    <w:rsid w:val="004A553D"/>
    <w:rsid w:val="004A561F"/>
    <w:rsid w:val="004A571E"/>
    <w:rsid w:val="004A5722"/>
    <w:rsid w:val="004A5E90"/>
    <w:rsid w:val="004A67E7"/>
    <w:rsid w:val="004A7044"/>
    <w:rsid w:val="004B0033"/>
    <w:rsid w:val="004B0577"/>
    <w:rsid w:val="004B2807"/>
    <w:rsid w:val="004B2BA8"/>
    <w:rsid w:val="004B4151"/>
    <w:rsid w:val="004B4319"/>
    <w:rsid w:val="004B44BB"/>
    <w:rsid w:val="004B44BC"/>
    <w:rsid w:val="004B4583"/>
    <w:rsid w:val="004B4A34"/>
    <w:rsid w:val="004B4A84"/>
    <w:rsid w:val="004B504D"/>
    <w:rsid w:val="004B57D1"/>
    <w:rsid w:val="004B58DE"/>
    <w:rsid w:val="004B719F"/>
    <w:rsid w:val="004B7405"/>
    <w:rsid w:val="004B742B"/>
    <w:rsid w:val="004B782A"/>
    <w:rsid w:val="004B7A7C"/>
    <w:rsid w:val="004B7BD6"/>
    <w:rsid w:val="004B7EC3"/>
    <w:rsid w:val="004C01E8"/>
    <w:rsid w:val="004C0C07"/>
    <w:rsid w:val="004C1664"/>
    <w:rsid w:val="004C2EB7"/>
    <w:rsid w:val="004C3106"/>
    <w:rsid w:val="004C38C5"/>
    <w:rsid w:val="004C38EF"/>
    <w:rsid w:val="004C39D9"/>
    <w:rsid w:val="004C52D5"/>
    <w:rsid w:val="004C55C7"/>
    <w:rsid w:val="004C55F1"/>
    <w:rsid w:val="004C580E"/>
    <w:rsid w:val="004C5996"/>
    <w:rsid w:val="004C5E30"/>
    <w:rsid w:val="004C5E32"/>
    <w:rsid w:val="004C6FA1"/>
    <w:rsid w:val="004C7303"/>
    <w:rsid w:val="004C7558"/>
    <w:rsid w:val="004D0E92"/>
    <w:rsid w:val="004D12C5"/>
    <w:rsid w:val="004D3E56"/>
    <w:rsid w:val="004D4606"/>
    <w:rsid w:val="004D4DD6"/>
    <w:rsid w:val="004D509E"/>
    <w:rsid w:val="004D53C7"/>
    <w:rsid w:val="004D6F6A"/>
    <w:rsid w:val="004D7F9C"/>
    <w:rsid w:val="004E075B"/>
    <w:rsid w:val="004E136D"/>
    <w:rsid w:val="004E147E"/>
    <w:rsid w:val="004E1902"/>
    <w:rsid w:val="004E2280"/>
    <w:rsid w:val="004E3CDA"/>
    <w:rsid w:val="004E413E"/>
    <w:rsid w:val="004E425C"/>
    <w:rsid w:val="004E478D"/>
    <w:rsid w:val="004E4914"/>
    <w:rsid w:val="004E4E44"/>
    <w:rsid w:val="004E5595"/>
    <w:rsid w:val="004E66FE"/>
    <w:rsid w:val="004E6852"/>
    <w:rsid w:val="004E6D89"/>
    <w:rsid w:val="004E7A86"/>
    <w:rsid w:val="004F1F40"/>
    <w:rsid w:val="004F23F6"/>
    <w:rsid w:val="004F2FF1"/>
    <w:rsid w:val="004F33B7"/>
    <w:rsid w:val="004F3F61"/>
    <w:rsid w:val="004F4ABC"/>
    <w:rsid w:val="004F5C7E"/>
    <w:rsid w:val="004F5E43"/>
    <w:rsid w:val="004F640F"/>
    <w:rsid w:val="004F65B2"/>
    <w:rsid w:val="004F68AD"/>
    <w:rsid w:val="004F6C7A"/>
    <w:rsid w:val="004F71AB"/>
    <w:rsid w:val="004F787C"/>
    <w:rsid w:val="004F7BD8"/>
    <w:rsid w:val="005012A8"/>
    <w:rsid w:val="0050143D"/>
    <w:rsid w:val="00501455"/>
    <w:rsid w:val="00501778"/>
    <w:rsid w:val="0050188F"/>
    <w:rsid w:val="00502012"/>
    <w:rsid w:val="00502CEB"/>
    <w:rsid w:val="005032D2"/>
    <w:rsid w:val="005049F5"/>
    <w:rsid w:val="0050572E"/>
    <w:rsid w:val="00506B8E"/>
    <w:rsid w:val="00506D91"/>
    <w:rsid w:val="0050727A"/>
    <w:rsid w:val="0050736C"/>
    <w:rsid w:val="005074AC"/>
    <w:rsid w:val="0050758C"/>
    <w:rsid w:val="005078FD"/>
    <w:rsid w:val="00507E8B"/>
    <w:rsid w:val="00507F5D"/>
    <w:rsid w:val="00511116"/>
    <w:rsid w:val="0051204C"/>
    <w:rsid w:val="005127A4"/>
    <w:rsid w:val="0051371F"/>
    <w:rsid w:val="005148CC"/>
    <w:rsid w:val="0051498D"/>
    <w:rsid w:val="00514E41"/>
    <w:rsid w:val="00515A6A"/>
    <w:rsid w:val="005172D0"/>
    <w:rsid w:val="0051770C"/>
    <w:rsid w:val="00521A17"/>
    <w:rsid w:val="00521A35"/>
    <w:rsid w:val="00521D0E"/>
    <w:rsid w:val="00522992"/>
    <w:rsid w:val="00524320"/>
    <w:rsid w:val="005246FA"/>
    <w:rsid w:val="00524ECF"/>
    <w:rsid w:val="005254EE"/>
    <w:rsid w:val="00525B00"/>
    <w:rsid w:val="00525B6E"/>
    <w:rsid w:val="005262BE"/>
    <w:rsid w:val="00526C61"/>
    <w:rsid w:val="0052766B"/>
    <w:rsid w:val="0052770C"/>
    <w:rsid w:val="00527BCD"/>
    <w:rsid w:val="00527D44"/>
    <w:rsid w:val="00530207"/>
    <w:rsid w:val="005305E7"/>
    <w:rsid w:val="00530B41"/>
    <w:rsid w:val="00530C2B"/>
    <w:rsid w:val="005318B3"/>
    <w:rsid w:val="00531E3C"/>
    <w:rsid w:val="00532106"/>
    <w:rsid w:val="00532840"/>
    <w:rsid w:val="00532AF5"/>
    <w:rsid w:val="00532FCB"/>
    <w:rsid w:val="00533CD5"/>
    <w:rsid w:val="005345E5"/>
    <w:rsid w:val="00537E0D"/>
    <w:rsid w:val="00540290"/>
    <w:rsid w:val="005406F2"/>
    <w:rsid w:val="005408DD"/>
    <w:rsid w:val="00540A5D"/>
    <w:rsid w:val="005433AE"/>
    <w:rsid w:val="00543424"/>
    <w:rsid w:val="00543489"/>
    <w:rsid w:val="005452A2"/>
    <w:rsid w:val="00545C31"/>
    <w:rsid w:val="00546263"/>
    <w:rsid w:val="00546F68"/>
    <w:rsid w:val="00546FD4"/>
    <w:rsid w:val="00547EBD"/>
    <w:rsid w:val="0055076B"/>
    <w:rsid w:val="00550773"/>
    <w:rsid w:val="00550E52"/>
    <w:rsid w:val="00551ABE"/>
    <w:rsid w:val="00552C59"/>
    <w:rsid w:val="005533A8"/>
    <w:rsid w:val="00553536"/>
    <w:rsid w:val="00553D27"/>
    <w:rsid w:val="00554155"/>
    <w:rsid w:val="00556298"/>
    <w:rsid w:val="005563A9"/>
    <w:rsid w:val="00557278"/>
    <w:rsid w:val="0055784D"/>
    <w:rsid w:val="00560A33"/>
    <w:rsid w:val="00561E3C"/>
    <w:rsid w:val="00562D83"/>
    <w:rsid w:val="00563E45"/>
    <w:rsid w:val="00564E16"/>
    <w:rsid w:val="00565481"/>
    <w:rsid w:val="005659C2"/>
    <w:rsid w:val="00565CB4"/>
    <w:rsid w:val="00566884"/>
    <w:rsid w:val="0056690F"/>
    <w:rsid w:val="00566AE7"/>
    <w:rsid w:val="00566B18"/>
    <w:rsid w:val="0056760F"/>
    <w:rsid w:val="00567A2A"/>
    <w:rsid w:val="00571E76"/>
    <w:rsid w:val="0057312A"/>
    <w:rsid w:val="005739DF"/>
    <w:rsid w:val="00575649"/>
    <w:rsid w:val="00575F09"/>
    <w:rsid w:val="00575FE8"/>
    <w:rsid w:val="0057633C"/>
    <w:rsid w:val="00576848"/>
    <w:rsid w:val="0057745B"/>
    <w:rsid w:val="00577F12"/>
    <w:rsid w:val="005821B6"/>
    <w:rsid w:val="00582BC2"/>
    <w:rsid w:val="00582C02"/>
    <w:rsid w:val="00582FC7"/>
    <w:rsid w:val="0058468B"/>
    <w:rsid w:val="00584F3A"/>
    <w:rsid w:val="005851B9"/>
    <w:rsid w:val="005865D4"/>
    <w:rsid w:val="005869B6"/>
    <w:rsid w:val="00587097"/>
    <w:rsid w:val="00587B5B"/>
    <w:rsid w:val="00587E36"/>
    <w:rsid w:val="00590348"/>
    <w:rsid w:val="00590A10"/>
    <w:rsid w:val="00590E56"/>
    <w:rsid w:val="0059114A"/>
    <w:rsid w:val="00591704"/>
    <w:rsid w:val="00594E68"/>
    <w:rsid w:val="00595261"/>
    <w:rsid w:val="0059576E"/>
    <w:rsid w:val="00595F15"/>
    <w:rsid w:val="00596CB2"/>
    <w:rsid w:val="00597745"/>
    <w:rsid w:val="005A1436"/>
    <w:rsid w:val="005A2F9E"/>
    <w:rsid w:val="005A3C95"/>
    <w:rsid w:val="005A45AC"/>
    <w:rsid w:val="005A47A0"/>
    <w:rsid w:val="005A5062"/>
    <w:rsid w:val="005A55B0"/>
    <w:rsid w:val="005A5897"/>
    <w:rsid w:val="005A5D31"/>
    <w:rsid w:val="005A674F"/>
    <w:rsid w:val="005B0273"/>
    <w:rsid w:val="005B0D50"/>
    <w:rsid w:val="005B2A26"/>
    <w:rsid w:val="005B2C36"/>
    <w:rsid w:val="005B2D72"/>
    <w:rsid w:val="005B3BEC"/>
    <w:rsid w:val="005B53DD"/>
    <w:rsid w:val="005B55ED"/>
    <w:rsid w:val="005B573C"/>
    <w:rsid w:val="005B60E6"/>
    <w:rsid w:val="005B6592"/>
    <w:rsid w:val="005B6C6B"/>
    <w:rsid w:val="005C157E"/>
    <w:rsid w:val="005C232C"/>
    <w:rsid w:val="005C274A"/>
    <w:rsid w:val="005C2881"/>
    <w:rsid w:val="005C28D0"/>
    <w:rsid w:val="005C498C"/>
    <w:rsid w:val="005C4D35"/>
    <w:rsid w:val="005C4E22"/>
    <w:rsid w:val="005C5C45"/>
    <w:rsid w:val="005C6245"/>
    <w:rsid w:val="005C736F"/>
    <w:rsid w:val="005D043E"/>
    <w:rsid w:val="005D0891"/>
    <w:rsid w:val="005D0AB5"/>
    <w:rsid w:val="005D0B93"/>
    <w:rsid w:val="005D0DDB"/>
    <w:rsid w:val="005D110B"/>
    <w:rsid w:val="005D14A6"/>
    <w:rsid w:val="005D14DE"/>
    <w:rsid w:val="005D1513"/>
    <w:rsid w:val="005D1AA9"/>
    <w:rsid w:val="005D3426"/>
    <w:rsid w:val="005D3DB7"/>
    <w:rsid w:val="005D508D"/>
    <w:rsid w:val="005D5174"/>
    <w:rsid w:val="005D55E8"/>
    <w:rsid w:val="005D598F"/>
    <w:rsid w:val="005D6801"/>
    <w:rsid w:val="005D70EA"/>
    <w:rsid w:val="005E1390"/>
    <w:rsid w:val="005E1A5D"/>
    <w:rsid w:val="005E1B17"/>
    <w:rsid w:val="005E2253"/>
    <w:rsid w:val="005E2D9D"/>
    <w:rsid w:val="005E2F1B"/>
    <w:rsid w:val="005E5312"/>
    <w:rsid w:val="005E531D"/>
    <w:rsid w:val="005E686F"/>
    <w:rsid w:val="005E7327"/>
    <w:rsid w:val="005E74FA"/>
    <w:rsid w:val="005E7A5B"/>
    <w:rsid w:val="005E7B9E"/>
    <w:rsid w:val="005F0394"/>
    <w:rsid w:val="005F04A6"/>
    <w:rsid w:val="005F0E6F"/>
    <w:rsid w:val="005F119C"/>
    <w:rsid w:val="005F1BA8"/>
    <w:rsid w:val="005F1C2B"/>
    <w:rsid w:val="005F27A4"/>
    <w:rsid w:val="005F3C90"/>
    <w:rsid w:val="005F44C3"/>
    <w:rsid w:val="005F4E1C"/>
    <w:rsid w:val="005F51EF"/>
    <w:rsid w:val="005F67C0"/>
    <w:rsid w:val="0060270C"/>
    <w:rsid w:val="006034B9"/>
    <w:rsid w:val="0060359E"/>
    <w:rsid w:val="006035DD"/>
    <w:rsid w:val="00603FA6"/>
    <w:rsid w:val="00604C6F"/>
    <w:rsid w:val="00604D65"/>
    <w:rsid w:val="00604DC3"/>
    <w:rsid w:val="006067E5"/>
    <w:rsid w:val="006068F1"/>
    <w:rsid w:val="00606E34"/>
    <w:rsid w:val="00610456"/>
    <w:rsid w:val="00611091"/>
    <w:rsid w:val="006123F0"/>
    <w:rsid w:val="0061283B"/>
    <w:rsid w:val="0061335F"/>
    <w:rsid w:val="006134CE"/>
    <w:rsid w:val="00613B7C"/>
    <w:rsid w:val="00613BD3"/>
    <w:rsid w:val="00616694"/>
    <w:rsid w:val="00616CCA"/>
    <w:rsid w:val="00617332"/>
    <w:rsid w:val="00617CEA"/>
    <w:rsid w:val="0062043D"/>
    <w:rsid w:val="00620844"/>
    <w:rsid w:val="00620BA2"/>
    <w:rsid w:val="0062120A"/>
    <w:rsid w:val="0062121C"/>
    <w:rsid w:val="00621479"/>
    <w:rsid w:val="006221FB"/>
    <w:rsid w:val="006222D8"/>
    <w:rsid w:val="00622EDF"/>
    <w:rsid w:val="00623111"/>
    <w:rsid w:val="00623678"/>
    <w:rsid w:val="0062374B"/>
    <w:rsid w:val="006239FF"/>
    <w:rsid w:val="00623C02"/>
    <w:rsid w:val="00623E07"/>
    <w:rsid w:val="00623E82"/>
    <w:rsid w:val="0062410D"/>
    <w:rsid w:val="006244D1"/>
    <w:rsid w:val="006248F1"/>
    <w:rsid w:val="00624D5C"/>
    <w:rsid w:val="00624D63"/>
    <w:rsid w:val="0062525F"/>
    <w:rsid w:val="00626079"/>
    <w:rsid w:val="00626B1C"/>
    <w:rsid w:val="00626BDC"/>
    <w:rsid w:val="006272DD"/>
    <w:rsid w:val="00630393"/>
    <w:rsid w:val="00630435"/>
    <w:rsid w:val="0063067A"/>
    <w:rsid w:val="006320B2"/>
    <w:rsid w:val="00632AFB"/>
    <w:rsid w:val="00632BF9"/>
    <w:rsid w:val="006330E1"/>
    <w:rsid w:val="0063359D"/>
    <w:rsid w:val="00634232"/>
    <w:rsid w:val="00634816"/>
    <w:rsid w:val="00634D6A"/>
    <w:rsid w:val="00634F9A"/>
    <w:rsid w:val="00635A59"/>
    <w:rsid w:val="00635CB1"/>
    <w:rsid w:val="00636526"/>
    <w:rsid w:val="00636FAD"/>
    <w:rsid w:val="0064058F"/>
    <w:rsid w:val="00640B18"/>
    <w:rsid w:val="00640EAD"/>
    <w:rsid w:val="00641030"/>
    <w:rsid w:val="0064137F"/>
    <w:rsid w:val="006415D4"/>
    <w:rsid w:val="00641DC7"/>
    <w:rsid w:val="006423E8"/>
    <w:rsid w:val="00643284"/>
    <w:rsid w:val="00643DAB"/>
    <w:rsid w:val="00643E27"/>
    <w:rsid w:val="006441FC"/>
    <w:rsid w:val="006443D9"/>
    <w:rsid w:val="0064645D"/>
    <w:rsid w:val="00646B6C"/>
    <w:rsid w:val="00647D2D"/>
    <w:rsid w:val="00650448"/>
    <w:rsid w:val="00650B26"/>
    <w:rsid w:val="00650C0B"/>
    <w:rsid w:val="00650FE7"/>
    <w:rsid w:val="0065143E"/>
    <w:rsid w:val="0065231A"/>
    <w:rsid w:val="0065285A"/>
    <w:rsid w:val="00652CF2"/>
    <w:rsid w:val="00653396"/>
    <w:rsid w:val="00653A39"/>
    <w:rsid w:val="00653F22"/>
    <w:rsid w:val="00654542"/>
    <w:rsid w:val="006560D2"/>
    <w:rsid w:val="00656CEC"/>
    <w:rsid w:val="00656E28"/>
    <w:rsid w:val="00656FD8"/>
    <w:rsid w:val="00657401"/>
    <w:rsid w:val="00657D5B"/>
    <w:rsid w:val="006616B7"/>
    <w:rsid w:val="00661AB3"/>
    <w:rsid w:val="00661B3D"/>
    <w:rsid w:val="00661B3E"/>
    <w:rsid w:val="00662242"/>
    <w:rsid w:val="00662CF4"/>
    <w:rsid w:val="00663179"/>
    <w:rsid w:val="00663503"/>
    <w:rsid w:val="006647A7"/>
    <w:rsid w:val="00664864"/>
    <w:rsid w:val="00664AD8"/>
    <w:rsid w:val="0066583F"/>
    <w:rsid w:val="00665E2A"/>
    <w:rsid w:val="006660EA"/>
    <w:rsid w:val="0066628C"/>
    <w:rsid w:val="0066651D"/>
    <w:rsid w:val="00666634"/>
    <w:rsid w:val="00666BFA"/>
    <w:rsid w:val="00666E60"/>
    <w:rsid w:val="00670290"/>
    <w:rsid w:val="00670B1F"/>
    <w:rsid w:val="00671200"/>
    <w:rsid w:val="006715AF"/>
    <w:rsid w:val="006718ED"/>
    <w:rsid w:val="00674106"/>
    <w:rsid w:val="00674D48"/>
    <w:rsid w:val="006757BA"/>
    <w:rsid w:val="00675A8F"/>
    <w:rsid w:val="0067685F"/>
    <w:rsid w:val="006802D4"/>
    <w:rsid w:val="00680FB5"/>
    <w:rsid w:val="00681A93"/>
    <w:rsid w:val="0068217B"/>
    <w:rsid w:val="00682AB3"/>
    <w:rsid w:val="00682AE0"/>
    <w:rsid w:val="00682B8B"/>
    <w:rsid w:val="006840B4"/>
    <w:rsid w:val="00685384"/>
    <w:rsid w:val="006853A1"/>
    <w:rsid w:val="006871FC"/>
    <w:rsid w:val="00690741"/>
    <w:rsid w:val="00692403"/>
    <w:rsid w:val="00694B72"/>
    <w:rsid w:val="00695C4F"/>
    <w:rsid w:val="00696905"/>
    <w:rsid w:val="00697283"/>
    <w:rsid w:val="006A12E1"/>
    <w:rsid w:val="006A1BEA"/>
    <w:rsid w:val="006A2238"/>
    <w:rsid w:val="006A2D6B"/>
    <w:rsid w:val="006A313F"/>
    <w:rsid w:val="006A3671"/>
    <w:rsid w:val="006A3CAB"/>
    <w:rsid w:val="006A4729"/>
    <w:rsid w:val="006A4AA9"/>
    <w:rsid w:val="006A583A"/>
    <w:rsid w:val="006A6353"/>
    <w:rsid w:val="006A64DC"/>
    <w:rsid w:val="006A698C"/>
    <w:rsid w:val="006A6D96"/>
    <w:rsid w:val="006A6DCA"/>
    <w:rsid w:val="006A7D00"/>
    <w:rsid w:val="006B017E"/>
    <w:rsid w:val="006B1030"/>
    <w:rsid w:val="006B2B8E"/>
    <w:rsid w:val="006B30D9"/>
    <w:rsid w:val="006B4CEF"/>
    <w:rsid w:val="006B4F63"/>
    <w:rsid w:val="006B5A6B"/>
    <w:rsid w:val="006B5AFB"/>
    <w:rsid w:val="006B63B3"/>
    <w:rsid w:val="006B68B0"/>
    <w:rsid w:val="006C0027"/>
    <w:rsid w:val="006C0675"/>
    <w:rsid w:val="006C0CAF"/>
    <w:rsid w:val="006C158D"/>
    <w:rsid w:val="006C19C8"/>
    <w:rsid w:val="006C249E"/>
    <w:rsid w:val="006C2DA0"/>
    <w:rsid w:val="006C3589"/>
    <w:rsid w:val="006C36A9"/>
    <w:rsid w:val="006C4F00"/>
    <w:rsid w:val="006C5609"/>
    <w:rsid w:val="006C59E9"/>
    <w:rsid w:val="006C604E"/>
    <w:rsid w:val="006C61C9"/>
    <w:rsid w:val="006C642B"/>
    <w:rsid w:val="006D0038"/>
    <w:rsid w:val="006D1385"/>
    <w:rsid w:val="006D235B"/>
    <w:rsid w:val="006D2EFE"/>
    <w:rsid w:val="006D4A58"/>
    <w:rsid w:val="006D4A8D"/>
    <w:rsid w:val="006D4AB8"/>
    <w:rsid w:val="006D5109"/>
    <w:rsid w:val="006D5757"/>
    <w:rsid w:val="006D5CAF"/>
    <w:rsid w:val="006D5F24"/>
    <w:rsid w:val="006D5F2C"/>
    <w:rsid w:val="006D5FAA"/>
    <w:rsid w:val="006D6133"/>
    <w:rsid w:val="006D7186"/>
    <w:rsid w:val="006E0575"/>
    <w:rsid w:val="006E0F26"/>
    <w:rsid w:val="006E38BB"/>
    <w:rsid w:val="006E3A2B"/>
    <w:rsid w:val="006E3E5A"/>
    <w:rsid w:val="006E4DC0"/>
    <w:rsid w:val="006E53B0"/>
    <w:rsid w:val="006E5990"/>
    <w:rsid w:val="006E744A"/>
    <w:rsid w:val="006E7E0E"/>
    <w:rsid w:val="006F05FB"/>
    <w:rsid w:val="006F146A"/>
    <w:rsid w:val="006F1819"/>
    <w:rsid w:val="006F198D"/>
    <w:rsid w:val="006F19EB"/>
    <w:rsid w:val="006F2A41"/>
    <w:rsid w:val="006F3471"/>
    <w:rsid w:val="006F3C1A"/>
    <w:rsid w:val="006F4859"/>
    <w:rsid w:val="006F5AE6"/>
    <w:rsid w:val="006F5B61"/>
    <w:rsid w:val="006F5EC9"/>
    <w:rsid w:val="006F74EB"/>
    <w:rsid w:val="006F7721"/>
    <w:rsid w:val="006F7B93"/>
    <w:rsid w:val="00700431"/>
    <w:rsid w:val="007013D1"/>
    <w:rsid w:val="00701B58"/>
    <w:rsid w:val="00702D3A"/>
    <w:rsid w:val="0070423D"/>
    <w:rsid w:val="0070543C"/>
    <w:rsid w:val="00705806"/>
    <w:rsid w:val="0070751B"/>
    <w:rsid w:val="00707898"/>
    <w:rsid w:val="00707CBF"/>
    <w:rsid w:val="0071079B"/>
    <w:rsid w:val="007107B3"/>
    <w:rsid w:val="0071143E"/>
    <w:rsid w:val="00711906"/>
    <w:rsid w:val="00711A00"/>
    <w:rsid w:val="0071240B"/>
    <w:rsid w:val="00712822"/>
    <w:rsid w:val="00713B38"/>
    <w:rsid w:val="007145AC"/>
    <w:rsid w:val="0071483A"/>
    <w:rsid w:val="007156DC"/>
    <w:rsid w:val="007162B8"/>
    <w:rsid w:val="00716580"/>
    <w:rsid w:val="00716A29"/>
    <w:rsid w:val="00716F3D"/>
    <w:rsid w:val="00717191"/>
    <w:rsid w:val="00720733"/>
    <w:rsid w:val="00721CC9"/>
    <w:rsid w:val="007222C7"/>
    <w:rsid w:val="007223B2"/>
    <w:rsid w:val="007225A1"/>
    <w:rsid w:val="00722D64"/>
    <w:rsid w:val="00725CA2"/>
    <w:rsid w:val="00725D80"/>
    <w:rsid w:val="00726352"/>
    <w:rsid w:val="00726964"/>
    <w:rsid w:val="00726AD5"/>
    <w:rsid w:val="0072733D"/>
    <w:rsid w:val="00727A64"/>
    <w:rsid w:val="00730709"/>
    <w:rsid w:val="00730EFB"/>
    <w:rsid w:val="007311E1"/>
    <w:rsid w:val="00732026"/>
    <w:rsid w:val="007323F0"/>
    <w:rsid w:val="00733A43"/>
    <w:rsid w:val="0073409A"/>
    <w:rsid w:val="0073433F"/>
    <w:rsid w:val="00735424"/>
    <w:rsid w:val="00735489"/>
    <w:rsid w:val="0073551C"/>
    <w:rsid w:val="00737434"/>
    <w:rsid w:val="00737854"/>
    <w:rsid w:val="00737EE0"/>
    <w:rsid w:val="007400E8"/>
    <w:rsid w:val="007415D3"/>
    <w:rsid w:val="0074161D"/>
    <w:rsid w:val="0074193E"/>
    <w:rsid w:val="00741EDC"/>
    <w:rsid w:val="0074324D"/>
    <w:rsid w:val="007432E9"/>
    <w:rsid w:val="00744099"/>
    <w:rsid w:val="00744ACB"/>
    <w:rsid w:val="007456E9"/>
    <w:rsid w:val="00745885"/>
    <w:rsid w:val="00745F41"/>
    <w:rsid w:val="0074659D"/>
    <w:rsid w:val="00746726"/>
    <w:rsid w:val="007467C1"/>
    <w:rsid w:val="00746AB7"/>
    <w:rsid w:val="00746CC1"/>
    <w:rsid w:val="0074762A"/>
    <w:rsid w:val="00750E37"/>
    <w:rsid w:val="00751846"/>
    <w:rsid w:val="007526F4"/>
    <w:rsid w:val="00752E20"/>
    <w:rsid w:val="007534ED"/>
    <w:rsid w:val="007544D7"/>
    <w:rsid w:val="00755104"/>
    <w:rsid w:val="00755DFD"/>
    <w:rsid w:val="00756081"/>
    <w:rsid w:val="00756150"/>
    <w:rsid w:val="007567BD"/>
    <w:rsid w:val="007569EF"/>
    <w:rsid w:val="00756E16"/>
    <w:rsid w:val="007573B7"/>
    <w:rsid w:val="00757EF6"/>
    <w:rsid w:val="0076050E"/>
    <w:rsid w:val="0076164C"/>
    <w:rsid w:val="00761BD1"/>
    <w:rsid w:val="00762B32"/>
    <w:rsid w:val="00763A04"/>
    <w:rsid w:val="00764974"/>
    <w:rsid w:val="0076497D"/>
    <w:rsid w:val="00764E72"/>
    <w:rsid w:val="00765495"/>
    <w:rsid w:val="00766075"/>
    <w:rsid w:val="0076615A"/>
    <w:rsid w:val="00766503"/>
    <w:rsid w:val="00770600"/>
    <w:rsid w:val="00770A1B"/>
    <w:rsid w:val="00770B24"/>
    <w:rsid w:val="0077123C"/>
    <w:rsid w:val="00771ABD"/>
    <w:rsid w:val="00772FFE"/>
    <w:rsid w:val="00773161"/>
    <w:rsid w:val="0077405A"/>
    <w:rsid w:val="00774AFD"/>
    <w:rsid w:val="00774F97"/>
    <w:rsid w:val="007750E9"/>
    <w:rsid w:val="0077598D"/>
    <w:rsid w:val="00775DA0"/>
    <w:rsid w:val="00775F05"/>
    <w:rsid w:val="00775FC9"/>
    <w:rsid w:val="00776156"/>
    <w:rsid w:val="007771C6"/>
    <w:rsid w:val="0077747A"/>
    <w:rsid w:val="00777EFB"/>
    <w:rsid w:val="0078053A"/>
    <w:rsid w:val="00781671"/>
    <w:rsid w:val="007822F6"/>
    <w:rsid w:val="0078305C"/>
    <w:rsid w:val="0078349D"/>
    <w:rsid w:val="007840BD"/>
    <w:rsid w:val="0078417D"/>
    <w:rsid w:val="007849F6"/>
    <w:rsid w:val="00784B35"/>
    <w:rsid w:val="007850C8"/>
    <w:rsid w:val="0078566D"/>
    <w:rsid w:val="00785C54"/>
    <w:rsid w:val="0078623C"/>
    <w:rsid w:val="00787B0C"/>
    <w:rsid w:val="00787DB8"/>
    <w:rsid w:val="007902EB"/>
    <w:rsid w:val="00792E19"/>
    <w:rsid w:val="007931A9"/>
    <w:rsid w:val="007939AC"/>
    <w:rsid w:val="00793A17"/>
    <w:rsid w:val="00793ADD"/>
    <w:rsid w:val="00793EFC"/>
    <w:rsid w:val="007940B3"/>
    <w:rsid w:val="007956FF"/>
    <w:rsid w:val="007961B7"/>
    <w:rsid w:val="00796366"/>
    <w:rsid w:val="00796EDA"/>
    <w:rsid w:val="00797004"/>
    <w:rsid w:val="00797061"/>
    <w:rsid w:val="007973E5"/>
    <w:rsid w:val="007973F0"/>
    <w:rsid w:val="0079762F"/>
    <w:rsid w:val="00797AB2"/>
    <w:rsid w:val="00797D48"/>
    <w:rsid w:val="00797E6F"/>
    <w:rsid w:val="007A000C"/>
    <w:rsid w:val="007A14DC"/>
    <w:rsid w:val="007A1CD2"/>
    <w:rsid w:val="007A24F4"/>
    <w:rsid w:val="007A3820"/>
    <w:rsid w:val="007A4AC3"/>
    <w:rsid w:val="007A55A5"/>
    <w:rsid w:val="007A5C44"/>
    <w:rsid w:val="007A63A6"/>
    <w:rsid w:val="007A7E2F"/>
    <w:rsid w:val="007B00A3"/>
    <w:rsid w:val="007B0D4C"/>
    <w:rsid w:val="007B1E95"/>
    <w:rsid w:val="007B2A18"/>
    <w:rsid w:val="007B2FF2"/>
    <w:rsid w:val="007B379F"/>
    <w:rsid w:val="007B4399"/>
    <w:rsid w:val="007B458C"/>
    <w:rsid w:val="007B53AF"/>
    <w:rsid w:val="007B61E9"/>
    <w:rsid w:val="007B7213"/>
    <w:rsid w:val="007B776B"/>
    <w:rsid w:val="007B7833"/>
    <w:rsid w:val="007B7B19"/>
    <w:rsid w:val="007B7CDA"/>
    <w:rsid w:val="007B7E2F"/>
    <w:rsid w:val="007C043A"/>
    <w:rsid w:val="007C1312"/>
    <w:rsid w:val="007C2237"/>
    <w:rsid w:val="007C2609"/>
    <w:rsid w:val="007C284C"/>
    <w:rsid w:val="007C3795"/>
    <w:rsid w:val="007C3A17"/>
    <w:rsid w:val="007C3C96"/>
    <w:rsid w:val="007C4377"/>
    <w:rsid w:val="007C4AB9"/>
    <w:rsid w:val="007C5AE6"/>
    <w:rsid w:val="007C5CDA"/>
    <w:rsid w:val="007C6115"/>
    <w:rsid w:val="007C64AA"/>
    <w:rsid w:val="007C6B77"/>
    <w:rsid w:val="007C7545"/>
    <w:rsid w:val="007C7B7F"/>
    <w:rsid w:val="007D02A0"/>
    <w:rsid w:val="007D032D"/>
    <w:rsid w:val="007D0D22"/>
    <w:rsid w:val="007D1150"/>
    <w:rsid w:val="007D1A85"/>
    <w:rsid w:val="007D2D90"/>
    <w:rsid w:val="007D2DD2"/>
    <w:rsid w:val="007D2E97"/>
    <w:rsid w:val="007D3303"/>
    <w:rsid w:val="007D472A"/>
    <w:rsid w:val="007D5327"/>
    <w:rsid w:val="007D5C1D"/>
    <w:rsid w:val="007D5D6D"/>
    <w:rsid w:val="007D68F3"/>
    <w:rsid w:val="007D6BD8"/>
    <w:rsid w:val="007D6D2D"/>
    <w:rsid w:val="007D6E7D"/>
    <w:rsid w:val="007D776E"/>
    <w:rsid w:val="007D7FE4"/>
    <w:rsid w:val="007E0E47"/>
    <w:rsid w:val="007E101D"/>
    <w:rsid w:val="007E114B"/>
    <w:rsid w:val="007E1B25"/>
    <w:rsid w:val="007E20E7"/>
    <w:rsid w:val="007E2965"/>
    <w:rsid w:val="007E2ACD"/>
    <w:rsid w:val="007E2FAB"/>
    <w:rsid w:val="007E33E2"/>
    <w:rsid w:val="007E4203"/>
    <w:rsid w:val="007E449B"/>
    <w:rsid w:val="007E4AC7"/>
    <w:rsid w:val="007E53E1"/>
    <w:rsid w:val="007E57D2"/>
    <w:rsid w:val="007E5CB3"/>
    <w:rsid w:val="007E62D9"/>
    <w:rsid w:val="007E6F8D"/>
    <w:rsid w:val="007F00AB"/>
    <w:rsid w:val="007F0435"/>
    <w:rsid w:val="007F1CED"/>
    <w:rsid w:val="007F1F30"/>
    <w:rsid w:val="007F338D"/>
    <w:rsid w:val="007F3A08"/>
    <w:rsid w:val="007F3AB8"/>
    <w:rsid w:val="007F49E7"/>
    <w:rsid w:val="007F4D57"/>
    <w:rsid w:val="007F5318"/>
    <w:rsid w:val="007F6CE0"/>
    <w:rsid w:val="007F7888"/>
    <w:rsid w:val="008004B1"/>
    <w:rsid w:val="00800EC9"/>
    <w:rsid w:val="00801354"/>
    <w:rsid w:val="00801AE3"/>
    <w:rsid w:val="0080227B"/>
    <w:rsid w:val="00802D96"/>
    <w:rsid w:val="00804530"/>
    <w:rsid w:val="00804DCD"/>
    <w:rsid w:val="00805AF7"/>
    <w:rsid w:val="008066E3"/>
    <w:rsid w:val="0080678E"/>
    <w:rsid w:val="00806AFB"/>
    <w:rsid w:val="00807112"/>
    <w:rsid w:val="008071D7"/>
    <w:rsid w:val="00807A0B"/>
    <w:rsid w:val="00807AE6"/>
    <w:rsid w:val="00810180"/>
    <w:rsid w:val="00811AEE"/>
    <w:rsid w:val="008120EF"/>
    <w:rsid w:val="00812476"/>
    <w:rsid w:val="0081303A"/>
    <w:rsid w:val="00813557"/>
    <w:rsid w:val="00813B6C"/>
    <w:rsid w:val="00814C23"/>
    <w:rsid w:val="00814D56"/>
    <w:rsid w:val="0081551C"/>
    <w:rsid w:val="00815B46"/>
    <w:rsid w:val="00815E32"/>
    <w:rsid w:val="00815F68"/>
    <w:rsid w:val="0081607B"/>
    <w:rsid w:val="0081612D"/>
    <w:rsid w:val="008169F9"/>
    <w:rsid w:val="00817ADE"/>
    <w:rsid w:val="00817DB8"/>
    <w:rsid w:val="00817EBE"/>
    <w:rsid w:val="008209B5"/>
    <w:rsid w:val="00821660"/>
    <w:rsid w:val="00821E77"/>
    <w:rsid w:val="0082455F"/>
    <w:rsid w:val="00824ADF"/>
    <w:rsid w:val="00824EAE"/>
    <w:rsid w:val="0082504B"/>
    <w:rsid w:val="00825BDD"/>
    <w:rsid w:val="008263C7"/>
    <w:rsid w:val="00826B73"/>
    <w:rsid w:val="00826F63"/>
    <w:rsid w:val="008277D4"/>
    <w:rsid w:val="00827C84"/>
    <w:rsid w:val="008300F6"/>
    <w:rsid w:val="00830A2E"/>
    <w:rsid w:val="0083124D"/>
    <w:rsid w:val="008312F1"/>
    <w:rsid w:val="008315CB"/>
    <w:rsid w:val="00832815"/>
    <w:rsid w:val="008331BE"/>
    <w:rsid w:val="008345BB"/>
    <w:rsid w:val="00834D67"/>
    <w:rsid w:val="00835476"/>
    <w:rsid w:val="00835AF3"/>
    <w:rsid w:val="00836B17"/>
    <w:rsid w:val="00837C12"/>
    <w:rsid w:val="0084007C"/>
    <w:rsid w:val="00840977"/>
    <w:rsid w:val="00840F6D"/>
    <w:rsid w:val="008415AF"/>
    <w:rsid w:val="008419D9"/>
    <w:rsid w:val="00842CDA"/>
    <w:rsid w:val="00843DF9"/>
    <w:rsid w:val="00843F17"/>
    <w:rsid w:val="008449FD"/>
    <w:rsid w:val="00844D34"/>
    <w:rsid w:val="008458BB"/>
    <w:rsid w:val="00845DF1"/>
    <w:rsid w:val="008460BD"/>
    <w:rsid w:val="00846425"/>
    <w:rsid w:val="00846895"/>
    <w:rsid w:val="008469E1"/>
    <w:rsid w:val="008475DB"/>
    <w:rsid w:val="00847DEC"/>
    <w:rsid w:val="00847F76"/>
    <w:rsid w:val="00850031"/>
    <w:rsid w:val="00850350"/>
    <w:rsid w:val="008504C1"/>
    <w:rsid w:val="008509AD"/>
    <w:rsid w:val="00850E4D"/>
    <w:rsid w:val="0085115D"/>
    <w:rsid w:val="0085232E"/>
    <w:rsid w:val="008524C8"/>
    <w:rsid w:val="00852960"/>
    <w:rsid w:val="00852EC4"/>
    <w:rsid w:val="008532E6"/>
    <w:rsid w:val="008534FA"/>
    <w:rsid w:val="00853A8E"/>
    <w:rsid w:val="00853C1B"/>
    <w:rsid w:val="00853D16"/>
    <w:rsid w:val="00854107"/>
    <w:rsid w:val="00854548"/>
    <w:rsid w:val="0085469D"/>
    <w:rsid w:val="0085650D"/>
    <w:rsid w:val="00856BEA"/>
    <w:rsid w:val="008571F6"/>
    <w:rsid w:val="00857672"/>
    <w:rsid w:val="008578CF"/>
    <w:rsid w:val="00860780"/>
    <w:rsid w:val="00860B96"/>
    <w:rsid w:val="00860E86"/>
    <w:rsid w:val="00860EF8"/>
    <w:rsid w:val="0086129B"/>
    <w:rsid w:val="008617B3"/>
    <w:rsid w:val="00861A2A"/>
    <w:rsid w:val="0086349D"/>
    <w:rsid w:val="00863586"/>
    <w:rsid w:val="008641B3"/>
    <w:rsid w:val="00864C98"/>
    <w:rsid w:val="00865F15"/>
    <w:rsid w:val="00866156"/>
    <w:rsid w:val="0087000D"/>
    <w:rsid w:val="0087003E"/>
    <w:rsid w:val="008702BF"/>
    <w:rsid w:val="00870547"/>
    <w:rsid w:val="00872687"/>
    <w:rsid w:val="00872BBB"/>
    <w:rsid w:val="00872EE1"/>
    <w:rsid w:val="008731FB"/>
    <w:rsid w:val="00873244"/>
    <w:rsid w:val="00874B71"/>
    <w:rsid w:val="00874DA1"/>
    <w:rsid w:val="00874E18"/>
    <w:rsid w:val="00875504"/>
    <w:rsid w:val="0087649B"/>
    <w:rsid w:val="008775A0"/>
    <w:rsid w:val="00877D26"/>
    <w:rsid w:val="0088051C"/>
    <w:rsid w:val="008808A3"/>
    <w:rsid w:val="008825FD"/>
    <w:rsid w:val="00882794"/>
    <w:rsid w:val="00883D29"/>
    <w:rsid w:val="00884767"/>
    <w:rsid w:val="00884B93"/>
    <w:rsid w:val="00884D19"/>
    <w:rsid w:val="00885EC5"/>
    <w:rsid w:val="00886545"/>
    <w:rsid w:val="00886E8F"/>
    <w:rsid w:val="00887562"/>
    <w:rsid w:val="0088759D"/>
    <w:rsid w:val="008875F7"/>
    <w:rsid w:val="008876BD"/>
    <w:rsid w:val="0089000E"/>
    <w:rsid w:val="008919F3"/>
    <w:rsid w:val="00892393"/>
    <w:rsid w:val="0089301F"/>
    <w:rsid w:val="008937F1"/>
    <w:rsid w:val="00893B6C"/>
    <w:rsid w:val="008941E8"/>
    <w:rsid w:val="008948F5"/>
    <w:rsid w:val="00894E9A"/>
    <w:rsid w:val="00895052"/>
    <w:rsid w:val="008958E8"/>
    <w:rsid w:val="00896A64"/>
    <w:rsid w:val="00896DB4"/>
    <w:rsid w:val="00897A35"/>
    <w:rsid w:val="008A0A8E"/>
    <w:rsid w:val="008A0A92"/>
    <w:rsid w:val="008A0F47"/>
    <w:rsid w:val="008A0F72"/>
    <w:rsid w:val="008A11B6"/>
    <w:rsid w:val="008A19F4"/>
    <w:rsid w:val="008A261F"/>
    <w:rsid w:val="008A2FBA"/>
    <w:rsid w:val="008A58D7"/>
    <w:rsid w:val="008A5CF4"/>
    <w:rsid w:val="008A7697"/>
    <w:rsid w:val="008B0464"/>
    <w:rsid w:val="008B126B"/>
    <w:rsid w:val="008B1F39"/>
    <w:rsid w:val="008B343D"/>
    <w:rsid w:val="008B3EA3"/>
    <w:rsid w:val="008B4793"/>
    <w:rsid w:val="008B5B25"/>
    <w:rsid w:val="008B5DB9"/>
    <w:rsid w:val="008B5DBE"/>
    <w:rsid w:val="008B6882"/>
    <w:rsid w:val="008B69FE"/>
    <w:rsid w:val="008B6BDE"/>
    <w:rsid w:val="008B716A"/>
    <w:rsid w:val="008B77C5"/>
    <w:rsid w:val="008B7AAB"/>
    <w:rsid w:val="008C0758"/>
    <w:rsid w:val="008C097A"/>
    <w:rsid w:val="008C0C9C"/>
    <w:rsid w:val="008C0E5B"/>
    <w:rsid w:val="008C1F3B"/>
    <w:rsid w:val="008C2A6C"/>
    <w:rsid w:val="008C3357"/>
    <w:rsid w:val="008C359C"/>
    <w:rsid w:val="008C472E"/>
    <w:rsid w:val="008C6351"/>
    <w:rsid w:val="008C6A40"/>
    <w:rsid w:val="008C72F2"/>
    <w:rsid w:val="008D0B38"/>
    <w:rsid w:val="008D0E19"/>
    <w:rsid w:val="008D11CB"/>
    <w:rsid w:val="008D1409"/>
    <w:rsid w:val="008D1687"/>
    <w:rsid w:val="008D1BEB"/>
    <w:rsid w:val="008D1E54"/>
    <w:rsid w:val="008D1F9E"/>
    <w:rsid w:val="008D239E"/>
    <w:rsid w:val="008D27E6"/>
    <w:rsid w:val="008D29DF"/>
    <w:rsid w:val="008D4361"/>
    <w:rsid w:val="008D5787"/>
    <w:rsid w:val="008D602E"/>
    <w:rsid w:val="008D6B41"/>
    <w:rsid w:val="008E08AA"/>
    <w:rsid w:val="008E0D37"/>
    <w:rsid w:val="008E1753"/>
    <w:rsid w:val="008E1B82"/>
    <w:rsid w:val="008E20A3"/>
    <w:rsid w:val="008E2F1C"/>
    <w:rsid w:val="008E3377"/>
    <w:rsid w:val="008E37CC"/>
    <w:rsid w:val="008E40A5"/>
    <w:rsid w:val="008E4220"/>
    <w:rsid w:val="008E46D2"/>
    <w:rsid w:val="008E481C"/>
    <w:rsid w:val="008E503B"/>
    <w:rsid w:val="008E5418"/>
    <w:rsid w:val="008E5670"/>
    <w:rsid w:val="008E6094"/>
    <w:rsid w:val="008E79C7"/>
    <w:rsid w:val="008E7DB8"/>
    <w:rsid w:val="008F0217"/>
    <w:rsid w:val="008F02E6"/>
    <w:rsid w:val="008F0C9B"/>
    <w:rsid w:val="008F12FA"/>
    <w:rsid w:val="008F163A"/>
    <w:rsid w:val="008F1A42"/>
    <w:rsid w:val="008F2B4C"/>
    <w:rsid w:val="008F351E"/>
    <w:rsid w:val="008F4216"/>
    <w:rsid w:val="008F4BF8"/>
    <w:rsid w:val="008F55FE"/>
    <w:rsid w:val="008F57CB"/>
    <w:rsid w:val="008F6C88"/>
    <w:rsid w:val="008F7049"/>
    <w:rsid w:val="008F7CB9"/>
    <w:rsid w:val="0090002B"/>
    <w:rsid w:val="009013B7"/>
    <w:rsid w:val="0090243F"/>
    <w:rsid w:val="00902F45"/>
    <w:rsid w:val="00904B11"/>
    <w:rsid w:val="00905EFC"/>
    <w:rsid w:val="00905F60"/>
    <w:rsid w:val="009070CD"/>
    <w:rsid w:val="0090727D"/>
    <w:rsid w:val="00907284"/>
    <w:rsid w:val="009074CE"/>
    <w:rsid w:val="00907D2E"/>
    <w:rsid w:val="00910A63"/>
    <w:rsid w:val="00913572"/>
    <w:rsid w:val="00913E8E"/>
    <w:rsid w:val="00913F83"/>
    <w:rsid w:val="00914CCC"/>
    <w:rsid w:val="00914EC6"/>
    <w:rsid w:val="0091509F"/>
    <w:rsid w:val="00915163"/>
    <w:rsid w:val="00915443"/>
    <w:rsid w:val="00915B30"/>
    <w:rsid w:val="00916172"/>
    <w:rsid w:val="009164A4"/>
    <w:rsid w:val="009166D0"/>
    <w:rsid w:val="00917414"/>
    <w:rsid w:val="00917A90"/>
    <w:rsid w:val="00917E5B"/>
    <w:rsid w:val="009201DE"/>
    <w:rsid w:val="0092038D"/>
    <w:rsid w:val="00920AEA"/>
    <w:rsid w:val="00921084"/>
    <w:rsid w:val="009212FE"/>
    <w:rsid w:val="00921619"/>
    <w:rsid w:val="0092268B"/>
    <w:rsid w:val="00923C45"/>
    <w:rsid w:val="00924E61"/>
    <w:rsid w:val="0092525B"/>
    <w:rsid w:val="009259AF"/>
    <w:rsid w:val="00927369"/>
    <w:rsid w:val="00930013"/>
    <w:rsid w:val="00930F22"/>
    <w:rsid w:val="00930F7D"/>
    <w:rsid w:val="00932230"/>
    <w:rsid w:val="009322F6"/>
    <w:rsid w:val="0093246B"/>
    <w:rsid w:val="009327D1"/>
    <w:rsid w:val="0093393C"/>
    <w:rsid w:val="00933E05"/>
    <w:rsid w:val="009347BF"/>
    <w:rsid w:val="009355D2"/>
    <w:rsid w:val="009358CF"/>
    <w:rsid w:val="00935FEC"/>
    <w:rsid w:val="00936088"/>
    <w:rsid w:val="0093650B"/>
    <w:rsid w:val="00936952"/>
    <w:rsid w:val="0093728A"/>
    <w:rsid w:val="0094062B"/>
    <w:rsid w:val="0094064C"/>
    <w:rsid w:val="00940B46"/>
    <w:rsid w:val="00941B76"/>
    <w:rsid w:val="00942078"/>
    <w:rsid w:val="009422D7"/>
    <w:rsid w:val="00942746"/>
    <w:rsid w:val="00942C57"/>
    <w:rsid w:val="00943086"/>
    <w:rsid w:val="00943459"/>
    <w:rsid w:val="009434BA"/>
    <w:rsid w:val="009436C0"/>
    <w:rsid w:val="0094446C"/>
    <w:rsid w:val="00945546"/>
    <w:rsid w:val="0094597F"/>
    <w:rsid w:val="00947AD6"/>
    <w:rsid w:val="00951204"/>
    <w:rsid w:val="00951396"/>
    <w:rsid w:val="00952B3D"/>
    <w:rsid w:val="009533ED"/>
    <w:rsid w:val="009537C0"/>
    <w:rsid w:val="00953E04"/>
    <w:rsid w:val="00954368"/>
    <w:rsid w:val="00954F51"/>
    <w:rsid w:val="009555EF"/>
    <w:rsid w:val="00955A8F"/>
    <w:rsid w:val="00955C42"/>
    <w:rsid w:val="00955C85"/>
    <w:rsid w:val="00956840"/>
    <w:rsid w:val="00956DE3"/>
    <w:rsid w:val="00957AF2"/>
    <w:rsid w:val="00957E5C"/>
    <w:rsid w:val="009629B1"/>
    <w:rsid w:val="009635D2"/>
    <w:rsid w:val="00965049"/>
    <w:rsid w:val="0096508D"/>
    <w:rsid w:val="00966C6A"/>
    <w:rsid w:val="009670DE"/>
    <w:rsid w:val="00967A11"/>
    <w:rsid w:val="00967DBD"/>
    <w:rsid w:val="0097004D"/>
    <w:rsid w:val="00970160"/>
    <w:rsid w:val="0097088B"/>
    <w:rsid w:val="00970CF3"/>
    <w:rsid w:val="009714E4"/>
    <w:rsid w:val="00971E1D"/>
    <w:rsid w:val="00972121"/>
    <w:rsid w:val="00975053"/>
    <w:rsid w:val="00975A27"/>
    <w:rsid w:val="009762F0"/>
    <w:rsid w:val="00976517"/>
    <w:rsid w:val="009768EA"/>
    <w:rsid w:val="00976B55"/>
    <w:rsid w:val="00977BEA"/>
    <w:rsid w:val="0098008F"/>
    <w:rsid w:val="009803FF"/>
    <w:rsid w:val="009808BD"/>
    <w:rsid w:val="0098128D"/>
    <w:rsid w:val="009819FD"/>
    <w:rsid w:val="00981A93"/>
    <w:rsid w:val="00981DB5"/>
    <w:rsid w:val="00982084"/>
    <w:rsid w:val="0098245F"/>
    <w:rsid w:val="00982DC0"/>
    <w:rsid w:val="0098379F"/>
    <w:rsid w:val="00984FDE"/>
    <w:rsid w:val="009859A2"/>
    <w:rsid w:val="00985D0C"/>
    <w:rsid w:val="0098652A"/>
    <w:rsid w:val="0098696D"/>
    <w:rsid w:val="00986B7D"/>
    <w:rsid w:val="00987242"/>
    <w:rsid w:val="00987E21"/>
    <w:rsid w:val="00990A63"/>
    <w:rsid w:val="0099176A"/>
    <w:rsid w:val="00992181"/>
    <w:rsid w:val="00992B67"/>
    <w:rsid w:val="00993A1A"/>
    <w:rsid w:val="00995CDE"/>
    <w:rsid w:val="00995E03"/>
    <w:rsid w:val="00996EAA"/>
    <w:rsid w:val="00996EB3"/>
    <w:rsid w:val="0099713D"/>
    <w:rsid w:val="0099773B"/>
    <w:rsid w:val="00997E53"/>
    <w:rsid w:val="009A08B1"/>
    <w:rsid w:val="009A1420"/>
    <w:rsid w:val="009A186C"/>
    <w:rsid w:val="009A1A74"/>
    <w:rsid w:val="009A3034"/>
    <w:rsid w:val="009A3E76"/>
    <w:rsid w:val="009A40E0"/>
    <w:rsid w:val="009A54AD"/>
    <w:rsid w:val="009A6B61"/>
    <w:rsid w:val="009A6F9E"/>
    <w:rsid w:val="009B0424"/>
    <w:rsid w:val="009B2845"/>
    <w:rsid w:val="009B2DE8"/>
    <w:rsid w:val="009B30D6"/>
    <w:rsid w:val="009B39C3"/>
    <w:rsid w:val="009B4657"/>
    <w:rsid w:val="009B540E"/>
    <w:rsid w:val="009B59C6"/>
    <w:rsid w:val="009B5D18"/>
    <w:rsid w:val="009B685B"/>
    <w:rsid w:val="009B6EF9"/>
    <w:rsid w:val="009B79FB"/>
    <w:rsid w:val="009B7F41"/>
    <w:rsid w:val="009B7FAD"/>
    <w:rsid w:val="009C0191"/>
    <w:rsid w:val="009C0260"/>
    <w:rsid w:val="009C09F6"/>
    <w:rsid w:val="009C23C7"/>
    <w:rsid w:val="009C2C49"/>
    <w:rsid w:val="009C2F01"/>
    <w:rsid w:val="009C35B0"/>
    <w:rsid w:val="009C5E62"/>
    <w:rsid w:val="009C6D9A"/>
    <w:rsid w:val="009C7346"/>
    <w:rsid w:val="009C7A2C"/>
    <w:rsid w:val="009D0157"/>
    <w:rsid w:val="009D0D0F"/>
    <w:rsid w:val="009D197E"/>
    <w:rsid w:val="009D1C93"/>
    <w:rsid w:val="009D3115"/>
    <w:rsid w:val="009D35AF"/>
    <w:rsid w:val="009D3F6A"/>
    <w:rsid w:val="009D4CD7"/>
    <w:rsid w:val="009D522C"/>
    <w:rsid w:val="009D54EC"/>
    <w:rsid w:val="009D59F6"/>
    <w:rsid w:val="009D6D49"/>
    <w:rsid w:val="009E0089"/>
    <w:rsid w:val="009E063C"/>
    <w:rsid w:val="009E0E75"/>
    <w:rsid w:val="009E1E34"/>
    <w:rsid w:val="009E1E66"/>
    <w:rsid w:val="009E28A8"/>
    <w:rsid w:val="009E2F35"/>
    <w:rsid w:val="009E3067"/>
    <w:rsid w:val="009E311A"/>
    <w:rsid w:val="009E40D7"/>
    <w:rsid w:val="009E4ED4"/>
    <w:rsid w:val="009E4FDF"/>
    <w:rsid w:val="009E560E"/>
    <w:rsid w:val="009E5941"/>
    <w:rsid w:val="009E79F3"/>
    <w:rsid w:val="009E7AB1"/>
    <w:rsid w:val="009F0713"/>
    <w:rsid w:val="009F0FB5"/>
    <w:rsid w:val="009F2C28"/>
    <w:rsid w:val="009F5ACD"/>
    <w:rsid w:val="009F5CF2"/>
    <w:rsid w:val="009F638E"/>
    <w:rsid w:val="009F651C"/>
    <w:rsid w:val="009F69D1"/>
    <w:rsid w:val="009F7503"/>
    <w:rsid w:val="009F7B94"/>
    <w:rsid w:val="00A013E8"/>
    <w:rsid w:val="00A01706"/>
    <w:rsid w:val="00A01969"/>
    <w:rsid w:val="00A01DF1"/>
    <w:rsid w:val="00A01F79"/>
    <w:rsid w:val="00A025C1"/>
    <w:rsid w:val="00A02997"/>
    <w:rsid w:val="00A02C8A"/>
    <w:rsid w:val="00A02F70"/>
    <w:rsid w:val="00A03A23"/>
    <w:rsid w:val="00A03C86"/>
    <w:rsid w:val="00A03CB6"/>
    <w:rsid w:val="00A0418E"/>
    <w:rsid w:val="00A043DF"/>
    <w:rsid w:val="00A05359"/>
    <w:rsid w:val="00A05BDA"/>
    <w:rsid w:val="00A05C84"/>
    <w:rsid w:val="00A0623C"/>
    <w:rsid w:val="00A06792"/>
    <w:rsid w:val="00A072D4"/>
    <w:rsid w:val="00A07A6B"/>
    <w:rsid w:val="00A07B7F"/>
    <w:rsid w:val="00A07CD2"/>
    <w:rsid w:val="00A07E8E"/>
    <w:rsid w:val="00A140EA"/>
    <w:rsid w:val="00A16C87"/>
    <w:rsid w:val="00A16EBE"/>
    <w:rsid w:val="00A170C2"/>
    <w:rsid w:val="00A17389"/>
    <w:rsid w:val="00A1771E"/>
    <w:rsid w:val="00A1796E"/>
    <w:rsid w:val="00A2056E"/>
    <w:rsid w:val="00A209A5"/>
    <w:rsid w:val="00A20B31"/>
    <w:rsid w:val="00A21A8F"/>
    <w:rsid w:val="00A231A9"/>
    <w:rsid w:val="00A24027"/>
    <w:rsid w:val="00A24225"/>
    <w:rsid w:val="00A252FD"/>
    <w:rsid w:val="00A256A8"/>
    <w:rsid w:val="00A256C4"/>
    <w:rsid w:val="00A25C0B"/>
    <w:rsid w:val="00A25C42"/>
    <w:rsid w:val="00A268EE"/>
    <w:rsid w:val="00A26D8C"/>
    <w:rsid w:val="00A26F1E"/>
    <w:rsid w:val="00A31244"/>
    <w:rsid w:val="00A31595"/>
    <w:rsid w:val="00A31BDA"/>
    <w:rsid w:val="00A31E20"/>
    <w:rsid w:val="00A3257C"/>
    <w:rsid w:val="00A32825"/>
    <w:rsid w:val="00A32D3E"/>
    <w:rsid w:val="00A33429"/>
    <w:rsid w:val="00A335E2"/>
    <w:rsid w:val="00A33718"/>
    <w:rsid w:val="00A33838"/>
    <w:rsid w:val="00A35582"/>
    <w:rsid w:val="00A36634"/>
    <w:rsid w:val="00A36701"/>
    <w:rsid w:val="00A36EF3"/>
    <w:rsid w:val="00A376B0"/>
    <w:rsid w:val="00A37791"/>
    <w:rsid w:val="00A378D0"/>
    <w:rsid w:val="00A40162"/>
    <w:rsid w:val="00A40611"/>
    <w:rsid w:val="00A4085C"/>
    <w:rsid w:val="00A409FD"/>
    <w:rsid w:val="00A42C07"/>
    <w:rsid w:val="00A43408"/>
    <w:rsid w:val="00A43F5C"/>
    <w:rsid w:val="00A44A45"/>
    <w:rsid w:val="00A44FB4"/>
    <w:rsid w:val="00A46499"/>
    <w:rsid w:val="00A466F1"/>
    <w:rsid w:val="00A46B27"/>
    <w:rsid w:val="00A50F44"/>
    <w:rsid w:val="00A51018"/>
    <w:rsid w:val="00A51110"/>
    <w:rsid w:val="00A511CD"/>
    <w:rsid w:val="00A533EE"/>
    <w:rsid w:val="00A5366E"/>
    <w:rsid w:val="00A53B40"/>
    <w:rsid w:val="00A5501F"/>
    <w:rsid w:val="00A5553B"/>
    <w:rsid w:val="00A55721"/>
    <w:rsid w:val="00A570CB"/>
    <w:rsid w:val="00A572D6"/>
    <w:rsid w:val="00A575DC"/>
    <w:rsid w:val="00A57BE3"/>
    <w:rsid w:val="00A600D2"/>
    <w:rsid w:val="00A60220"/>
    <w:rsid w:val="00A605CB"/>
    <w:rsid w:val="00A62449"/>
    <w:rsid w:val="00A63B29"/>
    <w:rsid w:val="00A64989"/>
    <w:rsid w:val="00A64FA5"/>
    <w:rsid w:val="00A65884"/>
    <w:rsid w:val="00A6591F"/>
    <w:rsid w:val="00A6611A"/>
    <w:rsid w:val="00A66CA0"/>
    <w:rsid w:val="00A70372"/>
    <w:rsid w:val="00A70E5F"/>
    <w:rsid w:val="00A7137B"/>
    <w:rsid w:val="00A718CE"/>
    <w:rsid w:val="00A72356"/>
    <w:rsid w:val="00A73390"/>
    <w:rsid w:val="00A73F5A"/>
    <w:rsid w:val="00A74083"/>
    <w:rsid w:val="00A757AC"/>
    <w:rsid w:val="00A76242"/>
    <w:rsid w:val="00A763BF"/>
    <w:rsid w:val="00A76C90"/>
    <w:rsid w:val="00A7708A"/>
    <w:rsid w:val="00A801C5"/>
    <w:rsid w:val="00A812DB"/>
    <w:rsid w:val="00A81AC5"/>
    <w:rsid w:val="00A823C1"/>
    <w:rsid w:val="00A8325B"/>
    <w:rsid w:val="00A8356E"/>
    <w:rsid w:val="00A839C1"/>
    <w:rsid w:val="00A83EB8"/>
    <w:rsid w:val="00A84724"/>
    <w:rsid w:val="00A847B3"/>
    <w:rsid w:val="00A84B53"/>
    <w:rsid w:val="00A84D5C"/>
    <w:rsid w:val="00A84E45"/>
    <w:rsid w:val="00A84EE1"/>
    <w:rsid w:val="00A868DF"/>
    <w:rsid w:val="00A87294"/>
    <w:rsid w:val="00A875A9"/>
    <w:rsid w:val="00A9026C"/>
    <w:rsid w:val="00A90764"/>
    <w:rsid w:val="00A918C7"/>
    <w:rsid w:val="00A91E79"/>
    <w:rsid w:val="00A92AB7"/>
    <w:rsid w:val="00A92BC8"/>
    <w:rsid w:val="00A92EAF"/>
    <w:rsid w:val="00A9308D"/>
    <w:rsid w:val="00A9438C"/>
    <w:rsid w:val="00A94ACA"/>
    <w:rsid w:val="00A957CE"/>
    <w:rsid w:val="00A95C93"/>
    <w:rsid w:val="00A97341"/>
    <w:rsid w:val="00A97BA8"/>
    <w:rsid w:val="00AA0699"/>
    <w:rsid w:val="00AA09B5"/>
    <w:rsid w:val="00AA0F60"/>
    <w:rsid w:val="00AA17B7"/>
    <w:rsid w:val="00AA2263"/>
    <w:rsid w:val="00AA2E13"/>
    <w:rsid w:val="00AA2E31"/>
    <w:rsid w:val="00AA37CC"/>
    <w:rsid w:val="00AA41A2"/>
    <w:rsid w:val="00AA439C"/>
    <w:rsid w:val="00AA745D"/>
    <w:rsid w:val="00AA7473"/>
    <w:rsid w:val="00AA7CE0"/>
    <w:rsid w:val="00AA7ECF"/>
    <w:rsid w:val="00AB02AA"/>
    <w:rsid w:val="00AB07FB"/>
    <w:rsid w:val="00AB11BB"/>
    <w:rsid w:val="00AB1EDB"/>
    <w:rsid w:val="00AB353A"/>
    <w:rsid w:val="00AB38D7"/>
    <w:rsid w:val="00AB3B0D"/>
    <w:rsid w:val="00AB4F4E"/>
    <w:rsid w:val="00AB5B02"/>
    <w:rsid w:val="00AB74FF"/>
    <w:rsid w:val="00AC0376"/>
    <w:rsid w:val="00AC0A93"/>
    <w:rsid w:val="00AC1F72"/>
    <w:rsid w:val="00AC2041"/>
    <w:rsid w:val="00AC30F8"/>
    <w:rsid w:val="00AC41BC"/>
    <w:rsid w:val="00AC4AF9"/>
    <w:rsid w:val="00AC5F2E"/>
    <w:rsid w:val="00AC6A0C"/>
    <w:rsid w:val="00AC78E7"/>
    <w:rsid w:val="00AC796B"/>
    <w:rsid w:val="00AC7B6D"/>
    <w:rsid w:val="00AC7BFA"/>
    <w:rsid w:val="00AD0A28"/>
    <w:rsid w:val="00AD0DB5"/>
    <w:rsid w:val="00AD2686"/>
    <w:rsid w:val="00AD2C00"/>
    <w:rsid w:val="00AD2C92"/>
    <w:rsid w:val="00AD31D3"/>
    <w:rsid w:val="00AD37D5"/>
    <w:rsid w:val="00AD4933"/>
    <w:rsid w:val="00AD4BD1"/>
    <w:rsid w:val="00AD57BD"/>
    <w:rsid w:val="00AD5DC4"/>
    <w:rsid w:val="00AD6886"/>
    <w:rsid w:val="00AD68CA"/>
    <w:rsid w:val="00AD697F"/>
    <w:rsid w:val="00AD7196"/>
    <w:rsid w:val="00AD75FF"/>
    <w:rsid w:val="00AD7DAC"/>
    <w:rsid w:val="00AE1121"/>
    <w:rsid w:val="00AE138A"/>
    <w:rsid w:val="00AE1F86"/>
    <w:rsid w:val="00AE1FDB"/>
    <w:rsid w:val="00AE2128"/>
    <w:rsid w:val="00AE23D7"/>
    <w:rsid w:val="00AE2427"/>
    <w:rsid w:val="00AE2D6E"/>
    <w:rsid w:val="00AE401A"/>
    <w:rsid w:val="00AE4B3C"/>
    <w:rsid w:val="00AE4BCA"/>
    <w:rsid w:val="00AE50EB"/>
    <w:rsid w:val="00AE5248"/>
    <w:rsid w:val="00AE564B"/>
    <w:rsid w:val="00AE6702"/>
    <w:rsid w:val="00AE6BC0"/>
    <w:rsid w:val="00AE6D64"/>
    <w:rsid w:val="00AE6EC5"/>
    <w:rsid w:val="00AE7038"/>
    <w:rsid w:val="00AF0383"/>
    <w:rsid w:val="00AF183F"/>
    <w:rsid w:val="00AF1CAE"/>
    <w:rsid w:val="00AF330F"/>
    <w:rsid w:val="00AF3850"/>
    <w:rsid w:val="00AF38A0"/>
    <w:rsid w:val="00AF45A8"/>
    <w:rsid w:val="00AF58A8"/>
    <w:rsid w:val="00AF5EA5"/>
    <w:rsid w:val="00AF6501"/>
    <w:rsid w:val="00B005CD"/>
    <w:rsid w:val="00B00DF9"/>
    <w:rsid w:val="00B01DAC"/>
    <w:rsid w:val="00B01EBD"/>
    <w:rsid w:val="00B026C8"/>
    <w:rsid w:val="00B028A9"/>
    <w:rsid w:val="00B02E88"/>
    <w:rsid w:val="00B03246"/>
    <w:rsid w:val="00B039C8"/>
    <w:rsid w:val="00B043D5"/>
    <w:rsid w:val="00B04BFD"/>
    <w:rsid w:val="00B05E7C"/>
    <w:rsid w:val="00B06873"/>
    <w:rsid w:val="00B06B64"/>
    <w:rsid w:val="00B07EC7"/>
    <w:rsid w:val="00B1004A"/>
    <w:rsid w:val="00B11D83"/>
    <w:rsid w:val="00B12600"/>
    <w:rsid w:val="00B12E28"/>
    <w:rsid w:val="00B143CA"/>
    <w:rsid w:val="00B1452A"/>
    <w:rsid w:val="00B14C89"/>
    <w:rsid w:val="00B15D1E"/>
    <w:rsid w:val="00B1715F"/>
    <w:rsid w:val="00B1759C"/>
    <w:rsid w:val="00B204BC"/>
    <w:rsid w:val="00B21859"/>
    <w:rsid w:val="00B23684"/>
    <w:rsid w:val="00B23A4E"/>
    <w:rsid w:val="00B23DEE"/>
    <w:rsid w:val="00B254FB"/>
    <w:rsid w:val="00B25747"/>
    <w:rsid w:val="00B25C6E"/>
    <w:rsid w:val="00B276A2"/>
    <w:rsid w:val="00B277EA"/>
    <w:rsid w:val="00B27BDC"/>
    <w:rsid w:val="00B27D38"/>
    <w:rsid w:val="00B27DEE"/>
    <w:rsid w:val="00B305FC"/>
    <w:rsid w:val="00B307FC"/>
    <w:rsid w:val="00B30BED"/>
    <w:rsid w:val="00B313CF"/>
    <w:rsid w:val="00B319A0"/>
    <w:rsid w:val="00B32D9B"/>
    <w:rsid w:val="00B33707"/>
    <w:rsid w:val="00B33871"/>
    <w:rsid w:val="00B33BF7"/>
    <w:rsid w:val="00B33F61"/>
    <w:rsid w:val="00B34475"/>
    <w:rsid w:val="00B346BD"/>
    <w:rsid w:val="00B3498B"/>
    <w:rsid w:val="00B35288"/>
    <w:rsid w:val="00B36E58"/>
    <w:rsid w:val="00B36E9F"/>
    <w:rsid w:val="00B37F1F"/>
    <w:rsid w:val="00B37F24"/>
    <w:rsid w:val="00B37F7D"/>
    <w:rsid w:val="00B4005E"/>
    <w:rsid w:val="00B42341"/>
    <w:rsid w:val="00B43869"/>
    <w:rsid w:val="00B43E71"/>
    <w:rsid w:val="00B44977"/>
    <w:rsid w:val="00B46286"/>
    <w:rsid w:val="00B462E9"/>
    <w:rsid w:val="00B4645F"/>
    <w:rsid w:val="00B46946"/>
    <w:rsid w:val="00B47073"/>
    <w:rsid w:val="00B47686"/>
    <w:rsid w:val="00B50352"/>
    <w:rsid w:val="00B50390"/>
    <w:rsid w:val="00B50632"/>
    <w:rsid w:val="00B508C6"/>
    <w:rsid w:val="00B513CC"/>
    <w:rsid w:val="00B51D6C"/>
    <w:rsid w:val="00B520BC"/>
    <w:rsid w:val="00B526E6"/>
    <w:rsid w:val="00B55332"/>
    <w:rsid w:val="00B55620"/>
    <w:rsid w:val="00B55E03"/>
    <w:rsid w:val="00B57876"/>
    <w:rsid w:val="00B57C29"/>
    <w:rsid w:val="00B57E20"/>
    <w:rsid w:val="00B57E38"/>
    <w:rsid w:val="00B6059F"/>
    <w:rsid w:val="00B6085D"/>
    <w:rsid w:val="00B611B4"/>
    <w:rsid w:val="00B62276"/>
    <w:rsid w:val="00B65242"/>
    <w:rsid w:val="00B65448"/>
    <w:rsid w:val="00B6589C"/>
    <w:rsid w:val="00B65AD6"/>
    <w:rsid w:val="00B676BB"/>
    <w:rsid w:val="00B7036F"/>
    <w:rsid w:val="00B706FC"/>
    <w:rsid w:val="00B70B5B"/>
    <w:rsid w:val="00B71282"/>
    <w:rsid w:val="00B7199C"/>
    <w:rsid w:val="00B744EF"/>
    <w:rsid w:val="00B75372"/>
    <w:rsid w:val="00B75713"/>
    <w:rsid w:val="00B759F0"/>
    <w:rsid w:val="00B75E33"/>
    <w:rsid w:val="00B772B6"/>
    <w:rsid w:val="00B77BA4"/>
    <w:rsid w:val="00B801CA"/>
    <w:rsid w:val="00B808CD"/>
    <w:rsid w:val="00B80DC6"/>
    <w:rsid w:val="00B80E6F"/>
    <w:rsid w:val="00B81329"/>
    <w:rsid w:val="00B81C3F"/>
    <w:rsid w:val="00B82541"/>
    <w:rsid w:val="00B826B7"/>
    <w:rsid w:val="00B82E6B"/>
    <w:rsid w:val="00B838B0"/>
    <w:rsid w:val="00B8410F"/>
    <w:rsid w:val="00B8445A"/>
    <w:rsid w:val="00B857FF"/>
    <w:rsid w:val="00B8601D"/>
    <w:rsid w:val="00B86C25"/>
    <w:rsid w:val="00B86F20"/>
    <w:rsid w:val="00B87880"/>
    <w:rsid w:val="00B9264D"/>
    <w:rsid w:val="00B92768"/>
    <w:rsid w:val="00B934C0"/>
    <w:rsid w:val="00B939AA"/>
    <w:rsid w:val="00B944DE"/>
    <w:rsid w:val="00B94A02"/>
    <w:rsid w:val="00B95B4A"/>
    <w:rsid w:val="00B968DC"/>
    <w:rsid w:val="00B969DC"/>
    <w:rsid w:val="00B97452"/>
    <w:rsid w:val="00B978D5"/>
    <w:rsid w:val="00B97970"/>
    <w:rsid w:val="00BA14B4"/>
    <w:rsid w:val="00BA18D3"/>
    <w:rsid w:val="00BA3273"/>
    <w:rsid w:val="00BA3C92"/>
    <w:rsid w:val="00BA5A16"/>
    <w:rsid w:val="00BA5D2D"/>
    <w:rsid w:val="00BA6BB9"/>
    <w:rsid w:val="00BA70A4"/>
    <w:rsid w:val="00BA71FD"/>
    <w:rsid w:val="00BA72EA"/>
    <w:rsid w:val="00BB05FA"/>
    <w:rsid w:val="00BB10BA"/>
    <w:rsid w:val="00BB16F1"/>
    <w:rsid w:val="00BB1842"/>
    <w:rsid w:val="00BB1882"/>
    <w:rsid w:val="00BB2C4B"/>
    <w:rsid w:val="00BB3A7C"/>
    <w:rsid w:val="00BB5367"/>
    <w:rsid w:val="00BB54AF"/>
    <w:rsid w:val="00BB578F"/>
    <w:rsid w:val="00BB5CBF"/>
    <w:rsid w:val="00BB6DB4"/>
    <w:rsid w:val="00BB7488"/>
    <w:rsid w:val="00BB79C3"/>
    <w:rsid w:val="00BB79DF"/>
    <w:rsid w:val="00BC023F"/>
    <w:rsid w:val="00BC0304"/>
    <w:rsid w:val="00BC093D"/>
    <w:rsid w:val="00BC0C9A"/>
    <w:rsid w:val="00BC1B05"/>
    <w:rsid w:val="00BC20F4"/>
    <w:rsid w:val="00BC2CE8"/>
    <w:rsid w:val="00BC2D74"/>
    <w:rsid w:val="00BC3118"/>
    <w:rsid w:val="00BC32BD"/>
    <w:rsid w:val="00BC4593"/>
    <w:rsid w:val="00BC478D"/>
    <w:rsid w:val="00BC5276"/>
    <w:rsid w:val="00BC5967"/>
    <w:rsid w:val="00BC5DB6"/>
    <w:rsid w:val="00BC6558"/>
    <w:rsid w:val="00BC72A2"/>
    <w:rsid w:val="00BC74A7"/>
    <w:rsid w:val="00BC755B"/>
    <w:rsid w:val="00BD050A"/>
    <w:rsid w:val="00BD05ED"/>
    <w:rsid w:val="00BD0AEB"/>
    <w:rsid w:val="00BD0D60"/>
    <w:rsid w:val="00BD10F5"/>
    <w:rsid w:val="00BD15FD"/>
    <w:rsid w:val="00BD2F26"/>
    <w:rsid w:val="00BD4754"/>
    <w:rsid w:val="00BD4804"/>
    <w:rsid w:val="00BD6890"/>
    <w:rsid w:val="00BD72CA"/>
    <w:rsid w:val="00BD7518"/>
    <w:rsid w:val="00BD7824"/>
    <w:rsid w:val="00BD7D4F"/>
    <w:rsid w:val="00BE0E16"/>
    <w:rsid w:val="00BE12DE"/>
    <w:rsid w:val="00BE163F"/>
    <w:rsid w:val="00BE1D0D"/>
    <w:rsid w:val="00BE272B"/>
    <w:rsid w:val="00BE399F"/>
    <w:rsid w:val="00BE48DD"/>
    <w:rsid w:val="00BE4DC4"/>
    <w:rsid w:val="00BE5A51"/>
    <w:rsid w:val="00BE5A9B"/>
    <w:rsid w:val="00BE5E22"/>
    <w:rsid w:val="00BE5FC5"/>
    <w:rsid w:val="00BE64F0"/>
    <w:rsid w:val="00BE66D3"/>
    <w:rsid w:val="00BE68F9"/>
    <w:rsid w:val="00BE6F08"/>
    <w:rsid w:val="00BE7FA4"/>
    <w:rsid w:val="00BF02F0"/>
    <w:rsid w:val="00BF070E"/>
    <w:rsid w:val="00BF07C8"/>
    <w:rsid w:val="00BF152E"/>
    <w:rsid w:val="00BF1D16"/>
    <w:rsid w:val="00BF20F4"/>
    <w:rsid w:val="00BF23F8"/>
    <w:rsid w:val="00BF2CA0"/>
    <w:rsid w:val="00BF31B3"/>
    <w:rsid w:val="00BF3266"/>
    <w:rsid w:val="00BF34BD"/>
    <w:rsid w:val="00BF36A8"/>
    <w:rsid w:val="00BF403F"/>
    <w:rsid w:val="00BF5A7D"/>
    <w:rsid w:val="00C00059"/>
    <w:rsid w:val="00C02054"/>
    <w:rsid w:val="00C0253B"/>
    <w:rsid w:val="00C02816"/>
    <w:rsid w:val="00C0294C"/>
    <w:rsid w:val="00C029B8"/>
    <w:rsid w:val="00C0304F"/>
    <w:rsid w:val="00C03B08"/>
    <w:rsid w:val="00C03E7D"/>
    <w:rsid w:val="00C04A2D"/>
    <w:rsid w:val="00C04EAC"/>
    <w:rsid w:val="00C04EE1"/>
    <w:rsid w:val="00C05130"/>
    <w:rsid w:val="00C0573D"/>
    <w:rsid w:val="00C0708B"/>
    <w:rsid w:val="00C07AC2"/>
    <w:rsid w:val="00C11561"/>
    <w:rsid w:val="00C12F22"/>
    <w:rsid w:val="00C12F77"/>
    <w:rsid w:val="00C1333B"/>
    <w:rsid w:val="00C13395"/>
    <w:rsid w:val="00C1386C"/>
    <w:rsid w:val="00C13E84"/>
    <w:rsid w:val="00C1437C"/>
    <w:rsid w:val="00C1452C"/>
    <w:rsid w:val="00C1458A"/>
    <w:rsid w:val="00C1560E"/>
    <w:rsid w:val="00C15792"/>
    <w:rsid w:val="00C15BDE"/>
    <w:rsid w:val="00C15D92"/>
    <w:rsid w:val="00C16458"/>
    <w:rsid w:val="00C16C6C"/>
    <w:rsid w:val="00C175AF"/>
    <w:rsid w:val="00C2024C"/>
    <w:rsid w:val="00C2030E"/>
    <w:rsid w:val="00C2152F"/>
    <w:rsid w:val="00C21F88"/>
    <w:rsid w:val="00C2265C"/>
    <w:rsid w:val="00C227DF"/>
    <w:rsid w:val="00C22952"/>
    <w:rsid w:val="00C23308"/>
    <w:rsid w:val="00C23409"/>
    <w:rsid w:val="00C23FAD"/>
    <w:rsid w:val="00C245A3"/>
    <w:rsid w:val="00C251E1"/>
    <w:rsid w:val="00C25DCB"/>
    <w:rsid w:val="00C25E3C"/>
    <w:rsid w:val="00C2673A"/>
    <w:rsid w:val="00C26B87"/>
    <w:rsid w:val="00C27744"/>
    <w:rsid w:val="00C2799B"/>
    <w:rsid w:val="00C3052E"/>
    <w:rsid w:val="00C313AF"/>
    <w:rsid w:val="00C3226C"/>
    <w:rsid w:val="00C324B2"/>
    <w:rsid w:val="00C328C9"/>
    <w:rsid w:val="00C33769"/>
    <w:rsid w:val="00C339A2"/>
    <w:rsid w:val="00C3484B"/>
    <w:rsid w:val="00C34DC9"/>
    <w:rsid w:val="00C352D7"/>
    <w:rsid w:val="00C35674"/>
    <w:rsid w:val="00C357B4"/>
    <w:rsid w:val="00C36770"/>
    <w:rsid w:val="00C37174"/>
    <w:rsid w:val="00C37DDB"/>
    <w:rsid w:val="00C40A10"/>
    <w:rsid w:val="00C40F93"/>
    <w:rsid w:val="00C41EFF"/>
    <w:rsid w:val="00C420DE"/>
    <w:rsid w:val="00C4219D"/>
    <w:rsid w:val="00C429A0"/>
    <w:rsid w:val="00C433EC"/>
    <w:rsid w:val="00C43766"/>
    <w:rsid w:val="00C43ADD"/>
    <w:rsid w:val="00C45466"/>
    <w:rsid w:val="00C46131"/>
    <w:rsid w:val="00C465EB"/>
    <w:rsid w:val="00C46C22"/>
    <w:rsid w:val="00C47671"/>
    <w:rsid w:val="00C51ABB"/>
    <w:rsid w:val="00C522E0"/>
    <w:rsid w:val="00C5286D"/>
    <w:rsid w:val="00C53BFD"/>
    <w:rsid w:val="00C53CA2"/>
    <w:rsid w:val="00C553E8"/>
    <w:rsid w:val="00C562DC"/>
    <w:rsid w:val="00C56AFA"/>
    <w:rsid w:val="00C56C34"/>
    <w:rsid w:val="00C56EB3"/>
    <w:rsid w:val="00C60039"/>
    <w:rsid w:val="00C60240"/>
    <w:rsid w:val="00C60422"/>
    <w:rsid w:val="00C609EB"/>
    <w:rsid w:val="00C609EC"/>
    <w:rsid w:val="00C61317"/>
    <w:rsid w:val="00C62391"/>
    <w:rsid w:val="00C6243A"/>
    <w:rsid w:val="00C62535"/>
    <w:rsid w:val="00C6285F"/>
    <w:rsid w:val="00C634FB"/>
    <w:rsid w:val="00C63679"/>
    <w:rsid w:val="00C6367E"/>
    <w:rsid w:val="00C63BB1"/>
    <w:rsid w:val="00C63C63"/>
    <w:rsid w:val="00C657D4"/>
    <w:rsid w:val="00C65985"/>
    <w:rsid w:val="00C660D5"/>
    <w:rsid w:val="00C67E8C"/>
    <w:rsid w:val="00C707F3"/>
    <w:rsid w:val="00C70B31"/>
    <w:rsid w:val="00C719B6"/>
    <w:rsid w:val="00C71A1D"/>
    <w:rsid w:val="00C71EA5"/>
    <w:rsid w:val="00C71EF8"/>
    <w:rsid w:val="00C73CDA"/>
    <w:rsid w:val="00C74F07"/>
    <w:rsid w:val="00C75060"/>
    <w:rsid w:val="00C763D1"/>
    <w:rsid w:val="00C76634"/>
    <w:rsid w:val="00C76B26"/>
    <w:rsid w:val="00C76C0C"/>
    <w:rsid w:val="00C76DE2"/>
    <w:rsid w:val="00C76EFA"/>
    <w:rsid w:val="00C76F7C"/>
    <w:rsid w:val="00C7744E"/>
    <w:rsid w:val="00C77C49"/>
    <w:rsid w:val="00C77D89"/>
    <w:rsid w:val="00C81782"/>
    <w:rsid w:val="00C81833"/>
    <w:rsid w:val="00C81CF5"/>
    <w:rsid w:val="00C81E3E"/>
    <w:rsid w:val="00C823EA"/>
    <w:rsid w:val="00C826DE"/>
    <w:rsid w:val="00C82839"/>
    <w:rsid w:val="00C835FE"/>
    <w:rsid w:val="00C83AE8"/>
    <w:rsid w:val="00C844DA"/>
    <w:rsid w:val="00C8597A"/>
    <w:rsid w:val="00C85A51"/>
    <w:rsid w:val="00C8676E"/>
    <w:rsid w:val="00C87233"/>
    <w:rsid w:val="00C900B6"/>
    <w:rsid w:val="00C901CF"/>
    <w:rsid w:val="00C90543"/>
    <w:rsid w:val="00C9055F"/>
    <w:rsid w:val="00C9077D"/>
    <w:rsid w:val="00C91B45"/>
    <w:rsid w:val="00C92443"/>
    <w:rsid w:val="00C92682"/>
    <w:rsid w:val="00C93458"/>
    <w:rsid w:val="00C9438E"/>
    <w:rsid w:val="00C950AD"/>
    <w:rsid w:val="00C954DE"/>
    <w:rsid w:val="00C9702B"/>
    <w:rsid w:val="00C979C0"/>
    <w:rsid w:val="00C97D67"/>
    <w:rsid w:val="00CA1011"/>
    <w:rsid w:val="00CA128D"/>
    <w:rsid w:val="00CA136A"/>
    <w:rsid w:val="00CA14DE"/>
    <w:rsid w:val="00CA29E3"/>
    <w:rsid w:val="00CA2EF8"/>
    <w:rsid w:val="00CA430F"/>
    <w:rsid w:val="00CA5B75"/>
    <w:rsid w:val="00CA5D5B"/>
    <w:rsid w:val="00CA6525"/>
    <w:rsid w:val="00CA6AC4"/>
    <w:rsid w:val="00CA7035"/>
    <w:rsid w:val="00CA78A0"/>
    <w:rsid w:val="00CA7A45"/>
    <w:rsid w:val="00CA7A7B"/>
    <w:rsid w:val="00CB0C95"/>
    <w:rsid w:val="00CB0FDF"/>
    <w:rsid w:val="00CB1ADF"/>
    <w:rsid w:val="00CB1C81"/>
    <w:rsid w:val="00CB2467"/>
    <w:rsid w:val="00CB2C0C"/>
    <w:rsid w:val="00CB3549"/>
    <w:rsid w:val="00CB3765"/>
    <w:rsid w:val="00CB3832"/>
    <w:rsid w:val="00CB3937"/>
    <w:rsid w:val="00CB3972"/>
    <w:rsid w:val="00CB3ABB"/>
    <w:rsid w:val="00CB3DE2"/>
    <w:rsid w:val="00CB4A51"/>
    <w:rsid w:val="00CB4C1D"/>
    <w:rsid w:val="00CB4D18"/>
    <w:rsid w:val="00CB4D29"/>
    <w:rsid w:val="00CB5439"/>
    <w:rsid w:val="00CB55C9"/>
    <w:rsid w:val="00CB5CCB"/>
    <w:rsid w:val="00CB5D6A"/>
    <w:rsid w:val="00CB5D96"/>
    <w:rsid w:val="00CB64A8"/>
    <w:rsid w:val="00CB6B06"/>
    <w:rsid w:val="00CB6F0C"/>
    <w:rsid w:val="00CC00D8"/>
    <w:rsid w:val="00CC111F"/>
    <w:rsid w:val="00CC141E"/>
    <w:rsid w:val="00CC1536"/>
    <w:rsid w:val="00CC3BE5"/>
    <w:rsid w:val="00CC4012"/>
    <w:rsid w:val="00CC4348"/>
    <w:rsid w:val="00CC4F5D"/>
    <w:rsid w:val="00CC539E"/>
    <w:rsid w:val="00CC5E45"/>
    <w:rsid w:val="00CC661F"/>
    <w:rsid w:val="00CC6FC9"/>
    <w:rsid w:val="00CC709F"/>
    <w:rsid w:val="00CC7575"/>
    <w:rsid w:val="00CC7F5D"/>
    <w:rsid w:val="00CD0B05"/>
    <w:rsid w:val="00CD1667"/>
    <w:rsid w:val="00CD2E69"/>
    <w:rsid w:val="00CD366B"/>
    <w:rsid w:val="00CD3C79"/>
    <w:rsid w:val="00CD4695"/>
    <w:rsid w:val="00CD4798"/>
    <w:rsid w:val="00CD4A25"/>
    <w:rsid w:val="00CD4EC5"/>
    <w:rsid w:val="00CD5671"/>
    <w:rsid w:val="00CD5D13"/>
    <w:rsid w:val="00CD5DE6"/>
    <w:rsid w:val="00CE0632"/>
    <w:rsid w:val="00CE0813"/>
    <w:rsid w:val="00CE0A87"/>
    <w:rsid w:val="00CE2DBC"/>
    <w:rsid w:val="00CE4234"/>
    <w:rsid w:val="00CE4F89"/>
    <w:rsid w:val="00CE5542"/>
    <w:rsid w:val="00CE6809"/>
    <w:rsid w:val="00CE6B9C"/>
    <w:rsid w:val="00CE6F6C"/>
    <w:rsid w:val="00CE7A17"/>
    <w:rsid w:val="00CF01BA"/>
    <w:rsid w:val="00CF0749"/>
    <w:rsid w:val="00CF139D"/>
    <w:rsid w:val="00CF2718"/>
    <w:rsid w:val="00CF2C9C"/>
    <w:rsid w:val="00CF31AA"/>
    <w:rsid w:val="00CF384D"/>
    <w:rsid w:val="00CF3A99"/>
    <w:rsid w:val="00CF3EAA"/>
    <w:rsid w:val="00CF48B1"/>
    <w:rsid w:val="00CF4D7D"/>
    <w:rsid w:val="00CF6024"/>
    <w:rsid w:val="00CF6D3E"/>
    <w:rsid w:val="00CF713B"/>
    <w:rsid w:val="00CF7441"/>
    <w:rsid w:val="00D0178D"/>
    <w:rsid w:val="00D01A7D"/>
    <w:rsid w:val="00D02002"/>
    <w:rsid w:val="00D0348E"/>
    <w:rsid w:val="00D03FB2"/>
    <w:rsid w:val="00D04084"/>
    <w:rsid w:val="00D049B3"/>
    <w:rsid w:val="00D05D41"/>
    <w:rsid w:val="00D063F5"/>
    <w:rsid w:val="00D074B1"/>
    <w:rsid w:val="00D07608"/>
    <w:rsid w:val="00D077FA"/>
    <w:rsid w:val="00D07AEF"/>
    <w:rsid w:val="00D114B3"/>
    <w:rsid w:val="00D121B4"/>
    <w:rsid w:val="00D1224F"/>
    <w:rsid w:val="00D126CD"/>
    <w:rsid w:val="00D12D0E"/>
    <w:rsid w:val="00D1335C"/>
    <w:rsid w:val="00D13835"/>
    <w:rsid w:val="00D14EC3"/>
    <w:rsid w:val="00D1517F"/>
    <w:rsid w:val="00D16350"/>
    <w:rsid w:val="00D16DDB"/>
    <w:rsid w:val="00D17412"/>
    <w:rsid w:val="00D2082C"/>
    <w:rsid w:val="00D20D59"/>
    <w:rsid w:val="00D226D8"/>
    <w:rsid w:val="00D22A83"/>
    <w:rsid w:val="00D24015"/>
    <w:rsid w:val="00D24CDA"/>
    <w:rsid w:val="00D25021"/>
    <w:rsid w:val="00D250FA"/>
    <w:rsid w:val="00D25A41"/>
    <w:rsid w:val="00D26137"/>
    <w:rsid w:val="00D2615B"/>
    <w:rsid w:val="00D2630A"/>
    <w:rsid w:val="00D26A4C"/>
    <w:rsid w:val="00D26A78"/>
    <w:rsid w:val="00D27C1A"/>
    <w:rsid w:val="00D27EA0"/>
    <w:rsid w:val="00D27F29"/>
    <w:rsid w:val="00D30F50"/>
    <w:rsid w:val="00D31A13"/>
    <w:rsid w:val="00D31C5D"/>
    <w:rsid w:val="00D329D0"/>
    <w:rsid w:val="00D32C93"/>
    <w:rsid w:val="00D3363C"/>
    <w:rsid w:val="00D338FD"/>
    <w:rsid w:val="00D33F53"/>
    <w:rsid w:val="00D348AA"/>
    <w:rsid w:val="00D35102"/>
    <w:rsid w:val="00D352C8"/>
    <w:rsid w:val="00D35437"/>
    <w:rsid w:val="00D356B7"/>
    <w:rsid w:val="00D356C6"/>
    <w:rsid w:val="00D364C6"/>
    <w:rsid w:val="00D36913"/>
    <w:rsid w:val="00D37C19"/>
    <w:rsid w:val="00D37EE6"/>
    <w:rsid w:val="00D37F79"/>
    <w:rsid w:val="00D403D9"/>
    <w:rsid w:val="00D40499"/>
    <w:rsid w:val="00D4052B"/>
    <w:rsid w:val="00D40639"/>
    <w:rsid w:val="00D4098D"/>
    <w:rsid w:val="00D40F90"/>
    <w:rsid w:val="00D419D7"/>
    <w:rsid w:val="00D42EE4"/>
    <w:rsid w:val="00D43983"/>
    <w:rsid w:val="00D440BE"/>
    <w:rsid w:val="00D444CA"/>
    <w:rsid w:val="00D449AC"/>
    <w:rsid w:val="00D47F67"/>
    <w:rsid w:val="00D514C0"/>
    <w:rsid w:val="00D51B72"/>
    <w:rsid w:val="00D52768"/>
    <w:rsid w:val="00D53C75"/>
    <w:rsid w:val="00D54463"/>
    <w:rsid w:val="00D55CC8"/>
    <w:rsid w:val="00D564BE"/>
    <w:rsid w:val="00D56CAE"/>
    <w:rsid w:val="00D56CED"/>
    <w:rsid w:val="00D572DE"/>
    <w:rsid w:val="00D57341"/>
    <w:rsid w:val="00D61E6A"/>
    <w:rsid w:val="00D61F34"/>
    <w:rsid w:val="00D624E6"/>
    <w:rsid w:val="00D62869"/>
    <w:rsid w:val="00D62B78"/>
    <w:rsid w:val="00D62D25"/>
    <w:rsid w:val="00D6357B"/>
    <w:rsid w:val="00D636F9"/>
    <w:rsid w:val="00D64236"/>
    <w:rsid w:val="00D6496D"/>
    <w:rsid w:val="00D65379"/>
    <w:rsid w:val="00D66399"/>
    <w:rsid w:val="00D6745F"/>
    <w:rsid w:val="00D709D9"/>
    <w:rsid w:val="00D71F70"/>
    <w:rsid w:val="00D72694"/>
    <w:rsid w:val="00D729E7"/>
    <w:rsid w:val="00D749A1"/>
    <w:rsid w:val="00D74E84"/>
    <w:rsid w:val="00D759F5"/>
    <w:rsid w:val="00D75EAC"/>
    <w:rsid w:val="00D7624C"/>
    <w:rsid w:val="00D7742C"/>
    <w:rsid w:val="00D776E0"/>
    <w:rsid w:val="00D77906"/>
    <w:rsid w:val="00D77B4F"/>
    <w:rsid w:val="00D77D40"/>
    <w:rsid w:val="00D77E80"/>
    <w:rsid w:val="00D77FEB"/>
    <w:rsid w:val="00D80148"/>
    <w:rsid w:val="00D804E2"/>
    <w:rsid w:val="00D80F11"/>
    <w:rsid w:val="00D814A9"/>
    <w:rsid w:val="00D8257A"/>
    <w:rsid w:val="00D82A41"/>
    <w:rsid w:val="00D82C7A"/>
    <w:rsid w:val="00D82E33"/>
    <w:rsid w:val="00D82F19"/>
    <w:rsid w:val="00D83B8C"/>
    <w:rsid w:val="00D8456E"/>
    <w:rsid w:val="00D84C96"/>
    <w:rsid w:val="00D84EFC"/>
    <w:rsid w:val="00D85543"/>
    <w:rsid w:val="00D859B9"/>
    <w:rsid w:val="00D85C28"/>
    <w:rsid w:val="00D8624C"/>
    <w:rsid w:val="00D87052"/>
    <w:rsid w:val="00D87259"/>
    <w:rsid w:val="00D903DD"/>
    <w:rsid w:val="00D90B6C"/>
    <w:rsid w:val="00D90CEA"/>
    <w:rsid w:val="00D9112E"/>
    <w:rsid w:val="00D91374"/>
    <w:rsid w:val="00D913D1"/>
    <w:rsid w:val="00D917BC"/>
    <w:rsid w:val="00D91BD6"/>
    <w:rsid w:val="00D92B95"/>
    <w:rsid w:val="00D92F31"/>
    <w:rsid w:val="00D9349A"/>
    <w:rsid w:val="00D9392B"/>
    <w:rsid w:val="00D93DF3"/>
    <w:rsid w:val="00D93ED9"/>
    <w:rsid w:val="00D9572B"/>
    <w:rsid w:val="00D96341"/>
    <w:rsid w:val="00D96831"/>
    <w:rsid w:val="00D975DE"/>
    <w:rsid w:val="00DA0314"/>
    <w:rsid w:val="00DA0E9F"/>
    <w:rsid w:val="00DA0FB8"/>
    <w:rsid w:val="00DA1334"/>
    <w:rsid w:val="00DA1CA2"/>
    <w:rsid w:val="00DA1D83"/>
    <w:rsid w:val="00DA2A19"/>
    <w:rsid w:val="00DA301D"/>
    <w:rsid w:val="00DA38AE"/>
    <w:rsid w:val="00DA3BA2"/>
    <w:rsid w:val="00DA529D"/>
    <w:rsid w:val="00DA563B"/>
    <w:rsid w:val="00DA5B86"/>
    <w:rsid w:val="00DA7856"/>
    <w:rsid w:val="00DA7B11"/>
    <w:rsid w:val="00DB029C"/>
    <w:rsid w:val="00DB0EC7"/>
    <w:rsid w:val="00DB106F"/>
    <w:rsid w:val="00DB1602"/>
    <w:rsid w:val="00DB1C6B"/>
    <w:rsid w:val="00DB1D7E"/>
    <w:rsid w:val="00DB20E5"/>
    <w:rsid w:val="00DB24AB"/>
    <w:rsid w:val="00DB2B9F"/>
    <w:rsid w:val="00DB2DF6"/>
    <w:rsid w:val="00DB3DBA"/>
    <w:rsid w:val="00DB4631"/>
    <w:rsid w:val="00DB49F5"/>
    <w:rsid w:val="00DB4FE1"/>
    <w:rsid w:val="00DB5396"/>
    <w:rsid w:val="00DB5417"/>
    <w:rsid w:val="00DB5744"/>
    <w:rsid w:val="00DB5D04"/>
    <w:rsid w:val="00DB6C31"/>
    <w:rsid w:val="00DB6F0F"/>
    <w:rsid w:val="00DB71D4"/>
    <w:rsid w:val="00DB7908"/>
    <w:rsid w:val="00DB7E3F"/>
    <w:rsid w:val="00DC1B1C"/>
    <w:rsid w:val="00DC1EDA"/>
    <w:rsid w:val="00DC229E"/>
    <w:rsid w:val="00DC3AB4"/>
    <w:rsid w:val="00DC3B78"/>
    <w:rsid w:val="00DC4AF2"/>
    <w:rsid w:val="00DC4F90"/>
    <w:rsid w:val="00DC6524"/>
    <w:rsid w:val="00DC6CA2"/>
    <w:rsid w:val="00DC7623"/>
    <w:rsid w:val="00DC7684"/>
    <w:rsid w:val="00DC7959"/>
    <w:rsid w:val="00DC7F91"/>
    <w:rsid w:val="00DD0030"/>
    <w:rsid w:val="00DD04B1"/>
    <w:rsid w:val="00DD0584"/>
    <w:rsid w:val="00DD1650"/>
    <w:rsid w:val="00DD18C2"/>
    <w:rsid w:val="00DD33E7"/>
    <w:rsid w:val="00DD3541"/>
    <w:rsid w:val="00DD36DF"/>
    <w:rsid w:val="00DD3D7D"/>
    <w:rsid w:val="00DD4944"/>
    <w:rsid w:val="00DD4E55"/>
    <w:rsid w:val="00DD5D5C"/>
    <w:rsid w:val="00DD5F40"/>
    <w:rsid w:val="00DD6425"/>
    <w:rsid w:val="00DD6D07"/>
    <w:rsid w:val="00DD7EFA"/>
    <w:rsid w:val="00DE030B"/>
    <w:rsid w:val="00DE115E"/>
    <w:rsid w:val="00DE24F3"/>
    <w:rsid w:val="00DE2CA7"/>
    <w:rsid w:val="00DE353B"/>
    <w:rsid w:val="00DE3D8D"/>
    <w:rsid w:val="00DE4C54"/>
    <w:rsid w:val="00DE4DF7"/>
    <w:rsid w:val="00DE4F9D"/>
    <w:rsid w:val="00DE5033"/>
    <w:rsid w:val="00DE784E"/>
    <w:rsid w:val="00DE7D65"/>
    <w:rsid w:val="00DF0061"/>
    <w:rsid w:val="00DF0149"/>
    <w:rsid w:val="00DF0EF5"/>
    <w:rsid w:val="00DF1426"/>
    <w:rsid w:val="00DF14F8"/>
    <w:rsid w:val="00DF1D90"/>
    <w:rsid w:val="00DF27A1"/>
    <w:rsid w:val="00DF2877"/>
    <w:rsid w:val="00DF2BA2"/>
    <w:rsid w:val="00DF39ED"/>
    <w:rsid w:val="00DF3AF6"/>
    <w:rsid w:val="00DF4447"/>
    <w:rsid w:val="00DF5603"/>
    <w:rsid w:val="00DF6240"/>
    <w:rsid w:val="00DF6B37"/>
    <w:rsid w:val="00E003EB"/>
    <w:rsid w:val="00E00A53"/>
    <w:rsid w:val="00E00E22"/>
    <w:rsid w:val="00E01CE7"/>
    <w:rsid w:val="00E03318"/>
    <w:rsid w:val="00E04E16"/>
    <w:rsid w:val="00E05153"/>
    <w:rsid w:val="00E05797"/>
    <w:rsid w:val="00E05E53"/>
    <w:rsid w:val="00E06997"/>
    <w:rsid w:val="00E07227"/>
    <w:rsid w:val="00E078F4"/>
    <w:rsid w:val="00E07A00"/>
    <w:rsid w:val="00E102A7"/>
    <w:rsid w:val="00E1096A"/>
    <w:rsid w:val="00E10B54"/>
    <w:rsid w:val="00E1123B"/>
    <w:rsid w:val="00E118E2"/>
    <w:rsid w:val="00E11D4B"/>
    <w:rsid w:val="00E11FE9"/>
    <w:rsid w:val="00E12907"/>
    <w:rsid w:val="00E12F60"/>
    <w:rsid w:val="00E13A4B"/>
    <w:rsid w:val="00E13F52"/>
    <w:rsid w:val="00E14930"/>
    <w:rsid w:val="00E14FA6"/>
    <w:rsid w:val="00E15EDA"/>
    <w:rsid w:val="00E162EB"/>
    <w:rsid w:val="00E16A17"/>
    <w:rsid w:val="00E17181"/>
    <w:rsid w:val="00E17630"/>
    <w:rsid w:val="00E17698"/>
    <w:rsid w:val="00E2008B"/>
    <w:rsid w:val="00E21952"/>
    <w:rsid w:val="00E22015"/>
    <w:rsid w:val="00E2225D"/>
    <w:rsid w:val="00E22514"/>
    <w:rsid w:val="00E229E2"/>
    <w:rsid w:val="00E22C6C"/>
    <w:rsid w:val="00E2378E"/>
    <w:rsid w:val="00E23E4E"/>
    <w:rsid w:val="00E24036"/>
    <w:rsid w:val="00E2408B"/>
    <w:rsid w:val="00E24A0D"/>
    <w:rsid w:val="00E24F89"/>
    <w:rsid w:val="00E25CD9"/>
    <w:rsid w:val="00E261C2"/>
    <w:rsid w:val="00E27D23"/>
    <w:rsid w:val="00E30DFA"/>
    <w:rsid w:val="00E3124D"/>
    <w:rsid w:val="00E315C2"/>
    <w:rsid w:val="00E31C56"/>
    <w:rsid w:val="00E31EA8"/>
    <w:rsid w:val="00E32FA3"/>
    <w:rsid w:val="00E334CF"/>
    <w:rsid w:val="00E3391D"/>
    <w:rsid w:val="00E34531"/>
    <w:rsid w:val="00E3487B"/>
    <w:rsid w:val="00E34972"/>
    <w:rsid w:val="00E35508"/>
    <w:rsid w:val="00E3588D"/>
    <w:rsid w:val="00E35EBC"/>
    <w:rsid w:val="00E3676B"/>
    <w:rsid w:val="00E375A7"/>
    <w:rsid w:val="00E37BB9"/>
    <w:rsid w:val="00E4032F"/>
    <w:rsid w:val="00E405E2"/>
    <w:rsid w:val="00E40D96"/>
    <w:rsid w:val="00E41E5A"/>
    <w:rsid w:val="00E42797"/>
    <w:rsid w:val="00E428C6"/>
    <w:rsid w:val="00E44A55"/>
    <w:rsid w:val="00E45467"/>
    <w:rsid w:val="00E45B3F"/>
    <w:rsid w:val="00E45ED8"/>
    <w:rsid w:val="00E46227"/>
    <w:rsid w:val="00E46DB0"/>
    <w:rsid w:val="00E46E52"/>
    <w:rsid w:val="00E46ED9"/>
    <w:rsid w:val="00E47CF7"/>
    <w:rsid w:val="00E50DA8"/>
    <w:rsid w:val="00E515C2"/>
    <w:rsid w:val="00E51CBD"/>
    <w:rsid w:val="00E51E09"/>
    <w:rsid w:val="00E52929"/>
    <w:rsid w:val="00E53EAB"/>
    <w:rsid w:val="00E53FEE"/>
    <w:rsid w:val="00E54013"/>
    <w:rsid w:val="00E5610C"/>
    <w:rsid w:val="00E5793F"/>
    <w:rsid w:val="00E57FB2"/>
    <w:rsid w:val="00E617C3"/>
    <w:rsid w:val="00E62F49"/>
    <w:rsid w:val="00E631C8"/>
    <w:rsid w:val="00E63D3A"/>
    <w:rsid w:val="00E63EDB"/>
    <w:rsid w:val="00E640B3"/>
    <w:rsid w:val="00E6489F"/>
    <w:rsid w:val="00E65CBE"/>
    <w:rsid w:val="00E66012"/>
    <w:rsid w:val="00E6694E"/>
    <w:rsid w:val="00E66C44"/>
    <w:rsid w:val="00E66DE6"/>
    <w:rsid w:val="00E67099"/>
    <w:rsid w:val="00E67D9C"/>
    <w:rsid w:val="00E7010E"/>
    <w:rsid w:val="00E7015F"/>
    <w:rsid w:val="00E71806"/>
    <w:rsid w:val="00E72AF4"/>
    <w:rsid w:val="00E73782"/>
    <w:rsid w:val="00E743E0"/>
    <w:rsid w:val="00E74DE9"/>
    <w:rsid w:val="00E752EA"/>
    <w:rsid w:val="00E7594F"/>
    <w:rsid w:val="00E75E44"/>
    <w:rsid w:val="00E7702C"/>
    <w:rsid w:val="00E77811"/>
    <w:rsid w:val="00E7793E"/>
    <w:rsid w:val="00E80D9F"/>
    <w:rsid w:val="00E8162E"/>
    <w:rsid w:val="00E8206F"/>
    <w:rsid w:val="00E82F79"/>
    <w:rsid w:val="00E83737"/>
    <w:rsid w:val="00E83748"/>
    <w:rsid w:val="00E838A8"/>
    <w:rsid w:val="00E85821"/>
    <w:rsid w:val="00E86236"/>
    <w:rsid w:val="00E871FF"/>
    <w:rsid w:val="00E8732A"/>
    <w:rsid w:val="00E8738A"/>
    <w:rsid w:val="00E902F0"/>
    <w:rsid w:val="00E9046B"/>
    <w:rsid w:val="00E90712"/>
    <w:rsid w:val="00E90E8D"/>
    <w:rsid w:val="00E91049"/>
    <w:rsid w:val="00E913E7"/>
    <w:rsid w:val="00E93007"/>
    <w:rsid w:val="00E96375"/>
    <w:rsid w:val="00E9655F"/>
    <w:rsid w:val="00E96A7A"/>
    <w:rsid w:val="00E9708D"/>
    <w:rsid w:val="00E973F1"/>
    <w:rsid w:val="00E9790E"/>
    <w:rsid w:val="00EA00CB"/>
    <w:rsid w:val="00EA03A4"/>
    <w:rsid w:val="00EA0E85"/>
    <w:rsid w:val="00EA1442"/>
    <w:rsid w:val="00EA171F"/>
    <w:rsid w:val="00EA198E"/>
    <w:rsid w:val="00EA1BA2"/>
    <w:rsid w:val="00EA22B1"/>
    <w:rsid w:val="00EA323A"/>
    <w:rsid w:val="00EA3A4F"/>
    <w:rsid w:val="00EA43D6"/>
    <w:rsid w:val="00EA44A5"/>
    <w:rsid w:val="00EA50F2"/>
    <w:rsid w:val="00EA6548"/>
    <w:rsid w:val="00EA6900"/>
    <w:rsid w:val="00EA7462"/>
    <w:rsid w:val="00EB00AA"/>
    <w:rsid w:val="00EB0936"/>
    <w:rsid w:val="00EB2841"/>
    <w:rsid w:val="00EB2D25"/>
    <w:rsid w:val="00EB2FEE"/>
    <w:rsid w:val="00EB3ACB"/>
    <w:rsid w:val="00EB47B5"/>
    <w:rsid w:val="00EB5447"/>
    <w:rsid w:val="00EB54DB"/>
    <w:rsid w:val="00EB579C"/>
    <w:rsid w:val="00EB67B7"/>
    <w:rsid w:val="00EB6880"/>
    <w:rsid w:val="00EB6A4B"/>
    <w:rsid w:val="00EB6CB5"/>
    <w:rsid w:val="00EB7006"/>
    <w:rsid w:val="00EB7658"/>
    <w:rsid w:val="00EB7C8D"/>
    <w:rsid w:val="00EC064C"/>
    <w:rsid w:val="00EC0CFE"/>
    <w:rsid w:val="00EC149C"/>
    <w:rsid w:val="00EC1B39"/>
    <w:rsid w:val="00EC1DEA"/>
    <w:rsid w:val="00EC3878"/>
    <w:rsid w:val="00EC3E5C"/>
    <w:rsid w:val="00EC5A79"/>
    <w:rsid w:val="00EC62DD"/>
    <w:rsid w:val="00EC66E1"/>
    <w:rsid w:val="00EC6B25"/>
    <w:rsid w:val="00EC76B5"/>
    <w:rsid w:val="00EC78CE"/>
    <w:rsid w:val="00EC7A0F"/>
    <w:rsid w:val="00EC7FD9"/>
    <w:rsid w:val="00ED01A6"/>
    <w:rsid w:val="00ED0D57"/>
    <w:rsid w:val="00ED11AB"/>
    <w:rsid w:val="00ED1263"/>
    <w:rsid w:val="00ED1270"/>
    <w:rsid w:val="00ED1797"/>
    <w:rsid w:val="00ED29A4"/>
    <w:rsid w:val="00ED3465"/>
    <w:rsid w:val="00ED3805"/>
    <w:rsid w:val="00ED41A9"/>
    <w:rsid w:val="00ED457E"/>
    <w:rsid w:val="00ED5304"/>
    <w:rsid w:val="00ED59AF"/>
    <w:rsid w:val="00ED73CE"/>
    <w:rsid w:val="00EE0616"/>
    <w:rsid w:val="00EE2697"/>
    <w:rsid w:val="00EE2DAB"/>
    <w:rsid w:val="00EE45B6"/>
    <w:rsid w:val="00EE4DD0"/>
    <w:rsid w:val="00EE605C"/>
    <w:rsid w:val="00EE6B1D"/>
    <w:rsid w:val="00EF0CF9"/>
    <w:rsid w:val="00EF1650"/>
    <w:rsid w:val="00EF2491"/>
    <w:rsid w:val="00EF3463"/>
    <w:rsid w:val="00EF4731"/>
    <w:rsid w:val="00EF6BB3"/>
    <w:rsid w:val="00F00828"/>
    <w:rsid w:val="00F00855"/>
    <w:rsid w:val="00F008B4"/>
    <w:rsid w:val="00F00DB6"/>
    <w:rsid w:val="00F011B0"/>
    <w:rsid w:val="00F0121B"/>
    <w:rsid w:val="00F0129E"/>
    <w:rsid w:val="00F015BB"/>
    <w:rsid w:val="00F01832"/>
    <w:rsid w:val="00F025D9"/>
    <w:rsid w:val="00F03B02"/>
    <w:rsid w:val="00F04455"/>
    <w:rsid w:val="00F04CC0"/>
    <w:rsid w:val="00F05315"/>
    <w:rsid w:val="00F06A32"/>
    <w:rsid w:val="00F06F9A"/>
    <w:rsid w:val="00F074C6"/>
    <w:rsid w:val="00F07C56"/>
    <w:rsid w:val="00F07F78"/>
    <w:rsid w:val="00F103EF"/>
    <w:rsid w:val="00F11AFC"/>
    <w:rsid w:val="00F124AA"/>
    <w:rsid w:val="00F12BA2"/>
    <w:rsid w:val="00F12F4F"/>
    <w:rsid w:val="00F13870"/>
    <w:rsid w:val="00F13BAE"/>
    <w:rsid w:val="00F13DDD"/>
    <w:rsid w:val="00F145D3"/>
    <w:rsid w:val="00F155BC"/>
    <w:rsid w:val="00F15AEC"/>
    <w:rsid w:val="00F15DEA"/>
    <w:rsid w:val="00F16589"/>
    <w:rsid w:val="00F173A5"/>
    <w:rsid w:val="00F179F3"/>
    <w:rsid w:val="00F17E22"/>
    <w:rsid w:val="00F2082C"/>
    <w:rsid w:val="00F20B4B"/>
    <w:rsid w:val="00F215F8"/>
    <w:rsid w:val="00F227B9"/>
    <w:rsid w:val="00F2283B"/>
    <w:rsid w:val="00F231A6"/>
    <w:rsid w:val="00F23332"/>
    <w:rsid w:val="00F23B93"/>
    <w:rsid w:val="00F24448"/>
    <w:rsid w:val="00F26270"/>
    <w:rsid w:val="00F31A3B"/>
    <w:rsid w:val="00F32AD4"/>
    <w:rsid w:val="00F3373A"/>
    <w:rsid w:val="00F3387B"/>
    <w:rsid w:val="00F33C39"/>
    <w:rsid w:val="00F33E55"/>
    <w:rsid w:val="00F342CC"/>
    <w:rsid w:val="00F344EE"/>
    <w:rsid w:val="00F34C64"/>
    <w:rsid w:val="00F350E6"/>
    <w:rsid w:val="00F3597C"/>
    <w:rsid w:val="00F3660E"/>
    <w:rsid w:val="00F373BF"/>
    <w:rsid w:val="00F40559"/>
    <w:rsid w:val="00F406D2"/>
    <w:rsid w:val="00F40E8C"/>
    <w:rsid w:val="00F4113C"/>
    <w:rsid w:val="00F4145B"/>
    <w:rsid w:val="00F41C58"/>
    <w:rsid w:val="00F42231"/>
    <w:rsid w:val="00F43186"/>
    <w:rsid w:val="00F436F5"/>
    <w:rsid w:val="00F437BF"/>
    <w:rsid w:val="00F43E67"/>
    <w:rsid w:val="00F44DE2"/>
    <w:rsid w:val="00F4530A"/>
    <w:rsid w:val="00F45B2E"/>
    <w:rsid w:val="00F46D3B"/>
    <w:rsid w:val="00F47ACF"/>
    <w:rsid w:val="00F47B60"/>
    <w:rsid w:val="00F47F65"/>
    <w:rsid w:val="00F50DA2"/>
    <w:rsid w:val="00F515D6"/>
    <w:rsid w:val="00F51B39"/>
    <w:rsid w:val="00F525FC"/>
    <w:rsid w:val="00F52A23"/>
    <w:rsid w:val="00F52D74"/>
    <w:rsid w:val="00F52DD6"/>
    <w:rsid w:val="00F530F7"/>
    <w:rsid w:val="00F5468A"/>
    <w:rsid w:val="00F547C2"/>
    <w:rsid w:val="00F55A67"/>
    <w:rsid w:val="00F57169"/>
    <w:rsid w:val="00F57899"/>
    <w:rsid w:val="00F578E7"/>
    <w:rsid w:val="00F57DBC"/>
    <w:rsid w:val="00F57E8B"/>
    <w:rsid w:val="00F6036A"/>
    <w:rsid w:val="00F603AB"/>
    <w:rsid w:val="00F60938"/>
    <w:rsid w:val="00F61362"/>
    <w:rsid w:val="00F62025"/>
    <w:rsid w:val="00F62989"/>
    <w:rsid w:val="00F62CB6"/>
    <w:rsid w:val="00F63403"/>
    <w:rsid w:val="00F636F9"/>
    <w:rsid w:val="00F63A3C"/>
    <w:rsid w:val="00F63B46"/>
    <w:rsid w:val="00F64B6B"/>
    <w:rsid w:val="00F64FCB"/>
    <w:rsid w:val="00F66230"/>
    <w:rsid w:val="00F6627A"/>
    <w:rsid w:val="00F6627E"/>
    <w:rsid w:val="00F66A96"/>
    <w:rsid w:val="00F6726A"/>
    <w:rsid w:val="00F6782A"/>
    <w:rsid w:val="00F731A3"/>
    <w:rsid w:val="00F735F2"/>
    <w:rsid w:val="00F742DD"/>
    <w:rsid w:val="00F743A6"/>
    <w:rsid w:val="00F75D3F"/>
    <w:rsid w:val="00F765C1"/>
    <w:rsid w:val="00F76BF1"/>
    <w:rsid w:val="00F77A79"/>
    <w:rsid w:val="00F81A41"/>
    <w:rsid w:val="00F82464"/>
    <w:rsid w:val="00F83D19"/>
    <w:rsid w:val="00F83E79"/>
    <w:rsid w:val="00F84129"/>
    <w:rsid w:val="00F84802"/>
    <w:rsid w:val="00F85365"/>
    <w:rsid w:val="00F85B44"/>
    <w:rsid w:val="00F85BD3"/>
    <w:rsid w:val="00F85C44"/>
    <w:rsid w:val="00F86995"/>
    <w:rsid w:val="00F86D7D"/>
    <w:rsid w:val="00F87049"/>
    <w:rsid w:val="00F87074"/>
    <w:rsid w:val="00F878DC"/>
    <w:rsid w:val="00F901B8"/>
    <w:rsid w:val="00F903F2"/>
    <w:rsid w:val="00F91DEC"/>
    <w:rsid w:val="00F927F6"/>
    <w:rsid w:val="00F93E25"/>
    <w:rsid w:val="00F9443F"/>
    <w:rsid w:val="00F9538B"/>
    <w:rsid w:val="00F953A2"/>
    <w:rsid w:val="00F95607"/>
    <w:rsid w:val="00F95DB9"/>
    <w:rsid w:val="00F96841"/>
    <w:rsid w:val="00F97F8E"/>
    <w:rsid w:val="00FA0021"/>
    <w:rsid w:val="00FA0574"/>
    <w:rsid w:val="00FA0831"/>
    <w:rsid w:val="00FA0B54"/>
    <w:rsid w:val="00FA0D38"/>
    <w:rsid w:val="00FA12D6"/>
    <w:rsid w:val="00FA1D6B"/>
    <w:rsid w:val="00FA201A"/>
    <w:rsid w:val="00FA21B3"/>
    <w:rsid w:val="00FA2A13"/>
    <w:rsid w:val="00FA3E48"/>
    <w:rsid w:val="00FA4108"/>
    <w:rsid w:val="00FA4577"/>
    <w:rsid w:val="00FA4A5A"/>
    <w:rsid w:val="00FA4E6F"/>
    <w:rsid w:val="00FA5AFF"/>
    <w:rsid w:val="00FA5C47"/>
    <w:rsid w:val="00FA6266"/>
    <w:rsid w:val="00FA6B3E"/>
    <w:rsid w:val="00FA6C8C"/>
    <w:rsid w:val="00FA722F"/>
    <w:rsid w:val="00FB1304"/>
    <w:rsid w:val="00FB26C2"/>
    <w:rsid w:val="00FB3EC6"/>
    <w:rsid w:val="00FB424B"/>
    <w:rsid w:val="00FB4F67"/>
    <w:rsid w:val="00FB52AC"/>
    <w:rsid w:val="00FB5D10"/>
    <w:rsid w:val="00FB613E"/>
    <w:rsid w:val="00FB6165"/>
    <w:rsid w:val="00FB6A15"/>
    <w:rsid w:val="00FB6A1F"/>
    <w:rsid w:val="00FC00B2"/>
    <w:rsid w:val="00FC09DF"/>
    <w:rsid w:val="00FC2344"/>
    <w:rsid w:val="00FC23C0"/>
    <w:rsid w:val="00FC2DF3"/>
    <w:rsid w:val="00FC3227"/>
    <w:rsid w:val="00FC3805"/>
    <w:rsid w:val="00FC4711"/>
    <w:rsid w:val="00FC4A93"/>
    <w:rsid w:val="00FC6024"/>
    <w:rsid w:val="00FC62D2"/>
    <w:rsid w:val="00FD0815"/>
    <w:rsid w:val="00FD08C7"/>
    <w:rsid w:val="00FD0FD3"/>
    <w:rsid w:val="00FD110D"/>
    <w:rsid w:val="00FD12EF"/>
    <w:rsid w:val="00FD2190"/>
    <w:rsid w:val="00FD2D1F"/>
    <w:rsid w:val="00FD2D6B"/>
    <w:rsid w:val="00FD324F"/>
    <w:rsid w:val="00FD330E"/>
    <w:rsid w:val="00FD3483"/>
    <w:rsid w:val="00FD3713"/>
    <w:rsid w:val="00FD3CF2"/>
    <w:rsid w:val="00FD3DA7"/>
    <w:rsid w:val="00FD43CD"/>
    <w:rsid w:val="00FD43F0"/>
    <w:rsid w:val="00FD4BC4"/>
    <w:rsid w:val="00FD660F"/>
    <w:rsid w:val="00FD77BC"/>
    <w:rsid w:val="00FD7819"/>
    <w:rsid w:val="00FD7DB6"/>
    <w:rsid w:val="00FE090D"/>
    <w:rsid w:val="00FE23AF"/>
    <w:rsid w:val="00FE45A5"/>
    <w:rsid w:val="00FE652B"/>
    <w:rsid w:val="00FE6774"/>
    <w:rsid w:val="00FE67AB"/>
    <w:rsid w:val="00FE68C8"/>
    <w:rsid w:val="00FE7255"/>
    <w:rsid w:val="00FF01FC"/>
    <w:rsid w:val="00FF05B6"/>
    <w:rsid w:val="00FF091C"/>
    <w:rsid w:val="00FF0F1D"/>
    <w:rsid w:val="00FF13FD"/>
    <w:rsid w:val="00FF16C0"/>
    <w:rsid w:val="00FF278B"/>
    <w:rsid w:val="00FF2FEE"/>
    <w:rsid w:val="00FF3CAB"/>
    <w:rsid w:val="00FF3CAC"/>
    <w:rsid w:val="00FF3CB7"/>
    <w:rsid w:val="00FF528B"/>
    <w:rsid w:val="00FF58F9"/>
    <w:rsid w:val="00FF61F5"/>
    <w:rsid w:val="00FF768F"/>
    <w:rsid w:val="00FF76EC"/>
    <w:rsid w:val="00FF77AF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F14B5"/>
  <w15:docId w15:val="{E67AC27A-0621-4535-87E5-E6CC1D7B7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7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B43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B43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B4399"/>
  </w:style>
  <w:style w:type="character" w:styleId="Odwoaniedokomentarza">
    <w:name w:val="annotation reference"/>
    <w:basedOn w:val="Domylnaczcionkaakapitu"/>
    <w:uiPriority w:val="99"/>
    <w:semiHidden/>
    <w:rsid w:val="007B4399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B439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43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B4399"/>
    <w:rPr>
      <w:rFonts w:ascii="Arial" w:hAnsi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7B4399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7B4399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rsid w:val="007B4399"/>
    <w:rPr>
      <w:rFonts w:ascii="Arial" w:eastAsia="Times New Roman" w:hAnsi="Arial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7B439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B439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basedOn w:val="Domylnaczcionkaakapitu"/>
    <w:rsid w:val="007B4399"/>
    <w:rPr>
      <w:color w:val="0000FF"/>
      <w:u w:val="single"/>
    </w:rPr>
  </w:style>
  <w:style w:type="character" w:customStyle="1" w:styleId="apple-style-span">
    <w:name w:val="apple-style-span"/>
    <w:basedOn w:val="Domylnaczcionkaakapitu"/>
    <w:rsid w:val="007B4399"/>
  </w:style>
  <w:style w:type="character" w:styleId="Pogrubienie">
    <w:name w:val="Strong"/>
    <w:basedOn w:val="Domylnaczcionkaakapitu"/>
    <w:qFormat/>
    <w:rsid w:val="007B4399"/>
    <w:rPr>
      <w:b/>
      <w:bCs/>
    </w:rPr>
  </w:style>
  <w:style w:type="character" w:customStyle="1" w:styleId="apple-converted-space">
    <w:name w:val="apple-converted-space"/>
    <w:basedOn w:val="Domylnaczcionkaakapitu"/>
    <w:rsid w:val="007B4399"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7B4399"/>
    <w:pPr>
      <w:ind w:left="720"/>
      <w:contextualSpacing/>
    </w:pPr>
  </w:style>
  <w:style w:type="paragraph" w:customStyle="1" w:styleId="CM2">
    <w:name w:val="CM2"/>
    <w:basedOn w:val="Normalny"/>
    <w:next w:val="Normalny"/>
    <w:rsid w:val="007B43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3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39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5B7D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BB79C3"/>
    <w:rPr>
      <w:color w:val="800080" w:themeColor="followedHyperlink"/>
      <w:u w:val="single"/>
    </w:rPr>
  </w:style>
  <w:style w:type="character" w:customStyle="1" w:styleId="AkapitzlistZnak">
    <w:name w:val="Akapit z listą Znak"/>
    <w:aliases w:val="Preambuła Znak"/>
    <w:link w:val="Akapitzlist"/>
    <w:uiPriority w:val="34"/>
    <w:locked/>
    <w:rsid w:val="001245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1a">
    <w:name w:val="[Normal]_1a"/>
    <w:qFormat/>
    <w:rsid w:val="00AE4B3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/>
      <w:spacing w:after="0" w:line="240" w:lineRule="auto"/>
      <w:textAlignment w:val="baseline"/>
    </w:pPr>
    <w:rPr>
      <w:rFonts w:ascii="Arial" w:eastAsia="Arial" w:hAnsi="Arial" w:cs="Arial"/>
      <w:color w:val="00000A"/>
      <w:kern w:val="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umpf.com/filestorage/TRUMPF_PL/Data_Privacy/Informacja_dotyczaca_zasad_przetwarzania_danych_osobowych_TRUMPF_w_Polsce_strona_internetowa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VERTRIEB\Vorlagen\Auftrag\Umowa%20sprzeda&#380;y%20-%20WZORY\WZORY_UM&#211;W\Umowa%20na%20dostaw&#281;%20urzedzenia%20firmy%20TRUMPF%20-%20AKTUALNY%20WZ&#211;R%20T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E785A6-7CAF-4759-8D71-21C244E69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 dostawę urzedzenia firmy TRUMPF - AKTUALNY WZÓR TPL</Template>
  <TotalTime>2</TotalTime>
  <Pages>6</Pages>
  <Words>2272</Words>
  <Characters>13632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sprzedaży TRUMPF Polska</vt:lpstr>
    </vt:vector>
  </TitlesOfParts>
  <Company>TRUMPF Group</Company>
  <LinksUpToDate>false</LinksUpToDate>
  <CharactersWithSpaces>15873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sprzedaży TRUMPF Polska</dc:title>
  <dc:creator>Wasilewski, Jan</dc:creator>
  <dc:description>Korekty Panie Mecenas 2021105 dotyczące terminu dostawy podczas Covid.</dc:description>
  <cp:lastModifiedBy>Oem</cp:lastModifiedBy>
  <cp:revision>3</cp:revision>
  <dcterms:created xsi:type="dcterms:W3CDTF">2025-11-14T10:06:00Z</dcterms:created>
  <dcterms:modified xsi:type="dcterms:W3CDTF">2025-11-14T10:08:00Z</dcterms:modified>
</cp:coreProperties>
</file>